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C2418" w14:textId="77777777" w:rsidR="0039157A" w:rsidRPr="000A4BCD" w:rsidRDefault="00A749B8" w:rsidP="006463C2">
      <w:pPr>
        <w:ind w:left="708" w:firstLine="708"/>
        <w:rPr>
          <w:rFonts w:ascii="Calibri" w:hAnsi="Calibri"/>
        </w:rPr>
        <w:sectPr w:rsidR="0039157A" w:rsidRPr="000A4BCD" w:rsidSect="0067313D">
          <w:headerReference w:type="default" r:id="rId11"/>
          <w:footerReference w:type="even" r:id="rId12"/>
          <w:footerReference w:type="default" r:id="rId13"/>
          <w:footerReference w:type="first" r:id="rId14"/>
          <w:pgSz w:w="11900" w:h="16840"/>
          <w:pgMar w:top="567" w:right="567" w:bottom="567" w:left="567" w:header="708" w:footer="708" w:gutter="0"/>
          <w:cols w:space="708"/>
          <w:titlePg/>
          <w:docGrid w:linePitch="360"/>
        </w:sectPr>
      </w:pPr>
      <w:bookmarkStart w:id="0" w:name="_GoBack"/>
      <w:bookmarkEnd w:id="0"/>
      <w:r>
        <w:rPr>
          <w:noProof/>
        </w:rPr>
        <mc:AlternateContent>
          <mc:Choice Requires="wps">
            <w:drawing>
              <wp:anchor distT="0" distB="0" distL="114300" distR="114300" simplePos="0" relativeHeight="251664384" behindDoc="0" locked="0" layoutInCell="1" allowOverlap="1" wp14:anchorId="6F5FDB81" wp14:editId="02A0E96D">
                <wp:simplePos x="0" y="0"/>
                <wp:positionH relativeFrom="column">
                  <wp:posOffset>712470</wp:posOffset>
                </wp:positionH>
                <wp:positionV relativeFrom="paragraph">
                  <wp:posOffset>1512901</wp:posOffset>
                </wp:positionV>
                <wp:extent cx="4683125" cy="1619250"/>
                <wp:effectExtent l="0" t="0" r="0" b="9525"/>
                <wp:wrapSquare wrapText="bothSides"/>
                <wp:docPr id="4"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683125" cy="161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48D07" w14:textId="1D05F101" w:rsidR="00C170CC" w:rsidRDefault="00524E15" w:rsidP="00820CF0">
                            <w:pPr>
                              <w:pStyle w:val="Titregnralemintika"/>
                            </w:pPr>
                            <w:r>
                              <w:t xml:space="preserve">Formation </w:t>
                            </w:r>
                          </w:p>
                          <w:p w14:paraId="02F3466C" w14:textId="77777777" w:rsidR="00C170CC" w:rsidRDefault="00C170CC" w:rsidP="00AF32CE">
                            <w:pPr>
                              <w:rPr>
                                <w:rFonts w:ascii="Calibri" w:hAnsi="Calibri"/>
                                <w:color w:val="1F2F3C"/>
                                <w:sz w:val="56"/>
                              </w:rPr>
                            </w:pPr>
                          </w:p>
                          <w:p w14:paraId="49E160E5" w14:textId="6FEB4DBF" w:rsidR="00006D6B" w:rsidRPr="00A4175D" w:rsidRDefault="00524E15" w:rsidP="00A67B1E">
                            <w:pPr>
                              <w:pStyle w:val="Sous-titregnralmintika"/>
                            </w:pPr>
                            <w:r>
                              <w:t>Savoir traiter un vrac bureautique J2</w:t>
                            </w:r>
                          </w:p>
                          <w:p w14:paraId="664F0BDB" w14:textId="77777777" w:rsidR="00006D6B" w:rsidRPr="00A4175D" w:rsidRDefault="00006D6B">
                            <w:pPr>
                              <w:rPr>
                                <w:rFonts w:ascii="Calibri" w:hAnsi="Calibri"/>
                                <w:color w:val="1F2F3C"/>
                                <w:sz w:val="56"/>
                              </w:rPr>
                            </w:pPr>
                          </w:p>
                        </w:txbxContent>
                      </wps:txbx>
                      <wps:bodyPr rot="0" vert="horz" wrap="square" lIns="2"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5FDB81" id="_x0000_t202" coordsize="21600,21600" o:spt="202" path="m,l,21600r21600,l21600,xe">
                <v:stroke joinstyle="miter"/>
                <v:path gradientshapeok="t" o:connecttype="rect"/>
              </v:shapetype>
              <v:shape id="Zone de texte 3" o:spid="_x0000_s1026" type="#_x0000_t202" style="position:absolute;left:0;text-align:left;margin-left:56.1pt;margin-top:119.15pt;width:368.75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" filled="f" stroked="f">
                <v:path arrowok="t"/>
                <v:textbox inset="6e-5mm">
                  <w:txbxContent>
                    <w:p w14:paraId="69948D07" w14:textId="1D05F101" w:rsidR="00C170CC" w:rsidRDefault="00524E15" w:rsidP="00820CF0">
                      <w:pPr>
                        <w:pStyle w:val="Titregnralemintika"/>
                      </w:pPr>
                      <w:r>
                        <w:t xml:space="preserve">Formation </w:t>
                      </w:r>
                    </w:p>
                    <w:p w14:paraId="02F3466C" w14:textId="77777777" w:rsidR="00C170CC" w:rsidRDefault="00C170CC" w:rsidP="00AF32CE">
                      <w:pPr>
                        <w:rPr>
                          <w:rFonts w:ascii="Calibri" w:hAnsi="Calibri"/>
                          <w:color w:val="1F2F3C"/>
                          <w:sz w:val="56"/>
                        </w:rPr>
                      </w:pPr>
                    </w:p>
                    <w:p w14:paraId="49E160E5" w14:textId="6FEB4DBF" w:rsidR="00006D6B" w:rsidRPr="00A4175D" w:rsidRDefault="00524E15" w:rsidP="00A67B1E">
                      <w:pPr>
                        <w:pStyle w:val="Sous-titregnralmintika"/>
                      </w:pPr>
                      <w:r>
                        <w:t>Savoir traiter un vrac bureautique J2</w:t>
                      </w:r>
                    </w:p>
                    <w:p w14:paraId="664F0BDB" w14:textId="77777777" w:rsidR="00006D6B" w:rsidRPr="00A4175D" w:rsidRDefault="00006D6B">
                      <w:pPr>
                        <w:rPr>
                          <w:rFonts w:ascii="Calibri" w:hAnsi="Calibri"/>
                          <w:color w:val="1F2F3C"/>
                          <w:sz w:val="56"/>
                        </w:rPr>
                      </w:pPr>
                    </w:p>
                  </w:txbxContent>
                </v:textbox>
                <w10:wrap type="square"/>
              </v:shape>
            </w:pict>
          </mc:Fallback>
        </mc:AlternateContent>
      </w:r>
      <w:r w:rsidR="00536DE8">
        <w:rPr>
          <w:noProof/>
        </w:rPr>
        <mc:AlternateContent>
          <mc:Choice Requires="wps">
            <w:drawing>
              <wp:anchor distT="0" distB="0" distL="114300" distR="114300" simplePos="0" relativeHeight="251665408" behindDoc="0" locked="0" layoutInCell="1" allowOverlap="1" wp14:anchorId="00F68310" wp14:editId="48888489">
                <wp:simplePos x="0" y="0"/>
                <wp:positionH relativeFrom="column">
                  <wp:posOffset>1905</wp:posOffset>
                </wp:positionH>
                <wp:positionV relativeFrom="paragraph">
                  <wp:posOffset>58420</wp:posOffset>
                </wp:positionV>
                <wp:extent cx="490855" cy="10029190"/>
                <wp:effectExtent l="0" t="0" r="4445" b="0"/>
                <wp:wrapThrough wrapText="bothSides">
                  <wp:wrapPolygon edited="0">
                    <wp:start x="0" y="0"/>
                    <wp:lineTo x="0" y="21540"/>
                    <wp:lineTo x="20957" y="21540"/>
                    <wp:lineTo x="20957" y="0"/>
                    <wp:lineTo x="0" y="0"/>
                  </wp:wrapPolygon>
                </wp:wrapThrough>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0855" cy="10029190"/>
                        </a:xfrm>
                        <a:prstGeom prst="rect">
                          <a:avLst/>
                        </a:prstGeom>
                        <a:solidFill>
                          <a:srgbClr val="F3F8FA"/>
                        </a:solidFill>
                        <a:ln>
                          <a:noFill/>
                        </a:ln>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280CE29" id="Rectangle 18" o:spid="_x0000_s1026" style="position:absolute;margin-left:.15pt;margin-top:4.6pt;width:38.65pt;height:78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" fillcolor="#f3f8fa" stroked="f">
                <w10:wrap type="through"/>
              </v:rect>
            </w:pict>
          </mc:Fallback>
        </mc:AlternateContent>
      </w:r>
      <w:r w:rsidR="00536DE8">
        <w:rPr>
          <w:noProof/>
        </w:rPr>
        <mc:AlternateContent>
          <mc:Choice Requires="wps">
            <w:drawing>
              <wp:anchor distT="0" distB="0" distL="114300" distR="114300" simplePos="0" relativeHeight="251666432" behindDoc="0" locked="0" layoutInCell="1" allowOverlap="1" wp14:anchorId="5BC90FAB" wp14:editId="4B6AE83D">
                <wp:simplePos x="0" y="0"/>
                <wp:positionH relativeFrom="column">
                  <wp:posOffset>882650</wp:posOffset>
                </wp:positionH>
                <wp:positionV relativeFrom="paragraph">
                  <wp:posOffset>9326245</wp:posOffset>
                </wp:positionV>
                <wp:extent cx="4114800" cy="800100"/>
                <wp:effectExtent l="0" t="0" r="0" b="0"/>
                <wp:wrapSquare wrapText="bothSides"/>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4800" cy="800100"/>
                        </a:xfrm>
                        <a:prstGeom prst="rect">
                          <a:avLst/>
                        </a:prstGeom>
                        <a:noFill/>
                        <a:ln>
                          <a:noFill/>
                        </a:ln>
                        <a:effectLst/>
                        <a:extLst>
                          <a:ext uri="{C572A759-6A51-4108-AA02-DFA0A04FC94B}"/>
                        </a:extLst>
                      </wps:spPr>
                      <wps:txbx>
                        <w:txbxContent>
                          <w:p w14:paraId="70A7216B" w14:textId="77777777" w:rsidR="00006D6B" w:rsidRPr="00844624" w:rsidRDefault="00006D6B" w:rsidP="0067523A">
                            <w:pPr>
                              <w:rPr>
                                <w:rFonts w:ascii="Calibri" w:hAnsi="Calibri"/>
                                <w:b/>
                                <w:color w:val="4A80C0"/>
                                <w:sz w:val="20"/>
                                <w:szCs w:val="20"/>
                              </w:rPr>
                            </w:pPr>
                            <w:proofErr w:type="gramStart"/>
                            <w:r w:rsidRPr="00844624">
                              <w:rPr>
                                <w:rFonts w:ascii="Calibri" w:hAnsi="Calibri"/>
                                <w:b/>
                                <w:color w:val="4A80C0"/>
                                <w:sz w:val="20"/>
                                <w:szCs w:val="20"/>
                              </w:rPr>
                              <w:t>mintika</w:t>
                            </w:r>
                            <w:proofErr w:type="gramEnd"/>
                            <w:r w:rsidRPr="00844624">
                              <w:rPr>
                                <w:rFonts w:ascii="Calibri" w:hAnsi="Calibri"/>
                                <w:b/>
                                <w:color w:val="4A80C0"/>
                                <w:sz w:val="20"/>
                                <w:szCs w:val="20"/>
                              </w:rPr>
                              <w:t xml:space="preserve"> 2018</w:t>
                            </w:r>
                          </w:p>
                          <w:p w14:paraId="56BA030A" w14:textId="77777777" w:rsidR="00006D6B" w:rsidRPr="00567AFE" w:rsidRDefault="00006D6B" w:rsidP="0067523A">
                            <w:pPr>
                              <w:rPr>
                                <w:rFonts w:ascii="Calibri" w:hAnsi="Calibri"/>
                                <w:b/>
                                <w:color w:val="4F81BD"/>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90FAB" id="Zone de texte 11" o:spid="_x0000_s1027" type="#_x0000_t202" style="position:absolute;left:0;text-align:left;margin-left:69.5pt;margin-top:734.35pt;width:324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" filled="f" stroked="f">
                <v:textbox>
                  <w:txbxContent>
                    <w:p w14:paraId="70A7216B" w14:textId="77777777" w:rsidR="00006D6B" w:rsidRPr="00844624" w:rsidRDefault="00006D6B" w:rsidP="0067523A">
                      <w:pPr>
                        <w:rPr>
                          <w:rFonts w:ascii="Calibri" w:hAnsi="Calibri"/>
                          <w:b/>
                          <w:color w:val="4A80C0"/>
                          <w:sz w:val="20"/>
                          <w:szCs w:val="20"/>
                        </w:rPr>
                      </w:pPr>
                      <w:proofErr w:type="gramStart"/>
                      <w:r w:rsidRPr="00844624">
                        <w:rPr>
                          <w:rFonts w:ascii="Calibri" w:hAnsi="Calibri"/>
                          <w:b/>
                          <w:color w:val="4A80C0"/>
                          <w:sz w:val="20"/>
                          <w:szCs w:val="20"/>
                        </w:rPr>
                        <w:t>mintika</w:t>
                      </w:r>
                      <w:proofErr w:type="gramEnd"/>
                      <w:r w:rsidRPr="00844624">
                        <w:rPr>
                          <w:rFonts w:ascii="Calibri" w:hAnsi="Calibri"/>
                          <w:b/>
                          <w:color w:val="4A80C0"/>
                          <w:sz w:val="20"/>
                          <w:szCs w:val="20"/>
                        </w:rPr>
                        <w:t xml:space="preserve"> 2018</w:t>
                      </w:r>
                    </w:p>
                    <w:p w14:paraId="56BA030A" w14:textId="77777777" w:rsidR="00006D6B" w:rsidRPr="00567AFE" w:rsidRDefault="00006D6B" w:rsidP="0067523A">
                      <w:pPr>
                        <w:rPr>
                          <w:rFonts w:ascii="Calibri" w:hAnsi="Calibri"/>
                          <w:b/>
                          <w:color w:val="4F81BD"/>
                          <w:sz w:val="20"/>
                          <w:szCs w:val="20"/>
                        </w:rPr>
                      </w:pPr>
                    </w:p>
                  </w:txbxContent>
                </v:textbox>
                <w10:wrap type="square"/>
              </v:shape>
            </w:pict>
          </mc:Fallback>
        </mc:AlternateContent>
      </w:r>
    </w:p>
    <w:p w14:paraId="39136DED" w14:textId="77777777" w:rsidR="009630EC" w:rsidRPr="000A4BCD" w:rsidRDefault="009630EC" w:rsidP="00065B5D">
      <w:pPr>
        <w:pStyle w:val="TM1"/>
      </w:pPr>
    </w:p>
    <w:p w14:paraId="220E2099" w14:textId="1782D317" w:rsidR="002D4995" w:rsidRPr="00524E15" w:rsidRDefault="003D3A01" w:rsidP="007F7C84">
      <w:pPr>
        <w:autoSpaceDE w:val="0"/>
        <w:autoSpaceDN w:val="0"/>
        <w:adjustRightInd w:val="0"/>
        <w:rPr>
          <w:rFonts w:ascii="Verdana" w:hAnsi="Verdana" w:cs="TTE1C333F8t00"/>
          <w:sz w:val="21"/>
          <w:szCs w:val="21"/>
        </w:rPr>
      </w:pPr>
      <w:r>
        <w:rPr>
          <w:rFonts w:ascii="Verdana" w:hAnsi="Verdana" w:cs="TTE1C333F8t00"/>
          <w:sz w:val="21"/>
          <w:szCs w:val="21"/>
        </w:rPr>
        <w:t xml:space="preserve">Récapitulatif du contenu des </w:t>
      </w:r>
      <w:r w:rsidR="00AD39F0">
        <w:rPr>
          <w:rFonts w:ascii="Verdana" w:hAnsi="Verdana" w:cs="TTE1C333F8t00"/>
          <w:sz w:val="21"/>
          <w:szCs w:val="21"/>
        </w:rPr>
        <w:t>séquences</w:t>
      </w:r>
      <w:r>
        <w:rPr>
          <w:rFonts w:ascii="Verdana" w:hAnsi="Verdana" w:cs="TTE1C333F8t00"/>
          <w:sz w:val="21"/>
          <w:szCs w:val="21"/>
        </w:rPr>
        <w:t xml:space="preserve"> du second jour. A consulter en même temps que le scénario pédagogique</w:t>
      </w:r>
      <w:r w:rsidR="00B24562">
        <w:rPr>
          <w:rFonts w:ascii="Verdana" w:hAnsi="Verdana" w:cs="TTE1C333F8t00"/>
          <w:sz w:val="21"/>
          <w:szCs w:val="21"/>
        </w:rPr>
        <w:t xml:space="preserve"> en annexe.</w:t>
      </w:r>
    </w:p>
    <w:p w14:paraId="13054F13" w14:textId="17910BAD" w:rsidR="007F7C84" w:rsidRPr="007F7C84" w:rsidRDefault="00AD39F0" w:rsidP="007F7C84">
      <w:pPr>
        <w:pStyle w:val="Titre1"/>
      </w:pPr>
      <w:r>
        <w:t>Séquence 8 (facultative)</w:t>
      </w:r>
    </w:p>
    <w:p w14:paraId="69BA70C3" w14:textId="4E6A4F6F" w:rsidR="007F7C84" w:rsidRDefault="00AD39F0" w:rsidP="00224316">
      <w:pPr>
        <w:autoSpaceDE w:val="0"/>
        <w:autoSpaceDN w:val="0"/>
        <w:adjustRightInd w:val="0"/>
        <w:rPr>
          <w:rFonts w:ascii="Verdana" w:hAnsi="Verdana" w:cs="TTE1C333F8t00"/>
          <w:sz w:val="21"/>
          <w:szCs w:val="21"/>
        </w:rPr>
      </w:pPr>
      <w:r w:rsidRPr="00AD39F0">
        <w:rPr>
          <w:rFonts w:ascii="Verdana" w:hAnsi="Verdana" w:cs="TTE1C333F8t00"/>
          <w:sz w:val="21"/>
          <w:szCs w:val="21"/>
        </w:rPr>
        <w:t>Si les démonstrations de</w:t>
      </w:r>
      <w:r>
        <w:rPr>
          <w:rFonts w:ascii="Verdana" w:hAnsi="Verdana" w:cs="TTE1C333F8t00"/>
          <w:sz w:val="21"/>
          <w:szCs w:val="21"/>
        </w:rPr>
        <w:t>s</w:t>
      </w:r>
      <w:r w:rsidRPr="00AD39F0">
        <w:rPr>
          <w:rFonts w:ascii="Verdana" w:hAnsi="Verdana" w:cs="TTE1C333F8t00"/>
          <w:sz w:val="21"/>
          <w:szCs w:val="21"/>
        </w:rPr>
        <w:t xml:space="preserve"> produit</w:t>
      </w:r>
      <w:r>
        <w:rPr>
          <w:rFonts w:ascii="Verdana" w:hAnsi="Verdana" w:cs="TTE1C333F8t00"/>
          <w:sz w:val="21"/>
          <w:szCs w:val="21"/>
        </w:rPr>
        <w:t>s de la veille ne sont pas finalisées</w:t>
      </w:r>
      <w:r w:rsidR="00AB6741">
        <w:rPr>
          <w:rFonts w:ascii="Verdana" w:hAnsi="Verdana" w:cs="TTE1C333F8t00"/>
          <w:sz w:val="21"/>
          <w:szCs w:val="21"/>
        </w:rPr>
        <w:t>, il conviendra d’y consacrer un peu de temps le matin de la dernière journée.</w:t>
      </w:r>
      <w:r w:rsidR="008E340E">
        <w:rPr>
          <w:rFonts w:ascii="Verdana" w:hAnsi="Verdana" w:cs="TTE1C333F8t00"/>
          <w:sz w:val="21"/>
          <w:szCs w:val="21"/>
        </w:rPr>
        <w:t xml:space="preserve"> </w:t>
      </w:r>
    </w:p>
    <w:p w14:paraId="5F76336F" w14:textId="77777777" w:rsidR="00122C1B" w:rsidRDefault="00122C1B" w:rsidP="00224316">
      <w:pPr>
        <w:autoSpaceDE w:val="0"/>
        <w:autoSpaceDN w:val="0"/>
        <w:adjustRightInd w:val="0"/>
        <w:rPr>
          <w:rFonts w:ascii="Verdana" w:hAnsi="Verdana" w:cs="TTE1C333F8t00"/>
          <w:sz w:val="21"/>
          <w:szCs w:val="21"/>
        </w:rPr>
      </w:pPr>
    </w:p>
    <w:p w14:paraId="0E83DDD3" w14:textId="5F121F66" w:rsidR="008E340E" w:rsidRDefault="008E340E" w:rsidP="00224316">
      <w:pPr>
        <w:autoSpaceDE w:val="0"/>
        <w:autoSpaceDN w:val="0"/>
        <w:adjustRightInd w:val="0"/>
        <w:rPr>
          <w:rFonts w:ascii="Verdana" w:hAnsi="Verdana" w:cs="TTE1C333F8t00"/>
          <w:sz w:val="21"/>
          <w:szCs w:val="21"/>
        </w:rPr>
      </w:pPr>
      <w:r>
        <w:rPr>
          <w:rFonts w:ascii="Verdana" w:hAnsi="Verdana" w:cs="TTE1C333F8t00"/>
          <w:sz w:val="21"/>
          <w:szCs w:val="21"/>
        </w:rPr>
        <w:t>Les outils présentés et testés par les stagiaires sont :</w:t>
      </w:r>
    </w:p>
    <w:p w14:paraId="554B6E49" w14:textId="46BFFD6E" w:rsidR="008E340E" w:rsidRDefault="008E340E" w:rsidP="00662FCB">
      <w:pPr>
        <w:pStyle w:val="Paragraphedeliste"/>
        <w:numPr>
          <w:ilvl w:val="0"/>
          <w:numId w:val="8"/>
        </w:numPr>
        <w:autoSpaceDE w:val="0"/>
        <w:autoSpaceDN w:val="0"/>
        <w:adjustRightInd w:val="0"/>
        <w:rPr>
          <w:rFonts w:ascii="Verdana" w:hAnsi="Verdana" w:cs="TTE1C333F8t00"/>
          <w:sz w:val="21"/>
          <w:szCs w:val="21"/>
        </w:rPr>
      </w:pPr>
      <w:proofErr w:type="spellStart"/>
      <w:r>
        <w:rPr>
          <w:rFonts w:ascii="Verdana" w:hAnsi="Verdana" w:cs="TTE1C333F8t00"/>
          <w:sz w:val="21"/>
          <w:szCs w:val="21"/>
        </w:rPr>
        <w:t>Robocopy</w:t>
      </w:r>
      <w:proofErr w:type="spellEnd"/>
      <w:r>
        <w:rPr>
          <w:rFonts w:ascii="Verdana" w:hAnsi="Verdana" w:cs="TTE1C333F8t00"/>
          <w:sz w:val="21"/>
          <w:szCs w:val="21"/>
        </w:rPr>
        <w:t xml:space="preserve"> (copie des fichiers entre support</w:t>
      </w:r>
      <w:r w:rsidR="00122C1B">
        <w:rPr>
          <w:rFonts w:ascii="Verdana" w:hAnsi="Verdana" w:cs="TTE1C333F8t00"/>
          <w:sz w:val="21"/>
          <w:szCs w:val="21"/>
        </w:rPr>
        <w:t>s</w:t>
      </w:r>
      <w:r>
        <w:rPr>
          <w:rFonts w:ascii="Verdana" w:hAnsi="Verdana" w:cs="TTE1C333F8t00"/>
          <w:sz w:val="21"/>
          <w:szCs w:val="21"/>
        </w:rPr>
        <w:t>)</w:t>
      </w:r>
    </w:p>
    <w:p w14:paraId="16059132" w14:textId="2FEB56A3" w:rsidR="008E340E" w:rsidRDefault="00E15FC9" w:rsidP="00662FCB">
      <w:pPr>
        <w:pStyle w:val="Paragraphedeliste"/>
        <w:numPr>
          <w:ilvl w:val="0"/>
          <w:numId w:val="8"/>
        </w:numPr>
        <w:autoSpaceDE w:val="0"/>
        <w:autoSpaceDN w:val="0"/>
        <w:adjustRightInd w:val="0"/>
        <w:rPr>
          <w:rFonts w:ascii="Verdana" w:hAnsi="Verdana" w:cs="TTE1C333F8t00"/>
          <w:sz w:val="21"/>
          <w:szCs w:val="21"/>
        </w:rPr>
      </w:pPr>
      <w:proofErr w:type="spellStart"/>
      <w:r>
        <w:rPr>
          <w:rFonts w:ascii="Verdana" w:hAnsi="Verdana" w:cs="TTE1C333F8t00"/>
          <w:sz w:val="21"/>
          <w:szCs w:val="21"/>
        </w:rPr>
        <w:t>Archifiltre</w:t>
      </w:r>
      <w:proofErr w:type="spellEnd"/>
    </w:p>
    <w:p w14:paraId="726774CB" w14:textId="4317223B" w:rsidR="00E15FC9" w:rsidRDefault="00122051" w:rsidP="00662FCB">
      <w:pPr>
        <w:pStyle w:val="Paragraphedeliste"/>
        <w:numPr>
          <w:ilvl w:val="0"/>
          <w:numId w:val="8"/>
        </w:numPr>
        <w:autoSpaceDE w:val="0"/>
        <w:autoSpaceDN w:val="0"/>
        <w:adjustRightInd w:val="0"/>
        <w:rPr>
          <w:rFonts w:ascii="Verdana" w:hAnsi="Verdana" w:cs="TTE1C333F8t00"/>
          <w:sz w:val="21"/>
          <w:szCs w:val="21"/>
        </w:rPr>
      </w:pPr>
      <w:r>
        <w:rPr>
          <w:rFonts w:ascii="Verdana" w:hAnsi="Verdana" w:cs="TTE1C333F8t00"/>
          <w:sz w:val="21"/>
          <w:szCs w:val="21"/>
        </w:rPr>
        <w:t>Voyant Tools (outil d’analyse sémantique)</w:t>
      </w:r>
    </w:p>
    <w:p w14:paraId="6989195B" w14:textId="233AB800" w:rsidR="00122051" w:rsidRDefault="00EF736B" w:rsidP="00662FCB">
      <w:pPr>
        <w:pStyle w:val="Paragraphedeliste"/>
        <w:numPr>
          <w:ilvl w:val="0"/>
          <w:numId w:val="8"/>
        </w:numPr>
        <w:autoSpaceDE w:val="0"/>
        <w:autoSpaceDN w:val="0"/>
        <w:adjustRightInd w:val="0"/>
        <w:rPr>
          <w:rFonts w:ascii="Verdana" w:hAnsi="Verdana" w:cs="TTE1C333F8t00"/>
          <w:sz w:val="21"/>
          <w:szCs w:val="21"/>
        </w:rPr>
      </w:pPr>
      <w:r>
        <w:rPr>
          <w:rFonts w:ascii="Verdana" w:hAnsi="Verdana" w:cs="TTE1C333F8t00"/>
          <w:sz w:val="21"/>
          <w:szCs w:val="21"/>
        </w:rPr>
        <w:t>Octave</w:t>
      </w:r>
    </w:p>
    <w:p w14:paraId="48A0FCEF" w14:textId="77777777" w:rsidR="00662FCB" w:rsidRDefault="00EF736B" w:rsidP="00EF736B">
      <w:pPr>
        <w:autoSpaceDE w:val="0"/>
        <w:autoSpaceDN w:val="0"/>
        <w:adjustRightInd w:val="0"/>
        <w:rPr>
          <w:rFonts w:ascii="Verdana" w:hAnsi="Verdana" w:cs="TTE1C333F8t00"/>
          <w:sz w:val="21"/>
          <w:szCs w:val="21"/>
        </w:rPr>
      </w:pPr>
      <w:r>
        <w:rPr>
          <w:rFonts w:ascii="Verdana" w:hAnsi="Verdana" w:cs="TTE1C333F8t00"/>
          <w:sz w:val="21"/>
          <w:szCs w:val="21"/>
        </w:rPr>
        <w:t xml:space="preserve">Typiquement, cette séquence pourrait être l’occasion </w:t>
      </w:r>
      <w:r w:rsidR="00662FCB">
        <w:rPr>
          <w:rFonts w:ascii="Verdana" w:hAnsi="Verdana" w:cs="TTE1C333F8t00"/>
          <w:sz w:val="21"/>
          <w:szCs w:val="21"/>
        </w:rPr>
        <w:t>d’aborder :</w:t>
      </w:r>
      <w:r>
        <w:rPr>
          <w:rFonts w:ascii="Verdana" w:hAnsi="Verdana" w:cs="TTE1C333F8t00"/>
          <w:sz w:val="21"/>
          <w:szCs w:val="21"/>
        </w:rPr>
        <w:t xml:space="preserve"> </w:t>
      </w:r>
    </w:p>
    <w:p w14:paraId="6AF530D2" w14:textId="57DFF9BE" w:rsidR="00662FCB" w:rsidRDefault="00662FCB" w:rsidP="00662FCB">
      <w:pPr>
        <w:pStyle w:val="Paragraphedeliste"/>
        <w:numPr>
          <w:ilvl w:val="0"/>
          <w:numId w:val="9"/>
        </w:numPr>
        <w:autoSpaceDE w:val="0"/>
        <w:autoSpaceDN w:val="0"/>
        <w:adjustRightInd w:val="0"/>
        <w:rPr>
          <w:rFonts w:ascii="Verdana" w:hAnsi="Verdana" w:cs="TTE1C333F8t00"/>
          <w:sz w:val="21"/>
          <w:szCs w:val="21"/>
        </w:rPr>
      </w:pPr>
      <w:r w:rsidRPr="00662FCB">
        <w:rPr>
          <w:rFonts w:ascii="Verdana" w:hAnsi="Verdana" w:cs="TTE1C333F8t00"/>
          <w:sz w:val="21"/>
          <w:szCs w:val="21"/>
        </w:rPr>
        <w:t>La gestion des éliminations et des restitutions</w:t>
      </w:r>
      <w:r w:rsidR="009879A4">
        <w:rPr>
          <w:rFonts w:ascii="Verdana" w:hAnsi="Verdana" w:cs="TTE1C333F8t00"/>
          <w:sz w:val="21"/>
          <w:szCs w:val="21"/>
        </w:rPr>
        <w:t xml:space="preserve"> </w:t>
      </w:r>
      <w:r w:rsidR="00DD60C6">
        <w:rPr>
          <w:rFonts w:ascii="Verdana" w:hAnsi="Verdana" w:cs="TTE1C333F8t00"/>
          <w:sz w:val="21"/>
          <w:szCs w:val="21"/>
        </w:rPr>
        <w:t>+</w:t>
      </w:r>
      <w:r w:rsidR="00CE1197">
        <w:rPr>
          <w:rFonts w:ascii="Verdana" w:hAnsi="Verdana" w:cs="TTE1C333F8t00"/>
          <w:sz w:val="21"/>
          <w:szCs w:val="21"/>
        </w:rPr>
        <w:t xml:space="preserve"> Bordereaux</w:t>
      </w:r>
    </w:p>
    <w:p w14:paraId="02C0BC94" w14:textId="133BF1BB" w:rsidR="00662FCB" w:rsidRDefault="00662FCB" w:rsidP="00662FCB">
      <w:pPr>
        <w:pStyle w:val="Paragraphedeliste"/>
        <w:numPr>
          <w:ilvl w:val="0"/>
          <w:numId w:val="9"/>
        </w:numPr>
        <w:autoSpaceDE w:val="0"/>
        <w:autoSpaceDN w:val="0"/>
        <w:adjustRightInd w:val="0"/>
        <w:rPr>
          <w:rFonts w:ascii="Verdana" w:hAnsi="Verdana" w:cs="TTE1C333F8t00"/>
          <w:sz w:val="21"/>
          <w:szCs w:val="21"/>
        </w:rPr>
      </w:pPr>
      <w:r>
        <w:rPr>
          <w:rFonts w:ascii="Verdana" w:hAnsi="Verdana" w:cs="TTE1C333F8t00"/>
          <w:sz w:val="21"/>
          <w:szCs w:val="21"/>
        </w:rPr>
        <w:t>Les exports EAD</w:t>
      </w:r>
    </w:p>
    <w:p w14:paraId="1EB1A375" w14:textId="667AFB54" w:rsidR="00EF736B" w:rsidRPr="00662FCB" w:rsidRDefault="00662FCB" w:rsidP="00662FCB">
      <w:pPr>
        <w:pStyle w:val="Paragraphedeliste"/>
        <w:numPr>
          <w:ilvl w:val="0"/>
          <w:numId w:val="9"/>
        </w:numPr>
        <w:autoSpaceDE w:val="0"/>
        <w:autoSpaceDN w:val="0"/>
        <w:adjustRightInd w:val="0"/>
        <w:rPr>
          <w:rFonts w:ascii="Verdana" w:hAnsi="Verdana" w:cs="TTE1C333F8t00"/>
          <w:sz w:val="21"/>
          <w:szCs w:val="21"/>
        </w:rPr>
      </w:pPr>
      <w:r>
        <w:rPr>
          <w:rFonts w:ascii="Verdana" w:hAnsi="Verdana" w:cs="TTE1C333F8t00"/>
          <w:sz w:val="21"/>
          <w:szCs w:val="21"/>
        </w:rPr>
        <w:t>L</w:t>
      </w:r>
      <w:r w:rsidR="00EF736B" w:rsidRPr="00662FCB">
        <w:rPr>
          <w:rFonts w:ascii="Verdana" w:hAnsi="Verdana" w:cs="TTE1C333F8t00"/>
          <w:sz w:val="21"/>
          <w:szCs w:val="21"/>
        </w:rPr>
        <w:t>es exports de SIP</w:t>
      </w:r>
      <w:r w:rsidR="007F6EFB">
        <w:rPr>
          <w:rFonts w:ascii="Verdana" w:hAnsi="Verdana" w:cs="TTE1C333F8t00"/>
          <w:sz w:val="21"/>
          <w:szCs w:val="21"/>
        </w:rPr>
        <w:t xml:space="preserve"> (sans entrer dans les détails)</w:t>
      </w:r>
    </w:p>
    <w:p w14:paraId="3084D317" w14:textId="1BBE9888" w:rsidR="00224316" w:rsidRDefault="00D42036" w:rsidP="00224316">
      <w:pPr>
        <w:pStyle w:val="Titre1"/>
      </w:pPr>
      <w:r>
        <w:t xml:space="preserve">Séquence 9 </w:t>
      </w:r>
    </w:p>
    <w:p w14:paraId="79EE6322" w14:textId="3780F80C" w:rsidR="00056877" w:rsidRPr="00B42EB1" w:rsidRDefault="00822DD3" w:rsidP="00B42EB1">
      <w:pPr>
        <w:autoSpaceDE w:val="0"/>
        <w:autoSpaceDN w:val="0"/>
        <w:adjustRightInd w:val="0"/>
        <w:rPr>
          <w:rFonts w:ascii="Verdana" w:hAnsi="Verdana" w:cs="TTE1C333F8t00"/>
          <w:sz w:val="21"/>
          <w:szCs w:val="21"/>
        </w:rPr>
      </w:pPr>
      <w:r w:rsidRPr="00B42EB1">
        <w:rPr>
          <w:rFonts w:ascii="Verdana" w:hAnsi="Verdana" w:cs="TTE1C333F8t00"/>
          <w:sz w:val="21"/>
          <w:szCs w:val="21"/>
        </w:rPr>
        <w:t xml:space="preserve">Séquence d’1h30 à adapter en fonction de la précédente, le but est de montrer aux stagiaires qu’ils ne traitent pas le vrac </w:t>
      </w:r>
      <w:r w:rsidR="00DC2130" w:rsidRPr="00B42EB1">
        <w:rPr>
          <w:rFonts w:ascii="Verdana" w:hAnsi="Verdana" w:cs="TTE1C333F8t00"/>
          <w:sz w:val="21"/>
          <w:szCs w:val="21"/>
        </w:rPr>
        <w:t xml:space="preserve">inutilement et qu’avec de bons outils interopérables, </w:t>
      </w:r>
      <w:r w:rsidR="00E83437" w:rsidRPr="00B42EB1">
        <w:rPr>
          <w:rFonts w:ascii="Verdana" w:hAnsi="Verdana" w:cs="TTE1C333F8t00"/>
          <w:sz w:val="21"/>
          <w:szCs w:val="21"/>
        </w:rPr>
        <w:t>leurs travaux pourront être valorisés (vision optimiste du métier).</w:t>
      </w:r>
    </w:p>
    <w:p w14:paraId="18101F32" w14:textId="7EE6BA6E" w:rsidR="000D5DA6" w:rsidRDefault="000D5DA6" w:rsidP="00056877"/>
    <w:p w14:paraId="6362E8EF" w14:textId="2D651FDA" w:rsidR="00FC31D3" w:rsidRDefault="009C0281" w:rsidP="00A014D4">
      <w:pPr>
        <w:pStyle w:val="Paragraphedeliste"/>
        <w:numPr>
          <w:ilvl w:val="0"/>
          <w:numId w:val="16"/>
        </w:numPr>
        <w:autoSpaceDE w:val="0"/>
        <w:autoSpaceDN w:val="0"/>
        <w:adjustRightInd w:val="0"/>
        <w:rPr>
          <w:rFonts w:ascii="Verdana" w:hAnsi="Verdana" w:cs="TTE1C333F8t00"/>
          <w:sz w:val="21"/>
          <w:szCs w:val="21"/>
        </w:rPr>
      </w:pPr>
      <w:r w:rsidRPr="00B42EB1">
        <w:rPr>
          <w:rFonts w:ascii="Verdana" w:hAnsi="Verdana" w:cs="TTE1C333F8t00"/>
          <w:sz w:val="21"/>
          <w:szCs w:val="21"/>
        </w:rPr>
        <w:t xml:space="preserve">Rappeler rapidement ce qu’est OAIS </w:t>
      </w:r>
      <w:r w:rsidR="00190D72" w:rsidRPr="00B42EB1">
        <w:rPr>
          <w:rFonts w:ascii="Verdana" w:hAnsi="Verdana" w:cs="TTE1C333F8t00"/>
          <w:sz w:val="21"/>
          <w:szCs w:val="21"/>
        </w:rPr>
        <w:t xml:space="preserve">(reprendre nos slides du SHERPA tour) : lisibilité, intelligibilité, </w:t>
      </w:r>
      <w:r w:rsidR="00395A78" w:rsidRPr="00B42EB1">
        <w:rPr>
          <w:rFonts w:ascii="Verdana" w:hAnsi="Verdana" w:cs="TTE1C333F8t00"/>
          <w:sz w:val="21"/>
          <w:szCs w:val="21"/>
        </w:rPr>
        <w:t>intégrité et traçabilité -&gt; tous ces besoins sont pris en charge par OCTAVE.</w:t>
      </w:r>
    </w:p>
    <w:p w14:paraId="1B83B082" w14:textId="77777777" w:rsidR="00A014D4" w:rsidRPr="00A014D4" w:rsidRDefault="00A014D4" w:rsidP="00A014D4">
      <w:pPr>
        <w:pStyle w:val="Paragraphedeliste"/>
        <w:autoSpaceDE w:val="0"/>
        <w:autoSpaceDN w:val="0"/>
        <w:adjustRightInd w:val="0"/>
        <w:rPr>
          <w:rFonts w:ascii="Verdana" w:hAnsi="Verdana" w:cs="TTE1C333F8t00"/>
          <w:sz w:val="21"/>
          <w:szCs w:val="21"/>
        </w:rPr>
      </w:pPr>
    </w:p>
    <w:p w14:paraId="268531A5" w14:textId="27FE4FF3" w:rsidR="00CB4B97" w:rsidRDefault="00C702E2" w:rsidP="00B42EB1">
      <w:pPr>
        <w:pStyle w:val="Paragraphedeliste"/>
        <w:numPr>
          <w:ilvl w:val="0"/>
          <w:numId w:val="16"/>
        </w:numPr>
        <w:autoSpaceDE w:val="0"/>
        <w:autoSpaceDN w:val="0"/>
        <w:adjustRightInd w:val="0"/>
        <w:rPr>
          <w:rFonts w:ascii="Verdana" w:hAnsi="Verdana" w:cs="TTE1C333F8t00"/>
          <w:sz w:val="21"/>
          <w:szCs w:val="21"/>
        </w:rPr>
      </w:pPr>
      <w:r w:rsidRPr="00B42EB1">
        <w:rPr>
          <w:rFonts w:ascii="Verdana" w:hAnsi="Verdana" w:cs="TTE1C333F8t00"/>
          <w:sz w:val="21"/>
          <w:szCs w:val="21"/>
        </w:rPr>
        <w:t>Rappeler rapidement ce qu’est SEDA (a minima la transaction de transfert, montrer qu</w:t>
      </w:r>
      <w:r w:rsidR="004355A8" w:rsidRPr="00B42EB1">
        <w:rPr>
          <w:rFonts w:ascii="Verdana" w:hAnsi="Verdana" w:cs="TTE1C333F8t00"/>
          <w:sz w:val="21"/>
          <w:szCs w:val="21"/>
        </w:rPr>
        <w:t xml:space="preserve">e la transaction électronique est comparable au versement papier) et indiquer qu’il existe 2 versions </w:t>
      </w:r>
      <w:r w:rsidR="00E213AC" w:rsidRPr="00B42EB1">
        <w:rPr>
          <w:rFonts w:ascii="Verdana" w:hAnsi="Verdana" w:cs="TTE1C333F8t00"/>
          <w:sz w:val="21"/>
          <w:szCs w:val="21"/>
        </w:rPr>
        <w:t xml:space="preserve">supportées par OCTAVE -&gt; </w:t>
      </w:r>
      <w:proofErr w:type="spellStart"/>
      <w:r w:rsidR="00E213AC" w:rsidRPr="00B42EB1">
        <w:rPr>
          <w:rFonts w:ascii="Verdana" w:hAnsi="Verdana" w:cs="TTE1C333F8t00"/>
          <w:sz w:val="21"/>
          <w:szCs w:val="21"/>
        </w:rPr>
        <w:t>As@lae</w:t>
      </w:r>
      <w:proofErr w:type="spellEnd"/>
      <w:r w:rsidR="00E213AC" w:rsidRPr="00B42EB1">
        <w:rPr>
          <w:rFonts w:ascii="Verdana" w:hAnsi="Verdana" w:cs="TTE1C333F8t00"/>
          <w:sz w:val="21"/>
          <w:szCs w:val="21"/>
        </w:rPr>
        <w:t xml:space="preserve"> et VITAM par exemple.</w:t>
      </w:r>
      <w:r w:rsidR="00BB24F0" w:rsidRPr="00B42EB1">
        <w:rPr>
          <w:rFonts w:ascii="Verdana" w:hAnsi="Verdana" w:cs="TTE1C333F8t00"/>
          <w:sz w:val="21"/>
          <w:szCs w:val="21"/>
        </w:rPr>
        <w:t xml:space="preserve"> </w:t>
      </w:r>
    </w:p>
    <w:p w14:paraId="624DD579" w14:textId="77777777" w:rsidR="005050B7" w:rsidRDefault="005050B7" w:rsidP="005050B7">
      <w:pPr>
        <w:pStyle w:val="Paragraphedeliste"/>
        <w:autoSpaceDE w:val="0"/>
        <w:autoSpaceDN w:val="0"/>
        <w:adjustRightInd w:val="0"/>
        <w:rPr>
          <w:rFonts w:ascii="Verdana" w:hAnsi="Verdana" w:cs="TTE1C333F8t00"/>
          <w:sz w:val="21"/>
          <w:szCs w:val="21"/>
        </w:rPr>
      </w:pPr>
    </w:p>
    <w:p w14:paraId="682C4231" w14:textId="77777777" w:rsidR="005050B7" w:rsidRPr="00B42EB1" w:rsidRDefault="005050B7" w:rsidP="005050B7">
      <w:pPr>
        <w:pStyle w:val="Paragraphedeliste"/>
        <w:numPr>
          <w:ilvl w:val="0"/>
          <w:numId w:val="16"/>
        </w:numPr>
        <w:autoSpaceDE w:val="0"/>
        <w:autoSpaceDN w:val="0"/>
        <w:adjustRightInd w:val="0"/>
        <w:rPr>
          <w:rFonts w:ascii="Verdana" w:hAnsi="Verdana" w:cs="TTE1C333F8t00"/>
          <w:sz w:val="21"/>
          <w:szCs w:val="21"/>
        </w:rPr>
      </w:pPr>
      <w:r w:rsidRPr="00B42EB1">
        <w:rPr>
          <w:rFonts w:ascii="Verdana" w:hAnsi="Verdana" w:cs="TTE1C333F8t00"/>
          <w:sz w:val="21"/>
          <w:szCs w:val="21"/>
        </w:rPr>
        <w:t>Rappeler que l’on peut faire de l’archivage sans SAE (les paquets OCTAVE sont autoporteurs et contiennent tous les attributs nécessaires à la pérennisation).</w:t>
      </w:r>
    </w:p>
    <w:p w14:paraId="04F43768" w14:textId="77777777" w:rsidR="005050B7" w:rsidRPr="00B42EB1" w:rsidRDefault="005050B7" w:rsidP="005050B7">
      <w:pPr>
        <w:pStyle w:val="Paragraphedeliste"/>
        <w:numPr>
          <w:ilvl w:val="0"/>
          <w:numId w:val="16"/>
        </w:numPr>
        <w:autoSpaceDE w:val="0"/>
        <w:autoSpaceDN w:val="0"/>
        <w:adjustRightInd w:val="0"/>
        <w:rPr>
          <w:rFonts w:ascii="Verdana" w:hAnsi="Verdana" w:cs="TTE1C333F8t00"/>
          <w:sz w:val="21"/>
          <w:szCs w:val="21"/>
        </w:rPr>
      </w:pPr>
      <w:r w:rsidRPr="00B42EB1">
        <w:rPr>
          <w:rFonts w:ascii="Verdana" w:hAnsi="Verdana" w:cs="TTE1C333F8t00"/>
          <w:sz w:val="21"/>
          <w:szCs w:val="21"/>
        </w:rPr>
        <w:t>Rappeler rapidement ce qu’est EAD (déclinaison technique d’ISAD(G)) et intégrer un IR OCTAVE dans un SIA.</w:t>
      </w:r>
    </w:p>
    <w:p w14:paraId="5FFD662C" w14:textId="77777777" w:rsidR="005050B7" w:rsidRPr="005050B7" w:rsidRDefault="005050B7" w:rsidP="005050B7">
      <w:pPr>
        <w:autoSpaceDE w:val="0"/>
        <w:autoSpaceDN w:val="0"/>
        <w:adjustRightInd w:val="0"/>
        <w:rPr>
          <w:rFonts w:ascii="Verdana" w:hAnsi="Verdana" w:cs="TTE1C333F8t00"/>
          <w:sz w:val="21"/>
          <w:szCs w:val="21"/>
        </w:rPr>
      </w:pPr>
    </w:p>
    <w:p w14:paraId="3B600A50" w14:textId="56C5DBA6" w:rsidR="00CB4B97" w:rsidRDefault="00CB4B97" w:rsidP="00F03270">
      <w:pPr>
        <w:pStyle w:val="Titre2"/>
      </w:pPr>
      <w:r>
        <w:t xml:space="preserve">Intégration d’un IR dans </w:t>
      </w:r>
      <w:r w:rsidR="00F03270">
        <w:t>un SIA</w:t>
      </w:r>
    </w:p>
    <w:p w14:paraId="795E6DE2" w14:textId="720D280A" w:rsidR="0087782B" w:rsidRPr="00EB19A1" w:rsidRDefault="00F9412C" w:rsidP="00EB19A1">
      <w:pPr>
        <w:autoSpaceDE w:val="0"/>
        <w:autoSpaceDN w:val="0"/>
        <w:adjustRightInd w:val="0"/>
        <w:rPr>
          <w:rFonts w:ascii="Verdana" w:hAnsi="Verdana" w:cs="TTE1C333F8t00"/>
          <w:sz w:val="21"/>
          <w:szCs w:val="21"/>
        </w:rPr>
      </w:pPr>
      <w:r w:rsidRPr="00EB19A1">
        <w:rPr>
          <w:rFonts w:ascii="Verdana" w:hAnsi="Verdana" w:cs="TTE1C333F8t00"/>
          <w:sz w:val="21"/>
          <w:szCs w:val="21"/>
        </w:rPr>
        <w:t>Présenter rapidement le produit ICA Atom</w:t>
      </w:r>
      <w:r w:rsidR="0087782B" w:rsidRPr="00EB19A1">
        <w:rPr>
          <w:rFonts w:ascii="Verdana" w:hAnsi="Verdana" w:cs="TTE1C333F8t00"/>
          <w:sz w:val="21"/>
          <w:szCs w:val="21"/>
        </w:rPr>
        <w:t>.</w:t>
      </w:r>
    </w:p>
    <w:p w14:paraId="7F884073" w14:textId="06375258" w:rsidR="00F03270" w:rsidRPr="00EB19A1" w:rsidRDefault="00736CC8" w:rsidP="00EB19A1">
      <w:pPr>
        <w:autoSpaceDE w:val="0"/>
        <w:autoSpaceDN w:val="0"/>
        <w:adjustRightInd w:val="0"/>
        <w:rPr>
          <w:rFonts w:ascii="Verdana" w:hAnsi="Verdana" w:cs="TTE1C333F8t00"/>
          <w:sz w:val="21"/>
          <w:szCs w:val="21"/>
        </w:rPr>
      </w:pPr>
      <w:r w:rsidRPr="00EB19A1">
        <w:rPr>
          <w:rFonts w:ascii="Verdana" w:hAnsi="Verdana" w:cs="TTE1C333F8t00"/>
          <w:sz w:val="21"/>
          <w:szCs w:val="21"/>
        </w:rPr>
        <w:t>Utiliser la plateforme de démo de ICA Atom</w:t>
      </w:r>
      <w:r w:rsidR="00527AE3" w:rsidRPr="00EB19A1">
        <w:rPr>
          <w:rFonts w:ascii="Verdana" w:hAnsi="Verdana" w:cs="TTE1C333F8t00"/>
          <w:sz w:val="21"/>
          <w:szCs w:val="21"/>
        </w:rPr>
        <w:t xml:space="preserve"> (voir les informations de connexion dans le readme.txt en annexe).</w:t>
      </w:r>
    </w:p>
    <w:p w14:paraId="587ADD11" w14:textId="5CD6C7A7" w:rsidR="003B70A9" w:rsidRDefault="003B70A9" w:rsidP="00F03270"/>
    <w:p w14:paraId="36B6328D" w14:textId="06BE1FBF" w:rsidR="00B468EB" w:rsidRDefault="00B468EB" w:rsidP="00F03270"/>
    <w:p w14:paraId="46D491AB" w14:textId="63E51833" w:rsidR="00B468EB" w:rsidRDefault="00B468EB" w:rsidP="00F03270"/>
    <w:p w14:paraId="66DE3684" w14:textId="75DE458F" w:rsidR="00B468EB" w:rsidRDefault="00B468EB" w:rsidP="00F03270"/>
    <w:p w14:paraId="6B1F7675" w14:textId="31105BEB" w:rsidR="00B468EB" w:rsidRDefault="00B468EB" w:rsidP="00F03270"/>
    <w:p w14:paraId="5BA3121F" w14:textId="77777777" w:rsidR="00B468EB" w:rsidRDefault="00B468EB" w:rsidP="00F03270"/>
    <w:p w14:paraId="77E58A0F" w14:textId="7B7544A1" w:rsidR="00B468EB" w:rsidRPr="00FB78AF" w:rsidRDefault="00B468EB" w:rsidP="00FB78AF">
      <w:pPr>
        <w:pStyle w:val="Paragraphedeliste"/>
        <w:numPr>
          <w:ilvl w:val="0"/>
          <w:numId w:val="17"/>
        </w:numPr>
        <w:autoSpaceDE w:val="0"/>
        <w:autoSpaceDN w:val="0"/>
        <w:adjustRightInd w:val="0"/>
        <w:rPr>
          <w:rFonts w:ascii="Verdana" w:hAnsi="Verdana" w:cs="TTE1C333F8t00"/>
          <w:sz w:val="21"/>
          <w:szCs w:val="21"/>
        </w:rPr>
      </w:pPr>
      <w:r w:rsidRPr="00FB78AF">
        <w:rPr>
          <w:rFonts w:ascii="Verdana" w:hAnsi="Verdana" w:cs="TTE1C333F8t00"/>
          <w:sz w:val="21"/>
          <w:szCs w:val="21"/>
        </w:rPr>
        <w:t>S’authentifier sur la plateforme</w:t>
      </w:r>
    </w:p>
    <w:p w14:paraId="77B2F35C" w14:textId="0D8DF5D4" w:rsidR="00B468EB" w:rsidRDefault="00B468EB" w:rsidP="00B468EB">
      <w:pPr>
        <w:jc w:val="center"/>
      </w:pPr>
      <w:r>
        <w:rPr>
          <w:noProof/>
        </w:rPr>
        <w:drawing>
          <wp:inline distT="0" distB="0" distL="0" distR="0" wp14:anchorId="07B4627F" wp14:editId="4D7A5C9D">
            <wp:extent cx="1677027" cy="1614115"/>
            <wp:effectExtent l="19050" t="19050" r="19050" b="2476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8399" cy="1653935"/>
                    </a:xfrm>
                    <a:prstGeom prst="rect">
                      <a:avLst/>
                    </a:prstGeom>
                    <a:noFill/>
                    <a:ln>
                      <a:solidFill>
                        <a:schemeClr val="tx1"/>
                      </a:solidFill>
                    </a:ln>
                  </pic:spPr>
                </pic:pic>
              </a:graphicData>
            </a:graphic>
          </wp:inline>
        </w:drawing>
      </w:r>
    </w:p>
    <w:p w14:paraId="1A1C7F1D" w14:textId="229A1C07" w:rsidR="00B468EB" w:rsidRPr="00FB78AF" w:rsidRDefault="009A24A0" w:rsidP="00FB78AF">
      <w:pPr>
        <w:pStyle w:val="Paragraphedeliste"/>
        <w:numPr>
          <w:ilvl w:val="0"/>
          <w:numId w:val="17"/>
        </w:numPr>
        <w:autoSpaceDE w:val="0"/>
        <w:autoSpaceDN w:val="0"/>
        <w:adjustRightInd w:val="0"/>
        <w:rPr>
          <w:rFonts w:ascii="Verdana" w:hAnsi="Verdana" w:cs="TTE1C333F8t00"/>
          <w:sz w:val="21"/>
          <w:szCs w:val="21"/>
        </w:rPr>
      </w:pPr>
      <w:r w:rsidRPr="00FB78AF">
        <w:rPr>
          <w:rFonts w:ascii="Verdana" w:hAnsi="Verdana" w:cs="TTE1C333F8t00"/>
          <w:sz w:val="21"/>
          <w:szCs w:val="21"/>
        </w:rPr>
        <w:t xml:space="preserve">Montrer rapidement à quoi ressemble le fichier XML en sortie d’Octave en présentant </w:t>
      </w:r>
      <w:r w:rsidR="00CE5080" w:rsidRPr="00FB78AF">
        <w:rPr>
          <w:rFonts w:ascii="Verdana" w:hAnsi="Verdana" w:cs="TTE1C333F8t00"/>
          <w:sz w:val="21"/>
          <w:szCs w:val="21"/>
        </w:rPr>
        <w:t>l’arborescence</w:t>
      </w:r>
      <w:r w:rsidR="0032559A" w:rsidRPr="00FB78AF">
        <w:rPr>
          <w:rFonts w:ascii="Verdana" w:hAnsi="Verdana" w:cs="TTE1C333F8t00"/>
          <w:sz w:val="21"/>
          <w:szCs w:val="21"/>
        </w:rPr>
        <w:t xml:space="preserve"> puis</w:t>
      </w:r>
      <w:r w:rsidR="00CE5080" w:rsidRPr="00FB78AF">
        <w:rPr>
          <w:rFonts w:ascii="Verdana" w:hAnsi="Verdana" w:cs="TTE1C333F8t00"/>
          <w:sz w:val="21"/>
          <w:szCs w:val="21"/>
        </w:rPr>
        <w:t xml:space="preserve"> </w:t>
      </w:r>
      <w:r w:rsidR="0032559A" w:rsidRPr="00FB78AF">
        <w:rPr>
          <w:rFonts w:ascii="Verdana" w:hAnsi="Verdana" w:cs="TTE1C333F8t00"/>
          <w:sz w:val="21"/>
          <w:szCs w:val="21"/>
        </w:rPr>
        <w:t>p</w:t>
      </w:r>
      <w:r w:rsidR="009E2929" w:rsidRPr="00FB78AF">
        <w:rPr>
          <w:rFonts w:ascii="Verdana" w:hAnsi="Verdana" w:cs="TTE1C333F8t00"/>
          <w:sz w:val="21"/>
          <w:szCs w:val="21"/>
        </w:rPr>
        <w:t>rocéder à l’import de l’IR OCTAVE</w:t>
      </w:r>
    </w:p>
    <w:p w14:paraId="4E67FA79" w14:textId="6CBBD9EA" w:rsidR="0051598B" w:rsidRDefault="00B87C04" w:rsidP="005A2DB6">
      <w:pPr>
        <w:jc w:val="center"/>
      </w:pPr>
      <w:r>
        <w:rPr>
          <w:noProof/>
        </w:rPr>
        <w:drawing>
          <wp:inline distT="0" distB="0" distL="0" distR="0" wp14:anchorId="368264EE" wp14:editId="100EFE21">
            <wp:extent cx="2361537" cy="1403472"/>
            <wp:effectExtent l="19050" t="19050" r="20320" b="2540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8142" cy="1419283"/>
                    </a:xfrm>
                    <a:prstGeom prst="rect">
                      <a:avLst/>
                    </a:prstGeom>
                    <a:noFill/>
                    <a:ln>
                      <a:solidFill>
                        <a:schemeClr val="tx1"/>
                      </a:solidFill>
                    </a:ln>
                  </pic:spPr>
                </pic:pic>
              </a:graphicData>
            </a:graphic>
          </wp:inline>
        </w:drawing>
      </w:r>
      <w:r w:rsidR="0051598B">
        <w:rPr>
          <w:noProof/>
        </w:rPr>
        <w:drawing>
          <wp:inline distT="0" distB="0" distL="0" distR="0" wp14:anchorId="1CA9C188" wp14:editId="5C242525">
            <wp:extent cx="5748655" cy="1987550"/>
            <wp:effectExtent l="19050" t="19050" r="23495" b="1270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48655" cy="1987550"/>
                    </a:xfrm>
                    <a:prstGeom prst="rect">
                      <a:avLst/>
                    </a:prstGeom>
                    <a:noFill/>
                    <a:ln>
                      <a:solidFill>
                        <a:schemeClr val="tx1"/>
                      </a:solidFill>
                    </a:ln>
                  </pic:spPr>
                </pic:pic>
              </a:graphicData>
            </a:graphic>
          </wp:inline>
        </w:drawing>
      </w:r>
    </w:p>
    <w:p w14:paraId="00AB9B7B" w14:textId="64C9951A" w:rsidR="000E600D" w:rsidRPr="00FB78AF" w:rsidRDefault="000E600D" w:rsidP="00FB78AF">
      <w:pPr>
        <w:pStyle w:val="Paragraphedeliste"/>
        <w:numPr>
          <w:ilvl w:val="0"/>
          <w:numId w:val="17"/>
        </w:numPr>
        <w:autoSpaceDE w:val="0"/>
        <w:autoSpaceDN w:val="0"/>
        <w:adjustRightInd w:val="0"/>
        <w:rPr>
          <w:rFonts w:ascii="Verdana" w:hAnsi="Verdana" w:cs="TTE1C333F8t00"/>
          <w:sz w:val="21"/>
          <w:szCs w:val="21"/>
        </w:rPr>
      </w:pPr>
      <w:r w:rsidRPr="00FB78AF">
        <w:rPr>
          <w:rFonts w:ascii="Verdana" w:hAnsi="Verdana" w:cs="TTE1C333F8t00"/>
          <w:sz w:val="21"/>
          <w:szCs w:val="21"/>
        </w:rPr>
        <w:t>Naviguer dans l’arborescence pour montrer le</w:t>
      </w:r>
      <w:r w:rsidR="00517F26" w:rsidRPr="00FB78AF">
        <w:rPr>
          <w:rFonts w:ascii="Verdana" w:hAnsi="Verdana" w:cs="TTE1C333F8t00"/>
          <w:sz w:val="21"/>
          <w:szCs w:val="21"/>
        </w:rPr>
        <w:t xml:space="preserve"> plan de classement issu d’OCTAVE</w:t>
      </w:r>
      <w:r w:rsidR="005A2DB6" w:rsidRPr="00FB78AF">
        <w:rPr>
          <w:rFonts w:ascii="Verdana" w:hAnsi="Verdana" w:cs="TTE1C333F8t00"/>
          <w:sz w:val="21"/>
          <w:szCs w:val="21"/>
        </w:rPr>
        <w:t xml:space="preserve"> et montrer une recherche. </w:t>
      </w:r>
    </w:p>
    <w:p w14:paraId="0005D643" w14:textId="6C365FA5" w:rsidR="00517F26" w:rsidRPr="00F03270" w:rsidRDefault="005A2DB6" w:rsidP="00517F26">
      <w:pPr>
        <w:pStyle w:val="Paragraphedeliste"/>
        <w:jc w:val="left"/>
      </w:pPr>
      <w:r>
        <w:rPr>
          <w:noProof/>
        </w:rPr>
        <w:lastRenderedPageBreak/>
        <w:drawing>
          <wp:inline distT="0" distB="0" distL="0" distR="0" wp14:anchorId="5B30B736" wp14:editId="471C641A">
            <wp:extent cx="4333461" cy="2202383"/>
            <wp:effectExtent l="19050" t="19050" r="10160" b="2667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37521" cy="2204446"/>
                    </a:xfrm>
                    <a:prstGeom prst="rect">
                      <a:avLst/>
                    </a:prstGeom>
                    <a:noFill/>
                    <a:ln>
                      <a:solidFill>
                        <a:schemeClr val="tx1"/>
                      </a:solidFill>
                    </a:ln>
                  </pic:spPr>
                </pic:pic>
              </a:graphicData>
            </a:graphic>
          </wp:inline>
        </w:drawing>
      </w:r>
    </w:p>
    <w:p w14:paraId="4F637EA3" w14:textId="76941E23" w:rsidR="00224316" w:rsidRPr="00224316" w:rsidRDefault="0065182A" w:rsidP="0065182A">
      <w:pPr>
        <w:pStyle w:val="Titre2"/>
      </w:pPr>
      <w:r>
        <w:t>Transfert dans As@lae</w:t>
      </w:r>
    </w:p>
    <w:p w14:paraId="14FBBCC0" w14:textId="1690EA23" w:rsidR="0065182A" w:rsidRPr="005A666E" w:rsidRDefault="0065182A" w:rsidP="005A666E">
      <w:pPr>
        <w:autoSpaceDE w:val="0"/>
        <w:autoSpaceDN w:val="0"/>
        <w:adjustRightInd w:val="0"/>
        <w:rPr>
          <w:rFonts w:ascii="Verdana" w:hAnsi="Verdana" w:cs="TTE1C333F8t00"/>
          <w:sz w:val="21"/>
          <w:szCs w:val="21"/>
        </w:rPr>
      </w:pPr>
      <w:bookmarkStart w:id="1" w:name="_Toc296076534"/>
      <w:bookmarkStart w:id="2" w:name="_Toc355027141"/>
      <w:bookmarkEnd w:id="1"/>
      <w:bookmarkEnd w:id="2"/>
      <w:r w:rsidRPr="005A666E">
        <w:rPr>
          <w:rFonts w:ascii="Verdana" w:hAnsi="Verdana" w:cs="TTE1C333F8t00"/>
          <w:sz w:val="21"/>
          <w:szCs w:val="21"/>
        </w:rPr>
        <w:t xml:space="preserve">Présenter rapidement le produit </w:t>
      </w:r>
      <w:proofErr w:type="spellStart"/>
      <w:r w:rsidRPr="005A666E">
        <w:rPr>
          <w:rFonts w:ascii="Verdana" w:hAnsi="Verdana" w:cs="TTE1C333F8t00"/>
          <w:sz w:val="21"/>
          <w:szCs w:val="21"/>
        </w:rPr>
        <w:t>As@lae</w:t>
      </w:r>
      <w:proofErr w:type="spellEnd"/>
      <w:r w:rsidRPr="005A666E">
        <w:rPr>
          <w:rFonts w:ascii="Verdana" w:hAnsi="Verdana" w:cs="TTE1C333F8t00"/>
          <w:sz w:val="21"/>
          <w:szCs w:val="21"/>
        </w:rPr>
        <w:t xml:space="preserve"> =&gt; produit web</w:t>
      </w:r>
      <w:r w:rsidR="000553A7" w:rsidRPr="005A666E">
        <w:rPr>
          <w:rFonts w:ascii="Verdana" w:hAnsi="Verdana" w:cs="TTE1C333F8t00"/>
          <w:sz w:val="21"/>
          <w:szCs w:val="21"/>
        </w:rPr>
        <w:t xml:space="preserve"> et libre…</w:t>
      </w:r>
    </w:p>
    <w:p w14:paraId="1884CD66" w14:textId="12F51D81" w:rsidR="0065182A" w:rsidRPr="005A666E" w:rsidRDefault="0065182A" w:rsidP="005A666E">
      <w:pPr>
        <w:autoSpaceDE w:val="0"/>
        <w:autoSpaceDN w:val="0"/>
        <w:adjustRightInd w:val="0"/>
        <w:rPr>
          <w:rFonts w:ascii="Verdana" w:hAnsi="Verdana" w:cs="TTE1C333F8t00"/>
          <w:sz w:val="21"/>
          <w:szCs w:val="21"/>
        </w:rPr>
      </w:pPr>
      <w:r w:rsidRPr="005A666E">
        <w:rPr>
          <w:rFonts w:ascii="Verdana" w:hAnsi="Verdana" w:cs="TTE1C333F8t00"/>
          <w:sz w:val="21"/>
          <w:szCs w:val="21"/>
        </w:rPr>
        <w:t>Utiliser la plateforme de démo d</w:t>
      </w:r>
      <w:r w:rsidR="00CB20D5" w:rsidRPr="005A666E">
        <w:rPr>
          <w:rFonts w:ascii="Verdana" w:hAnsi="Verdana" w:cs="TTE1C333F8t00"/>
          <w:sz w:val="21"/>
          <w:szCs w:val="21"/>
        </w:rPr>
        <w:t>’</w:t>
      </w:r>
      <w:proofErr w:type="spellStart"/>
      <w:r w:rsidR="00CB20D5" w:rsidRPr="005A666E">
        <w:rPr>
          <w:rFonts w:ascii="Verdana" w:hAnsi="Verdana" w:cs="TTE1C333F8t00"/>
          <w:sz w:val="21"/>
          <w:szCs w:val="21"/>
        </w:rPr>
        <w:t>As@lae</w:t>
      </w:r>
      <w:proofErr w:type="spellEnd"/>
      <w:r w:rsidR="00CB20D5" w:rsidRPr="005A666E">
        <w:rPr>
          <w:rFonts w:ascii="Verdana" w:hAnsi="Verdana" w:cs="TTE1C333F8t00"/>
          <w:sz w:val="21"/>
          <w:szCs w:val="21"/>
        </w:rPr>
        <w:t xml:space="preserve"> </w:t>
      </w:r>
      <w:r w:rsidRPr="005A666E">
        <w:rPr>
          <w:rFonts w:ascii="Verdana" w:hAnsi="Verdana" w:cs="TTE1C333F8t00"/>
          <w:sz w:val="21"/>
          <w:szCs w:val="21"/>
        </w:rPr>
        <w:t>(voir les informations de connexion dans le readme.txt en annexe).</w:t>
      </w:r>
    </w:p>
    <w:p w14:paraId="60799C0D" w14:textId="346495C9" w:rsidR="00D92383" w:rsidRDefault="00D92383" w:rsidP="0065182A"/>
    <w:p w14:paraId="11D30B8D" w14:textId="0A9B8909" w:rsidR="00D92383" w:rsidRPr="005A666E" w:rsidRDefault="0087633E" w:rsidP="005A666E">
      <w:pPr>
        <w:pStyle w:val="Paragraphedeliste"/>
        <w:numPr>
          <w:ilvl w:val="0"/>
          <w:numId w:val="18"/>
        </w:numPr>
        <w:autoSpaceDE w:val="0"/>
        <w:autoSpaceDN w:val="0"/>
        <w:adjustRightInd w:val="0"/>
        <w:rPr>
          <w:rFonts w:ascii="Verdana" w:hAnsi="Verdana" w:cs="TTE1C333F8t00"/>
          <w:sz w:val="21"/>
          <w:szCs w:val="21"/>
        </w:rPr>
      </w:pPr>
      <w:r w:rsidRPr="005A666E">
        <w:rPr>
          <w:rFonts w:ascii="Verdana" w:hAnsi="Verdana" w:cs="TTE1C333F8t00"/>
          <w:sz w:val="21"/>
          <w:szCs w:val="21"/>
        </w:rPr>
        <w:t>S’authentifier sur la plateforme</w:t>
      </w:r>
    </w:p>
    <w:p w14:paraId="0BE4D20C" w14:textId="3CD86744" w:rsidR="0087633E" w:rsidRDefault="0087633E" w:rsidP="0087633E">
      <w:pPr>
        <w:jc w:val="center"/>
      </w:pPr>
      <w:r>
        <w:rPr>
          <w:noProof/>
        </w:rPr>
        <w:drawing>
          <wp:inline distT="0" distB="0" distL="0" distR="0" wp14:anchorId="6EB7B77C" wp14:editId="5A7B076B">
            <wp:extent cx="2043684" cy="986155"/>
            <wp:effectExtent l="19050" t="19050" r="13970" b="2349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62099" cy="995041"/>
                    </a:xfrm>
                    <a:prstGeom prst="rect">
                      <a:avLst/>
                    </a:prstGeom>
                    <a:noFill/>
                    <a:ln>
                      <a:solidFill>
                        <a:schemeClr val="tx1"/>
                      </a:solidFill>
                    </a:ln>
                  </pic:spPr>
                </pic:pic>
              </a:graphicData>
            </a:graphic>
          </wp:inline>
        </w:drawing>
      </w:r>
    </w:p>
    <w:p w14:paraId="54FE7BE9" w14:textId="76D14076" w:rsidR="0087633E" w:rsidRPr="005A666E" w:rsidRDefault="007D7B4D" w:rsidP="005A666E">
      <w:pPr>
        <w:pStyle w:val="Paragraphedeliste"/>
        <w:numPr>
          <w:ilvl w:val="0"/>
          <w:numId w:val="18"/>
        </w:numPr>
        <w:autoSpaceDE w:val="0"/>
        <w:autoSpaceDN w:val="0"/>
        <w:adjustRightInd w:val="0"/>
        <w:rPr>
          <w:rFonts w:ascii="Verdana" w:hAnsi="Verdana" w:cs="TTE1C333F8t00"/>
          <w:sz w:val="21"/>
          <w:szCs w:val="21"/>
        </w:rPr>
      </w:pPr>
      <w:r w:rsidRPr="005A666E">
        <w:rPr>
          <w:rFonts w:ascii="Verdana" w:hAnsi="Verdana" w:cs="TTE1C333F8t00"/>
          <w:sz w:val="21"/>
          <w:szCs w:val="21"/>
        </w:rPr>
        <w:t xml:space="preserve">Expliquer </w:t>
      </w:r>
      <w:r w:rsidR="00EA42AB" w:rsidRPr="005A666E">
        <w:rPr>
          <w:rFonts w:ascii="Verdana" w:hAnsi="Verdana" w:cs="TTE1C333F8t00"/>
          <w:sz w:val="21"/>
          <w:szCs w:val="21"/>
        </w:rPr>
        <w:t>le fonctionnement</w:t>
      </w:r>
      <w:r w:rsidR="00A462A4" w:rsidRPr="005A666E">
        <w:rPr>
          <w:rFonts w:ascii="Verdana" w:hAnsi="Verdana" w:cs="TTE1C333F8t00"/>
          <w:sz w:val="21"/>
          <w:szCs w:val="21"/>
        </w:rPr>
        <w:t xml:space="preserve"> du produit, sa configuration bâtie sur les référentiels de services/utilisateurs/</w:t>
      </w:r>
      <w:r w:rsidR="008A4586" w:rsidRPr="005A666E">
        <w:rPr>
          <w:rFonts w:ascii="Verdana" w:hAnsi="Verdana" w:cs="TTE1C333F8t00"/>
          <w:sz w:val="21"/>
          <w:szCs w:val="21"/>
        </w:rPr>
        <w:t>rôles // acteurs SEDA. Montrer l’utilisateur jouant le rôle de service versant</w:t>
      </w:r>
    </w:p>
    <w:p w14:paraId="54A2F42A" w14:textId="165D6FED" w:rsidR="000D422D" w:rsidRDefault="000D422D" w:rsidP="000D422D">
      <w:pPr>
        <w:jc w:val="left"/>
      </w:pPr>
      <w:r>
        <w:rPr>
          <w:noProof/>
        </w:rPr>
        <w:drawing>
          <wp:inline distT="0" distB="0" distL="0" distR="0" wp14:anchorId="4F412193" wp14:editId="000E9058">
            <wp:extent cx="5748655" cy="707390"/>
            <wp:effectExtent l="19050" t="19050" r="23495" b="1651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48655" cy="707390"/>
                    </a:xfrm>
                    <a:prstGeom prst="rect">
                      <a:avLst/>
                    </a:prstGeom>
                    <a:noFill/>
                    <a:ln>
                      <a:solidFill>
                        <a:schemeClr val="tx1"/>
                      </a:solidFill>
                    </a:ln>
                  </pic:spPr>
                </pic:pic>
              </a:graphicData>
            </a:graphic>
          </wp:inline>
        </w:drawing>
      </w:r>
    </w:p>
    <w:p w14:paraId="4C6716D3" w14:textId="271776FA" w:rsidR="0090568E" w:rsidRDefault="0090568E" w:rsidP="000D422D">
      <w:pPr>
        <w:pStyle w:val="Puces"/>
        <w:numPr>
          <w:ilvl w:val="0"/>
          <w:numId w:val="0"/>
        </w:numPr>
        <w:ind w:left="540" w:hanging="540"/>
      </w:pPr>
    </w:p>
    <w:p w14:paraId="4A3C0CCB" w14:textId="6D0EFCBA" w:rsidR="000D422D" w:rsidRPr="005A666E" w:rsidRDefault="00596B87" w:rsidP="005A666E">
      <w:pPr>
        <w:pStyle w:val="Paragraphedeliste"/>
        <w:numPr>
          <w:ilvl w:val="0"/>
          <w:numId w:val="18"/>
        </w:numPr>
        <w:autoSpaceDE w:val="0"/>
        <w:autoSpaceDN w:val="0"/>
        <w:adjustRightInd w:val="0"/>
        <w:rPr>
          <w:rFonts w:ascii="Verdana" w:hAnsi="Verdana" w:cs="TTE1C333F8t00"/>
          <w:sz w:val="21"/>
          <w:szCs w:val="21"/>
        </w:rPr>
      </w:pPr>
      <w:r w:rsidRPr="005A666E">
        <w:rPr>
          <w:rFonts w:ascii="Verdana" w:hAnsi="Verdana" w:cs="TTE1C333F8t00"/>
          <w:sz w:val="21"/>
          <w:szCs w:val="21"/>
        </w:rPr>
        <w:t>Se connecter en tant que Service versant en navigation privée</w:t>
      </w:r>
      <w:r w:rsidR="001F1974" w:rsidRPr="005A666E">
        <w:rPr>
          <w:rFonts w:ascii="Verdana" w:hAnsi="Verdana" w:cs="TTE1C333F8t00"/>
          <w:sz w:val="21"/>
          <w:szCs w:val="21"/>
        </w:rPr>
        <w:t xml:space="preserve">. Puis accéder </w:t>
      </w:r>
      <w:r w:rsidR="006A656E" w:rsidRPr="005A666E">
        <w:rPr>
          <w:rFonts w:ascii="Verdana" w:hAnsi="Verdana" w:cs="TTE1C333F8t00"/>
          <w:sz w:val="21"/>
          <w:szCs w:val="21"/>
        </w:rPr>
        <w:t xml:space="preserve">à la fonctionnalité des transferts </w:t>
      </w:r>
      <w:proofErr w:type="spellStart"/>
      <w:r w:rsidR="006A656E" w:rsidRPr="005A666E">
        <w:rPr>
          <w:rFonts w:ascii="Verdana" w:hAnsi="Verdana" w:cs="TTE1C333F8t00"/>
          <w:sz w:val="21"/>
          <w:szCs w:val="21"/>
        </w:rPr>
        <w:t>pré-formatés</w:t>
      </w:r>
      <w:proofErr w:type="spellEnd"/>
    </w:p>
    <w:p w14:paraId="62987F54" w14:textId="6E6F7A7F" w:rsidR="004F76D8" w:rsidRDefault="004F76D8" w:rsidP="004F76D8">
      <w:pPr>
        <w:jc w:val="left"/>
      </w:pPr>
      <w:r>
        <w:rPr>
          <w:noProof/>
        </w:rPr>
        <w:drawing>
          <wp:inline distT="0" distB="0" distL="0" distR="0" wp14:anchorId="7CFFBF9B" wp14:editId="16AB61A1">
            <wp:extent cx="2051437" cy="926370"/>
            <wp:effectExtent l="19050" t="19050" r="25400" b="2667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66830" cy="933321"/>
                    </a:xfrm>
                    <a:prstGeom prst="rect">
                      <a:avLst/>
                    </a:prstGeom>
                    <a:noFill/>
                    <a:ln>
                      <a:solidFill>
                        <a:schemeClr val="tx1"/>
                      </a:solidFill>
                    </a:ln>
                  </pic:spPr>
                </pic:pic>
              </a:graphicData>
            </a:graphic>
          </wp:inline>
        </w:drawing>
      </w:r>
      <w:r w:rsidR="001F1974">
        <w:tab/>
      </w:r>
      <w:r w:rsidR="001F1974">
        <w:tab/>
      </w:r>
      <w:r w:rsidR="001F1974">
        <w:tab/>
      </w:r>
      <w:r w:rsidR="001F1974">
        <w:tab/>
      </w:r>
      <w:r w:rsidR="001F1974">
        <w:rPr>
          <w:noProof/>
        </w:rPr>
        <w:drawing>
          <wp:inline distT="0" distB="0" distL="0" distR="0" wp14:anchorId="7B328B57" wp14:editId="441A088F">
            <wp:extent cx="1695423" cy="1462172"/>
            <wp:effectExtent l="19050" t="19050" r="19685" b="2413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25153" cy="1487812"/>
                    </a:xfrm>
                    <a:prstGeom prst="rect">
                      <a:avLst/>
                    </a:prstGeom>
                    <a:noFill/>
                    <a:ln>
                      <a:solidFill>
                        <a:schemeClr val="tx1"/>
                      </a:solidFill>
                    </a:ln>
                  </pic:spPr>
                </pic:pic>
              </a:graphicData>
            </a:graphic>
          </wp:inline>
        </w:drawing>
      </w:r>
    </w:p>
    <w:p w14:paraId="45BB59F7" w14:textId="3F772E13" w:rsidR="00DE3AA8" w:rsidRDefault="00DE3AA8" w:rsidP="004F76D8">
      <w:pPr>
        <w:jc w:val="left"/>
      </w:pPr>
    </w:p>
    <w:p w14:paraId="5A2F6478" w14:textId="0DF60FA1" w:rsidR="00DE3AA8" w:rsidRPr="00044B68" w:rsidRDefault="00E77B5E" w:rsidP="00044B68">
      <w:pPr>
        <w:pStyle w:val="Paragraphedeliste"/>
        <w:numPr>
          <w:ilvl w:val="0"/>
          <w:numId w:val="18"/>
        </w:numPr>
        <w:autoSpaceDE w:val="0"/>
        <w:autoSpaceDN w:val="0"/>
        <w:adjustRightInd w:val="0"/>
        <w:rPr>
          <w:rFonts w:ascii="Verdana" w:hAnsi="Verdana" w:cs="TTE1C333F8t00"/>
          <w:sz w:val="21"/>
          <w:szCs w:val="21"/>
        </w:rPr>
      </w:pPr>
      <w:r w:rsidRPr="00044B68">
        <w:rPr>
          <w:rFonts w:ascii="Verdana" w:hAnsi="Verdana" w:cs="TTE1C333F8t00"/>
          <w:sz w:val="21"/>
          <w:szCs w:val="21"/>
        </w:rPr>
        <w:lastRenderedPageBreak/>
        <w:t>Se laisser guider par l’IHM pour l’import d</w:t>
      </w:r>
      <w:r w:rsidR="00B53011" w:rsidRPr="00044B68">
        <w:rPr>
          <w:rFonts w:ascii="Verdana" w:hAnsi="Verdana" w:cs="TTE1C333F8t00"/>
          <w:sz w:val="21"/>
          <w:szCs w:val="21"/>
        </w:rPr>
        <w:t>u bordereau de transfert puis des PJ</w:t>
      </w:r>
      <w:r w:rsidR="00AE5846" w:rsidRPr="00044B68">
        <w:rPr>
          <w:rFonts w:ascii="Verdana" w:hAnsi="Verdana" w:cs="TTE1C333F8t00"/>
          <w:sz w:val="21"/>
          <w:szCs w:val="21"/>
        </w:rPr>
        <w:t>. Valider en fin de traitement</w:t>
      </w:r>
    </w:p>
    <w:p w14:paraId="482E7BAD" w14:textId="6BF88468" w:rsidR="00B53011" w:rsidRDefault="00B53011" w:rsidP="00B53011">
      <w:pPr>
        <w:pStyle w:val="Paragraphedeliste"/>
        <w:jc w:val="left"/>
      </w:pPr>
      <w:r>
        <w:rPr>
          <w:noProof/>
        </w:rPr>
        <w:drawing>
          <wp:inline distT="0" distB="0" distL="0" distR="0" wp14:anchorId="4AD281AE" wp14:editId="42B451EF">
            <wp:extent cx="5760720" cy="731520"/>
            <wp:effectExtent l="19050" t="19050" r="11430" b="1143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731520"/>
                    </a:xfrm>
                    <a:prstGeom prst="rect">
                      <a:avLst/>
                    </a:prstGeom>
                    <a:noFill/>
                    <a:ln>
                      <a:solidFill>
                        <a:schemeClr val="tx1"/>
                      </a:solidFill>
                    </a:ln>
                  </pic:spPr>
                </pic:pic>
              </a:graphicData>
            </a:graphic>
          </wp:inline>
        </w:drawing>
      </w:r>
    </w:p>
    <w:p w14:paraId="37FC844A" w14:textId="77777777" w:rsidR="00775709" w:rsidRDefault="00775709" w:rsidP="00B53011">
      <w:pPr>
        <w:pStyle w:val="Paragraphedeliste"/>
        <w:jc w:val="left"/>
      </w:pPr>
    </w:p>
    <w:p w14:paraId="347B0C81" w14:textId="5410AF5D" w:rsidR="00775709" w:rsidRDefault="00775709" w:rsidP="00B53011">
      <w:pPr>
        <w:pStyle w:val="Paragraphedeliste"/>
        <w:jc w:val="left"/>
      </w:pPr>
      <w:r>
        <w:rPr>
          <w:noProof/>
        </w:rPr>
        <w:drawing>
          <wp:inline distT="0" distB="0" distL="0" distR="0" wp14:anchorId="0DBF1D05" wp14:editId="01A6FC77">
            <wp:extent cx="3999506" cy="788224"/>
            <wp:effectExtent l="19050" t="19050" r="20320" b="1206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28359" cy="793910"/>
                    </a:xfrm>
                    <a:prstGeom prst="rect">
                      <a:avLst/>
                    </a:prstGeom>
                    <a:noFill/>
                    <a:ln>
                      <a:solidFill>
                        <a:schemeClr val="tx1"/>
                      </a:solidFill>
                    </a:ln>
                  </pic:spPr>
                </pic:pic>
              </a:graphicData>
            </a:graphic>
          </wp:inline>
        </w:drawing>
      </w:r>
    </w:p>
    <w:p w14:paraId="1F245F79" w14:textId="3AB68645" w:rsidR="00F62DDB" w:rsidRDefault="00F62DDB" w:rsidP="00B53011">
      <w:pPr>
        <w:pStyle w:val="Paragraphedeliste"/>
        <w:jc w:val="left"/>
      </w:pPr>
      <w:r>
        <w:rPr>
          <w:noProof/>
        </w:rPr>
        <w:drawing>
          <wp:inline distT="0" distB="0" distL="0" distR="0" wp14:anchorId="574F4963" wp14:editId="361C116C">
            <wp:extent cx="5753100" cy="2095500"/>
            <wp:effectExtent l="19050" t="19050" r="19050" b="1905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3100" cy="2095500"/>
                    </a:xfrm>
                    <a:prstGeom prst="rect">
                      <a:avLst/>
                    </a:prstGeom>
                    <a:noFill/>
                    <a:ln>
                      <a:solidFill>
                        <a:schemeClr val="tx1"/>
                      </a:solidFill>
                    </a:ln>
                  </pic:spPr>
                </pic:pic>
              </a:graphicData>
            </a:graphic>
          </wp:inline>
        </w:drawing>
      </w:r>
    </w:p>
    <w:p w14:paraId="25C0CBCA" w14:textId="4D064BDB" w:rsidR="00B53011" w:rsidRDefault="00B53011" w:rsidP="00B53011">
      <w:pPr>
        <w:pStyle w:val="Paragraphedeliste"/>
        <w:jc w:val="left"/>
      </w:pPr>
    </w:p>
    <w:p w14:paraId="0598EB73" w14:textId="541B4868" w:rsidR="00B53011" w:rsidRPr="00044B68" w:rsidRDefault="00097C8C" w:rsidP="00044B68">
      <w:pPr>
        <w:pStyle w:val="Paragraphedeliste"/>
        <w:numPr>
          <w:ilvl w:val="0"/>
          <w:numId w:val="18"/>
        </w:numPr>
        <w:autoSpaceDE w:val="0"/>
        <w:autoSpaceDN w:val="0"/>
        <w:adjustRightInd w:val="0"/>
        <w:rPr>
          <w:rFonts w:ascii="Verdana" w:hAnsi="Verdana" w:cs="TTE1C333F8t00"/>
          <w:sz w:val="21"/>
          <w:szCs w:val="21"/>
        </w:rPr>
      </w:pPr>
      <w:r w:rsidRPr="00044B68">
        <w:rPr>
          <w:rFonts w:ascii="Verdana" w:hAnsi="Verdana" w:cs="TTE1C333F8t00"/>
          <w:sz w:val="21"/>
          <w:szCs w:val="21"/>
        </w:rPr>
        <w:t xml:space="preserve">Transférer le versement au Service des archives en accédant </w:t>
      </w:r>
      <w:r w:rsidR="007A54F4" w:rsidRPr="00044B68">
        <w:rPr>
          <w:rFonts w:ascii="Verdana" w:hAnsi="Verdana" w:cs="TTE1C333F8t00"/>
          <w:sz w:val="21"/>
          <w:szCs w:val="21"/>
        </w:rPr>
        <w:t>à la fonction Tous les transferts</w:t>
      </w:r>
    </w:p>
    <w:p w14:paraId="35B5ACFA" w14:textId="0AC530F9" w:rsidR="007A54F4" w:rsidRDefault="007A54F4" w:rsidP="007A54F4">
      <w:pPr>
        <w:jc w:val="center"/>
      </w:pPr>
      <w:r>
        <w:rPr>
          <w:noProof/>
        </w:rPr>
        <w:drawing>
          <wp:inline distT="0" distB="0" distL="0" distR="0" wp14:anchorId="2257A97A" wp14:editId="4D6AAA0A">
            <wp:extent cx="1399430" cy="1305826"/>
            <wp:effectExtent l="19050" t="19050" r="10795" b="2794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12589" cy="1318105"/>
                    </a:xfrm>
                    <a:prstGeom prst="rect">
                      <a:avLst/>
                    </a:prstGeom>
                    <a:noFill/>
                    <a:ln>
                      <a:solidFill>
                        <a:schemeClr val="tx1"/>
                      </a:solidFill>
                    </a:ln>
                  </pic:spPr>
                </pic:pic>
              </a:graphicData>
            </a:graphic>
          </wp:inline>
        </w:drawing>
      </w:r>
    </w:p>
    <w:p w14:paraId="7EA71C9B" w14:textId="3CB8CACC" w:rsidR="001C475A" w:rsidRPr="00044B68" w:rsidRDefault="007A1976" w:rsidP="00044B68">
      <w:pPr>
        <w:pStyle w:val="Paragraphedeliste"/>
        <w:numPr>
          <w:ilvl w:val="0"/>
          <w:numId w:val="18"/>
        </w:numPr>
        <w:autoSpaceDE w:val="0"/>
        <w:autoSpaceDN w:val="0"/>
        <w:adjustRightInd w:val="0"/>
        <w:rPr>
          <w:rFonts w:ascii="Verdana" w:hAnsi="Verdana" w:cs="TTE1C333F8t00"/>
          <w:sz w:val="21"/>
          <w:szCs w:val="21"/>
        </w:rPr>
      </w:pPr>
      <w:r w:rsidRPr="00044B68">
        <w:rPr>
          <w:rFonts w:ascii="Verdana" w:hAnsi="Verdana" w:cs="TTE1C333F8t00"/>
          <w:sz w:val="21"/>
          <w:szCs w:val="21"/>
        </w:rPr>
        <w:t>Analyser le transfert en cliquant sur la roue dentée</w:t>
      </w:r>
    </w:p>
    <w:p w14:paraId="1848D179" w14:textId="1D19B714" w:rsidR="007C4C74" w:rsidRDefault="007C4C74" w:rsidP="007C4C74">
      <w:pPr>
        <w:ind w:left="360"/>
        <w:jc w:val="left"/>
      </w:pPr>
      <w:r>
        <w:rPr>
          <w:noProof/>
        </w:rPr>
        <w:drawing>
          <wp:inline distT="0" distB="0" distL="0" distR="0" wp14:anchorId="4D263DCC" wp14:editId="032427DB">
            <wp:extent cx="5753100" cy="419100"/>
            <wp:effectExtent l="19050" t="19050" r="19050" b="1905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solidFill>
                        <a:schemeClr val="tx1"/>
                      </a:solidFill>
                    </a:ln>
                  </pic:spPr>
                </pic:pic>
              </a:graphicData>
            </a:graphic>
          </wp:inline>
        </w:drawing>
      </w:r>
    </w:p>
    <w:p w14:paraId="664F22A8" w14:textId="77777777" w:rsidR="00A8548F" w:rsidRDefault="00A8548F" w:rsidP="00A8548F">
      <w:pPr>
        <w:pStyle w:val="Paragraphedeliste"/>
        <w:jc w:val="left"/>
      </w:pPr>
    </w:p>
    <w:p w14:paraId="7E914EC9" w14:textId="5A89B289" w:rsidR="007C4C74" w:rsidRPr="00044B68" w:rsidRDefault="00A8548F" w:rsidP="00044B68">
      <w:pPr>
        <w:pStyle w:val="Paragraphedeliste"/>
        <w:numPr>
          <w:ilvl w:val="0"/>
          <w:numId w:val="18"/>
        </w:numPr>
        <w:autoSpaceDE w:val="0"/>
        <w:autoSpaceDN w:val="0"/>
        <w:adjustRightInd w:val="0"/>
        <w:rPr>
          <w:rFonts w:ascii="Verdana" w:hAnsi="Verdana" w:cs="TTE1C333F8t00"/>
          <w:sz w:val="21"/>
          <w:szCs w:val="21"/>
        </w:rPr>
      </w:pPr>
      <w:r w:rsidRPr="00044B68">
        <w:rPr>
          <w:rFonts w:ascii="Verdana" w:hAnsi="Verdana" w:cs="TTE1C333F8t00"/>
          <w:sz w:val="21"/>
          <w:szCs w:val="21"/>
        </w:rPr>
        <w:t>S’authentifier en tant qu’administrateur et accéder à la fonction</w:t>
      </w:r>
      <w:r w:rsidR="00A06F5C" w:rsidRPr="00044B68">
        <w:rPr>
          <w:rFonts w:ascii="Verdana" w:hAnsi="Verdana" w:cs="TTE1C333F8t00"/>
          <w:sz w:val="21"/>
          <w:szCs w:val="21"/>
        </w:rPr>
        <w:t xml:space="preserve"> Mes transfert à traiter</w:t>
      </w:r>
      <w:r w:rsidR="00AA42B5" w:rsidRPr="00044B68">
        <w:rPr>
          <w:rFonts w:ascii="Verdana" w:hAnsi="Verdana" w:cs="TTE1C333F8t00"/>
          <w:sz w:val="21"/>
          <w:szCs w:val="21"/>
        </w:rPr>
        <w:t xml:space="preserve"> puis accepter le transfert (sans erreur)</w:t>
      </w:r>
    </w:p>
    <w:p w14:paraId="6F9316FF" w14:textId="7CD1D4C7" w:rsidR="00AA42B5" w:rsidRDefault="00AA42B5" w:rsidP="00AA42B5">
      <w:pPr>
        <w:pStyle w:val="Paragraphedeliste"/>
        <w:jc w:val="left"/>
      </w:pPr>
      <w:r>
        <w:rPr>
          <w:noProof/>
        </w:rPr>
        <w:lastRenderedPageBreak/>
        <w:drawing>
          <wp:inline distT="0" distB="0" distL="0" distR="0" wp14:anchorId="6DAF12E0" wp14:editId="6C4060E3">
            <wp:extent cx="5748655" cy="1438910"/>
            <wp:effectExtent l="19050" t="19050" r="23495" b="2794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48655" cy="1438910"/>
                    </a:xfrm>
                    <a:prstGeom prst="rect">
                      <a:avLst/>
                    </a:prstGeom>
                    <a:noFill/>
                    <a:ln>
                      <a:solidFill>
                        <a:schemeClr val="tx1"/>
                      </a:solidFill>
                    </a:ln>
                  </pic:spPr>
                </pic:pic>
              </a:graphicData>
            </a:graphic>
          </wp:inline>
        </w:drawing>
      </w:r>
    </w:p>
    <w:p w14:paraId="18DCE14A" w14:textId="7C17BA88" w:rsidR="00AA42B5" w:rsidRDefault="00AA42B5" w:rsidP="00AA42B5">
      <w:pPr>
        <w:pStyle w:val="Paragraphedeliste"/>
        <w:jc w:val="left"/>
      </w:pPr>
    </w:p>
    <w:p w14:paraId="355BFA21" w14:textId="2642B5EF" w:rsidR="00AA42B5" w:rsidRPr="00044B68" w:rsidRDefault="00977645" w:rsidP="00044B68">
      <w:pPr>
        <w:pStyle w:val="Paragraphedeliste"/>
        <w:numPr>
          <w:ilvl w:val="0"/>
          <w:numId w:val="18"/>
        </w:numPr>
        <w:autoSpaceDE w:val="0"/>
        <w:autoSpaceDN w:val="0"/>
        <w:adjustRightInd w:val="0"/>
        <w:rPr>
          <w:rFonts w:ascii="Verdana" w:hAnsi="Verdana" w:cs="TTE1C333F8t00"/>
          <w:sz w:val="21"/>
          <w:szCs w:val="21"/>
        </w:rPr>
      </w:pPr>
      <w:r w:rsidRPr="00044B68">
        <w:rPr>
          <w:rFonts w:ascii="Verdana" w:hAnsi="Verdana" w:cs="TTE1C333F8t00"/>
          <w:sz w:val="21"/>
          <w:szCs w:val="21"/>
        </w:rPr>
        <w:t xml:space="preserve">S’authentifier en tant qu’archiviste </w:t>
      </w:r>
      <w:r w:rsidR="000D1C9F" w:rsidRPr="00044B68">
        <w:rPr>
          <w:rFonts w:ascii="Verdana" w:hAnsi="Verdana" w:cs="TTE1C333F8t00"/>
          <w:sz w:val="21"/>
          <w:szCs w:val="21"/>
        </w:rPr>
        <w:t>et accéder à la fonction Registre des entrées pour visualiser le transfert de vrac bureautique traité dans OCTAVE</w:t>
      </w:r>
    </w:p>
    <w:p w14:paraId="684A4F43" w14:textId="74499EFD" w:rsidR="002A5C67" w:rsidRDefault="002A5C67" w:rsidP="002A5C67">
      <w:pPr>
        <w:jc w:val="center"/>
      </w:pPr>
      <w:r>
        <w:rPr>
          <w:noProof/>
        </w:rPr>
        <w:drawing>
          <wp:inline distT="0" distB="0" distL="0" distR="0" wp14:anchorId="58CB0FFB" wp14:editId="10A6A02B">
            <wp:extent cx="3863457" cy="1121134"/>
            <wp:effectExtent l="19050" t="19050" r="22860" b="222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31396" cy="1198887"/>
                    </a:xfrm>
                    <a:prstGeom prst="rect">
                      <a:avLst/>
                    </a:prstGeom>
                    <a:noFill/>
                    <a:ln>
                      <a:solidFill>
                        <a:schemeClr val="tx1"/>
                      </a:solidFill>
                    </a:ln>
                  </pic:spPr>
                </pic:pic>
              </a:graphicData>
            </a:graphic>
          </wp:inline>
        </w:drawing>
      </w:r>
    </w:p>
    <w:p w14:paraId="1A956397" w14:textId="617856D5" w:rsidR="00330E66" w:rsidRPr="00330E66" w:rsidRDefault="00D00C9F" w:rsidP="00330E66">
      <w:pPr>
        <w:pStyle w:val="Titre2"/>
      </w:pPr>
      <w:r>
        <w:t>Transfert dans VITAM</w:t>
      </w:r>
    </w:p>
    <w:p w14:paraId="17C1C515" w14:textId="65469DF8" w:rsidR="00330E66" w:rsidRPr="004D0B43" w:rsidRDefault="00330E66" w:rsidP="004D0B43">
      <w:pPr>
        <w:autoSpaceDE w:val="0"/>
        <w:autoSpaceDN w:val="0"/>
        <w:adjustRightInd w:val="0"/>
        <w:rPr>
          <w:rFonts w:ascii="Verdana" w:hAnsi="Verdana" w:cs="TTE1C333F8t00"/>
          <w:sz w:val="21"/>
          <w:szCs w:val="21"/>
        </w:rPr>
      </w:pPr>
      <w:r w:rsidRPr="004D0B43">
        <w:rPr>
          <w:rFonts w:ascii="Verdana" w:hAnsi="Verdana" w:cs="TTE1C333F8t00"/>
          <w:sz w:val="21"/>
          <w:szCs w:val="21"/>
        </w:rPr>
        <w:t>Présenter rapidement le produit VITAM.</w:t>
      </w:r>
    </w:p>
    <w:p w14:paraId="7FB2721E" w14:textId="136DF256" w:rsidR="00330E66" w:rsidRPr="004D0B43" w:rsidRDefault="00330E66" w:rsidP="004D0B43">
      <w:pPr>
        <w:autoSpaceDE w:val="0"/>
        <w:autoSpaceDN w:val="0"/>
        <w:adjustRightInd w:val="0"/>
        <w:rPr>
          <w:rFonts w:ascii="Verdana" w:hAnsi="Verdana" w:cs="TTE1C333F8t00"/>
          <w:sz w:val="21"/>
          <w:szCs w:val="21"/>
        </w:rPr>
      </w:pPr>
      <w:r w:rsidRPr="004D0B43">
        <w:rPr>
          <w:rFonts w:ascii="Verdana" w:hAnsi="Verdana" w:cs="TTE1C333F8t00"/>
          <w:sz w:val="21"/>
          <w:szCs w:val="21"/>
        </w:rPr>
        <w:t xml:space="preserve">Utiliser la plateforme de démo </w:t>
      </w:r>
      <w:r w:rsidR="00B37AED" w:rsidRPr="004D0B43">
        <w:rPr>
          <w:rFonts w:ascii="Verdana" w:hAnsi="Verdana" w:cs="TTE1C333F8t00"/>
          <w:sz w:val="21"/>
          <w:szCs w:val="21"/>
        </w:rPr>
        <w:t>de VITAM</w:t>
      </w:r>
      <w:r w:rsidRPr="004D0B43">
        <w:rPr>
          <w:rFonts w:ascii="Verdana" w:hAnsi="Verdana" w:cs="TTE1C333F8t00"/>
          <w:sz w:val="21"/>
          <w:szCs w:val="21"/>
        </w:rPr>
        <w:t xml:space="preserve"> (voir les informations de connexion dans le readme.txt en annexe).</w:t>
      </w:r>
    </w:p>
    <w:p w14:paraId="7BF687E8" w14:textId="3BC8D81A" w:rsidR="00226D3A" w:rsidRPr="004D0B43" w:rsidRDefault="00226D3A" w:rsidP="004D0B43">
      <w:pPr>
        <w:autoSpaceDE w:val="0"/>
        <w:autoSpaceDN w:val="0"/>
        <w:adjustRightInd w:val="0"/>
        <w:rPr>
          <w:rFonts w:ascii="Verdana" w:hAnsi="Verdana" w:cs="TTE1C333F8t00"/>
          <w:sz w:val="21"/>
          <w:szCs w:val="21"/>
        </w:rPr>
      </w:pPr>
    </w:p>
    <w:p w14:paraId="7EE8AE99" w14:textId="16B0A7D4" w:rsidR="007348E4" w:rsidRPr="00044B68" w:rsidRDefault="007348E4" w:rsidP="00044B68">
      <w:pPr>
        <w:pStyle w:val="Paragraphedeliste"/>
        <w:numPr>
          <w:ilvl w:val="0"/>
          <w:numId w:val="19"/>
        </w:numPr>
        <w:autoSpaceDE w:val="0"/>
        <w:autoSpaceDN w:val="0"/>
        <w:adjustRightInd w:val="0"/>
        <w:rPr>
          <w:rFonts w:ascii="Verdana" w:hAnsi="Verdana" w:cs="TTE1C333F8t00"/>
          <w:sz w:val="21"/>
          <w:szCs w:val="21"/>
        </w:rPr>
      </w:pPr>
      <w:r w:rsidRPr="00044B68">
        <w:rPr>
          <w:rFonts w:ascii="Verdana" w:hAnsi="Verdana" w:cs="TTE1C333F8t00"/>
          <w:sz w:val="21"/>
          <w:szCs w:val="21"/>
        </w:rPr>
        <w:t>S’authentifier sur la plateforme</w:t>
      </w:r>
      <w:r w:rsidR="005A4FBF" w:rsidRPr="00044B68">
        <w:rPr>
          <w:rFonts w:ascii="Verdana" w:hAnsi="Verdana" w:cs="TTE1C333F8t00"/>
          <w:sz w:val="21"/>
          <w:szCs w:val="21"/>
        </w:rPr>
        <w:t xml:space="preserve"> sur le tenant 32</w:t>
      </w:r>
    </w:p>
    <w:p w14:paraId="12233314" w14:textId="06740491" w:rsidR="005A4FBF" w:rsidRDefault="005A4FBF" w:rsidP="005A4FBF">
      <w:pPr>
        <w:jc w:val="center"/>
      </w:pPr>
      <w:r>
        <w:rPr>
          <w:noProof/>
        </w:rPr>
        <w:drawing>
          <wp:inline distT="0" distB="0" distL="0" distR="0" wp14:anchorId="6F18B9E5" wp14:editId="1609E732">
            <wp:extent cx="4007458" cy="1173594"/>
            <wp:effectExtent l="19050" t="19050" r="12700" b="2667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038364" cy="1182645"/>
                    </a:xfrm>
                    <a:prstGeom prst="rect">
                      <a:avLst/>
                    </a:prstGeom>
                    <a:noFill/>
                    <a:ln>
                      <a:solidFill>
                        <a:schemeClr val="tx1"/>
                      </a:solidFill>
                    </a:ln>
                  </pic:spPr>
                </pic:pic>
              </a:graphicData>
            </a:graphic>
          </wp:inline>
        </w:drawing>
      </w:r>
    </w:p>
    <w:p w14:paraId="09258372" w14:textId="77777777" w:rsidR="007348E4" w:rsidRDefault="007348E4" w:rsidP="007348E4"/>
    <w:p w14:paraId="23172B00" w14:textId="38CCB7C5" w:rsidR="00226D3A" w:rsidRPr="004D0B43" w:rsidRDefault="004F67C3" w:rsidP="004D0B43">
      <w:pPr>
        <w:pStyle w:val="Paragraphedeliste"/>
        <w:numPr>
          <w:ilvl w:val="0"/>
          <w:numId w:val="19"/>
        </w:numPr>
        <w:autoSpaceDE w:val="0"/>
        <w:autoSpaceDN w:val="0"/>
        <w:adjustRightInd w:val="0"/>
        <w:rPr>
          <w:rFonts w:ascii="Verdana" w:hAnsi="Verdana" w:cs="TTE1C333F8t00"/>
          <w:sz w:val="21"/>
          <w:szCs w:val="21"/>
        </w:rPr>
      </w:pPr>
      <w:r w:rsidRPr="004D0B43">
        <w:rPr>
          <w:rFonts w:ascii="Verdana" w:hAnsi="Verdana" w:cs="TTE1C333F8t00"/>
          <w:sz w:val="21"/>
          <w:szCs w:val="21"/>
        </w:rPr>
        <w:t>Expliquer le fonctionnement du produit, sa configuration bâtie sur les référentiels de</w:t>
      </w:r>
      <w:r w:rsidR="00C23D09" w:rsidRPr="004D0B43">
        <w:rPr>
          <w:rFonts w:ascii="Verdana" w:hAnsi="Verdana" w:cs="TTE1C333F8t00"/>
          <w:sz w:val="21"/>
          <w:szCs w:val="21"/>
        </w:rPr>
        <w:t>s</w:t>
      </w:r>
      <w:r w:rsidRPr="004D0B43">
        <w:rPr>
          <w:rFonts w:ascii="Verdana" w:hAnsi="Verdana" w:cs="TTE1C333F8t00"/>
          <w:sz w:val="21"/>
          <w:szCs w:val="21"/>
        </w:rPr>
        <w:t xml:space="preserve"> </w:t>
      </w:r>
      <w:r w:rsidR="00C23D09" w:rsidRPr="004D0B43">
        <w:rPr>
          <w:rFonts w:ascii="Verdana" w:hAnsi="Verdana" w:cs="TTE1C333F8t00"/>
          <w:sz w:val="21"/>
          <w:szCs w:val="21"/>
        </w:rPr>
        <w:t>agents</w:t>
      </w:r>
      <w:r w:rsidRPr="004D0B43">
        <w:rPr>
          <w:rFonts w:ascii="Verdana" w:hAnsi="Verdana" w:cs="TTE1C333F8t00"/>
          <w:sz w:val="21"/>
          <w:szCs w:val="21"/>
        </w:rPr>
        <w:t>/</w:t>
      </w:r>
      <w:r w:rsidR="001D0DD3" w:rsidRPr="004D0B43">
        <w:rPr>
          <w:rFonts w:ascii="Verdana" w:hAnsi="Verdana" w:cs="TTE1C333F8t00"/>
          <w:sz w:val="21"/>
          <w:szCs w:val="21"/>
        </w:rPr>
        <w:t>contrats d’entrée</w:t>
      </w:r>
      <w:r w:rsidRPr="004D0B43">
        <w:rPr>
          <w:rFonts w:ascii="Verdana" w:hAnsi="Verdana" w:cs="TTE1C333F8t00"/>
          <w:sz w:val="21"/>
          <w:szCs w:val="21"/>
        </w:rPr>
        <w:t xml:space="preserve"> // </w:t>
      </w:r>
      <w:r w:rsidR="001D0DD3" w:rsidRPr="004D0B43">
        <w:rPr>
          <w:rFonts w:ascii="Verdana" w:hAnsi="Verdana" w:cs="TTE1C333F8t00"/>
          <w:sz w:val="21"/>
          <w:szCs w:val="21"/>
        </w:rPr>
        <w:t>sans profil</w:t>
      </w:r>
      <w:r w:rsidRPr="004D0B43">
        <w:rPr>
          <w:rFonts w:ascii="Verdana" w:hAnsi="Verdana" w:cs="TTE1C333F8t00"/>
          <w:sz w:val="21"/>
          <w:szCs w:val="21"/>
        </w:rPr>
        <w:t xml:space="preserve"> </w:t>
      </w:r>
    </w:p>
    <w:p w14:paraId="06768C81" w14:textId="5D500058" w:rsidR="00F91C05" w:rsidRDefault="00E47640" w:rsidP="00F91C05">
      <w:r>
        <w:rPr>
          <w:noProof/>
        </w:rPr>
        <w:drawing>
          <wp:inline distT="0" distB="0" distL="0" distR="0" wp14:anchorId="0A2248BF" wp14:editId="41282D6F">
            <wp:extent cx="5748655" cy="485140"/>
            <wp:effectExtent l="19050" t="19050" r="23495" b="1016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48655" cy="485140"/>
                    </a:xfrm>
                    <a:prstGeom prst="rect">
                      <a:avLst/>
                    </a:prstGeom>
                    <a:noFill/>
                    <a:ln>
                      <a:solidFill>
                        <a:schemeClr val="tx1"/>
                      </a:solidFill>
                    </a:ln>
                  </pic:spPr>
                </pic:pic>
              </a:graphicData>
            </a:graphic>
          </wp:inline>
        </w:drawing>
      </w:r>
    </w:p>
    <w:p w14:paraId="612A29E0" w14:textId="29956485" w:rsidR="00B24FDB" w:rsidRDefault="00B24FDB" w:rsidP="00F91C05"/>
    <w:p w14:paraId="633E1C9A" w14:textId="1CBB0B2C" w:rsidR="00B24FDB" w:rsidRDefault="00B24FDB" w:rsidP="00F91C05">
      <w:r>
        <w:rPr>
          <w:noProof/>
        </w:rPr>
        <w:drawing>
          <wp:inline distT="0" distB="0" distL="0" distR="0" wp14:anchorId="73BF4072" wp14:editId="334C99F5">
            <wp:extent cx="5788660" cy="492760"/>
            <wp:effectExtent l="19050" t="19050" r="21590" b="2159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88660" cy="492760"/>
                    </a:xfrm>
                    <a:prstGeom prst="rect">
                      <a:avLst/>
                    </a:prstGeom>
                    <a:noFill/>
                    <a:ln>
                      <a:solidFill>
                        <a:schemeClr val="tx1"/>
                      </a:solidFill>
                    </a:ln>
                  </pic:spPr>
                </pic:pic>
              </a:graphicData>
            </a:graphic>
          </wp:inline>
        </w:drawing>
      </w:r>
    </w:p>
    <w:p w14:paraId="4EA84F2E" w14:textId="49039348" w:rsidR="00B24FDB" w:rsidRDefault="00B24FDB" w:rsidP="00F91C05"/>
    <w:p w14:paraId="2936035B" w14:textId="1D9F6BFC" w:rsidR="00B24FDB" w:rsidRPr="004D0B43" w:rsidRDefault="00D766EA" w:rsidP="004D0B43">
      <w:pPr>
        <w:pStyle w:val="Paragraphedeliste"/>
        <w:numPr>
          <w:ilvl w:val="0"/>
          <w:numId w:val="19"/>
        </w:numPr>
        <w:autoSpaceDE w:val="0"/>
        <w:autoSpaceDN w:val="0"/>
        <w:adjustRightInd w:val="0"/>
        <w:rPr>
          <w:rFonts w:ascii="Verdana" w:hAnsi="Verdana" w:cs="TTE1C333F8t00"/>
          <w:sz w:val="21"/>
          <w:szCs w:val="21"/>
        </w:rPr>
      </w:pPr>
      <w:r w:rsidRPr="004D0B43">
        <w:rPr>
          <w:rFonts w:ascii="Verdana" w:hAnsi="Verdana" w:cs="TTE1C333F8t00"/>
          <w:sz w:val="21"/>
          <w:szCs w:val="21"/>
        </w:rPr>
        <w:t>Importer le SIP sorti d’OCTAVE</w:t>
      </w:r>
      <w:r w:rsidR="00FD66A8" w:rsidRPr="004D0B43">
        <w:rPr>
          <w:rFonts w:ascii="Verdana" w:hAnsi="Verdana" w:cs="TTE1C333F8t00"/>
          <w:sz w:val="21"/>
          <w:szCs w:val="21"/>
        </w:rPr>
        <w:t xml:space="preserve"> et importer les données</w:t>
      </w:r>
      <w:r w:rsidR="00BA5A3F" w:rsidRPr="004D0B43">
        <w:rPr>
          <w:rFonts w:ascii="Verdana" w:hAnsi="Verdana" w:cs="TTE1C333F8t00"/>
          <w:sz w:val="21"/>
          <w:szCs w:val="21"/>
        </w:rPr>
        <w:t xml:space="preserve"> jusqu’à la prise en charge</w:t>
      </w:r>
    </w:p>
    <w:p w14:paraId="4A74CBC1" w14:textId="6C16CAEC" w:rsidR="00FD66A8" w:rsidRDefault="00FD66A8" w:rsidP="00FD66A8">
      <w:r>
        <w:rPr>
          <w:noProof/>
        </w:rPr>
        <w:lastRenderedPageBreak/>
        <w:drawing>
          <wp:inline distT="0" distB="0" distL="0" distR="0" wp14:anchorId="2BBC6A80" wp14:editId="392B8A3B">
            <wp:extent cx="5748655" cy="2917825"/>
            <wp:effectExtent l="19050" t="19050" r="23495" b="1587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48655" cy="2917825"/>
                    </a:xfrm>
                    <a:prstGeom prst="rect">
                      <a:avLst/>
                    </a:prstGeom>
                    <a:noFill/>
                    <a:ln>
                      <a:solidFill>
                        <a:schemeClr val="tx1"/>
                      </a:solidFill>
                    </a:ln>
                  </pic:spPr>
                </pic:pic>
              </a:graphicData>
            </a:graphic>
          </wp:inline>
        </w:drawing>
      </w:r>
    </w:p>
    <w:p w14:paraId="4173AD0E" w14:textId="77777777" w:rsidR="00BA5A3F" w:rsidRDefault="00BA5A3F" w:rsidP="00FD66A8"/>
    <w:p w14:paraId="4765495E" w14:textId="5F191620" w:rsidR="00D00C9F" w:rsidRPr="0088754F" w:rsidRDefault="00BA5A3F" w:rsidP="0088754F">
      <w:pPr>
        <w:pStyle w:val="Paragraphedeliste"/>
        <w:numPr>
          <w:ilvl w:val="0"/>
          <w:numId w:val="19"/>
        </w:numPr>
        <w:autoSpaceDE w:val="0"/>
        <w:autoSpaceDN w:val="0"/>
        <w:adjustRightInd w:val="0"/>
        <w:rPr>
          <w:rFonts w:ascii="Verdana" w:hAnsi="Verdana" w:cs="TTE1C333F8t00"/>
          <w:sz w:val="21"/>
          <w:szCs w:val="21"/>
        </w:rPr>
      </w:pPr>
      <w:r w:rsidRPr="0088754F">
        <w:rPr>
          <w:rFonts w:ascii="Verdana" w:hAnsi="Verdana" w:cs="TTE1C333F8t00"/>
          <w:sz w:val="21"/>
          <w:szCs w:val="21"/>
        </w:rPr>
        <w:t>Effectuer une recherche dans la base et naviguer dans l’arborescence</w:t>
      </w:r>
    </w:p>
    <w:p w14:paraId="6072C4F5" w14:textId="0FF45D8F" w:rsidR="00BA5A3F" w:rsidRDefault="00BA5A3F" w:rsidP="00BA5A3F">
      <w:pPr>
        <w:jc w:val="left"/>
      </w:pPr>
      <w:r>
        <w:rPr>
          <w:noProof/>
        </w:rPr>
        <w:drawing>
          <wp:inline distT="0" distB="0" distL="0" distR="0" wp14:anchorId="6327B44D" wp14:editId="66DDA2C3">
            <wp:extent cx="5756910" cy="2440940"/>
            <wp:effectExtent l="19050" t="19050" r="15240" b="1651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56910" cy="2440940"/>
                    </a:xfrm>
                    <a:prstGeom prst="rect">
                      <a:avLst/>
                    </a:prstGeom>
                    <a:noFill/>
                    <a:ln>
                      <a:solidFill>
                        <a:schemeClr val="tx1"/>
                      </a:solidFill>
                    </a:ln>
                  </pic:spPr>
                </pic:pic>
              </a:graphicData>
            </a:graphic>
          </wp:inline>
        </w:drawing>
      </w:r>
    </w:p>
    <w:p w14:paraId="2CB600E8" w14:textId="5D4D8278" w:rsidR="0006051E" w:rsidRDefault="0006051E" w:rsidP="00BA5A3F">
      <w:pPr>
        <w:jc w:val="left"/>
      </w:pPr>
    </w:p>
    <w:p w14:paraId="01932CA9" w14:textId="74B13185" w:rsidR="0006051E" w:rsidRDefault="00485492" w:rsidP="00485492">
      <w:pPr>
        <w:pStyle w:val="Titre1"/>
      </w:pPr>
      <w:r>
        <w:t>Séquence 10</w:t>
      </w:r>
    </w:p>
    <w:p w14:paraId="4CC5BC7E" w14:textId="3109D752" w:rsidR="006818D8" w:rsidRPr="0088754F" w:rsidRDefault="00060DE0" w:rsidP="0088754F">
      <w:pPr>
        <w:autoSpaceDE w:val="0"/>
        <w:autoSpaceDN w:val="0"/>
        <w:adjustRightInd w:val="0"/>
        <w:rPr>
          <w:rFonts w:ascii="Verdana" w:hAnsi="Verdana" w:cs="TTE1C333F8t00"/>
          <w:sz w:val="21"/>
          <w:szCs w:val="21"/>
        </w:rPr>
      </w:pPr>
      <w:r w:rsidRPr="0088754F">
        <w:rPr>
          <w:rFonts w:ascii="Verdana" w:hAnsi="Verdana" w:cs="TTE1C333F8t00"/>
          <w:sz w:val="21"/>
          <w:szCs w:val="21"/>
        </w:rPr>
        <w:t xml:space="preserve">Séquence </w:t>
      </w:r>
      <w:r w:rsidR="00EC75F5" w:rsidRPr="0088754F">
        <w:rPr>
          <w:rFonts w:ascii="Verdana" w:hAnsi="Verdana" w:cs="TTE1C333F8t00"/>
          <w:sz w:val="21"/>
          <w:szCs w:val="21"/>
        </w:rPr>
        <w:t xml:space="preserve">d’1h30 constituée </w:t>
      </w:r>
      <w:r w:rsidR="008A7243" w:rsidRPr="0088754F">
        <w:rPr>
          <w:rFonts w:ascii="Verdana" w:hAnsi="Verdana" w:cs="TTE1C333F8t00"/>
          <w:sz w:val="21"/>
          <w:szCs w:val="21"/>
        </w:rPr>
        <w:t>d’une première partie thé</w:t>
      </w:r>
      <w:r w:rsidR="00DD66FF" w:rsidRPr="0088754F">
        <w:rPr>
          <w:rFonts w:ascii="Verdana" w:hAnsi="Verdana" w:cs="TTE1C333F8t00"/>
          <w:sz w:val="21"/>
          <w:szCs w:val="21"/>
        </w:rPr>
        <w:t xml:space="preserve">orique </w:t>
      </w:r>
      <w:r w:rsidR="00A470D1" w:rsidRPr="0088754F">
        <w:rPr>
          <w:rFonts w:ascii="Verdana" w:hAnsi="Verdana" w:cs="TTE1C333F8t00"/>
          <w:sz w:val="21"/>
          <w:szCs w:val="21"/>
        </w:rPr>
        <w:t>dispensée par M</w:t>
      </w:r>
      <w:r w:rsidR="005A716E" w:rsidRPr="0088754F">
        <w:rPr>
          <w:rFonts w:ascii="Verdana" w:hAnsi="Verdana" w:cs="TTE1C333F8t00"/>
          <w:sz w:val="21"/>
          <w:szCs w:val="21"/>
        </w:rPr>
        <w:t>aud Jouve et suivie par la présentation d’extraction de mails développé par VITAM</w:t>
      </w:r>
      <w:r w:rsidR="00D77F59" w:rsidRPr="0088754F">
        <w:rPr>
          <w:rFonts w:ascii="Verdana" w:hAnsi="Verdana" w:cs="TTE1C333F8t00"/>
          <w:sz w:val="21"/>
          <w:szCs w:val="21"/>
        </w:rPr>
        <w:t xml:space="preserve">. Le but est de présenter le prototype, den extraire les messages et PJ, de constituer des paquets SEDA </w:t>
      </w:r>
      <w:r w:rsidR="00A96956" w:rsidRPr="0088754F">
        <w:rPr>
          <w:rFonts w:ascii="Verdana" w:hAnsi="Verdana" w:cs="TTE1C333F8t00"/>
          <w:sz w:val="21"/>
          <w:szCs w:val="21"/>
        </w:rPr>
        <w:t xml:space="preserve">à retraiter dans OCTAVE ou à verser directement dans </w:t>
      </w:r>
      <w:proofErr w:type="gramStart"/>
      <w:r w:rsidR="00A96956" w:rsidRPr="0088754F">
        <w:rPr>
          <w:rFonts w:ascii="Verdana" w:hAnsi="Verdana" w:cs="TTE1C333F8t00"/>
          <w:sz w:val="21"/>
          <w:szCs w:val="21"/>
        </w:rPr>
        <w:t>un SAE</w:t>
      </w:r>
      <w:proofErr w:type="gramEnd"/>
      <w:r w:rsidR="00A96956" w:rsidRPr="0088754F">
        <w:rPr>
          <w:rFonts w:ascii="Verdana" w:hAnsi="Verdana" w:cs="TTE1C333F8t00"/>
          <w:sz w:val="21"/>
          <w:szCs w:val="21"/>
        </w:rPr>
        <w:t>.</w:t>
      </w:r>
    </w:p>
    <w:p w14:paraId="61963DBA" w14:textId="5BCAF9B6" w:rsidR="00016EF0" w:rsidRPr="0088754F" w:rsidRDefault="00016EF0" w:rsidP="0088754F">
      <w:pPr>
        <w:autoSpaceDE w:val="0"/>
        <w:autoSpaceDN w:val="0"/>
        <w:adjustRightInd w:val="0"/>
        <w:rPr>
          <w:rFonts w:ascii="Verdana" w:hAnsi="Verdana" w:cs="TTE1C333F8t00"/>
          <w:sz w:val="21"/>
          <w:szCs w:val="21"/>
        </w:rPr>
      </w:pPr>
    </w:p>
    <w:p w14:paraId="14DA9F99" w14:textId="320D3473" w:rsidR="00016EF0" w:rsidRPr="0088754F" w:rsidRDefault="00016EF0" w:rsidP="0088754F">
      <w:pPr>
        <w:autoSpaceDE w:val="0"/>
        <w:autoSpaceDN w:val="0"/>
        <w:adjustRightInd w:val="0"/>
        <w:rPr>
          <w:rFonts w:ascii="Verdana" w:hAnsi="Verdana" w:cs="TTE1C333F8t00"/>
          <w:sz w:val="21"/>
          <w:szCs w:val="21"/>
        </w:rPr>
      </w:pPr>
      <w:r w:rsidRPr="0088754F">
        <w:rPr>
          <w:rFonts w:ascii="Verdana" w:hAnsi="Verdana" w:cs="TTE1C333F8t00"/>
          <w:sz w:val="21"/>
          <w:szCs w:val="21"/>
        </w:rPr>
        <w:t>Présenter l’outil rapidement -&gt; développement JAVA</w:t>
      </w:r>
      <w:r w:rsidR="007C1C25" w:rsidRPr="0088754F">
        <w:rPr>
          <w:rFonts w:ascii="Verdana" w:hAnsi="Verdana" w:cs="TTE1C333F8t00"/>
          <w:sz w:val="21"/>
          <w:szCs w:val="21"/>
        </w:rPr>
        <w:t xml:space="preserve"> nécessite une JVM sur le poste utilisateur.</w:t>
      </w:r>
      <w:r w:rsidR="00ED49BA" w:rsidRPr="0088754F">
        <w:rPr>
          <w:rFonts w:ascii="Verdana" w:hAnsi="Verdana" w:cs="TTE1C333F8t00"/>
          <w:sz w:val="21"/>
          <w:szCs w:val="21"/>
        </w:rPr>
        <w:t xml:space="preserve"> Les sources à compiler sont disponibles sur l</w:t>
      </w:r>
      <w:r w:rsidR="00EE47B9" w:rsidRPr="0088754F">
        <w:rPr>
          <w:rFonts w:ascii="Verdana" w:hAnsi="Verdana" w:cs="TTE1C333F8t00"/>
          <w:sz w:val="21"/>
          <w:szCs w:val="21"/>
        </w:rPr>
        <w:t xml:space="preserve">e </w:t>
      </w:r>
      <w:proofErr w:type="spellStart"/>
      <w:r w:rsidR="00EE47B9" w:rsidRPr="0088754F">
        <w:rPr>
          <w:rFonts w:ascii="Verdana" w:hAnsi="Verdana" w:cs="TTE1C333F8t00"/>
          <w:sz w:val="21"/>
          <w:szCs w:val="21"/>
        </w:rPr>
        <w:t>Github</w:t>
      </w:r>
      <w:proofErr w:type="spellEnd"/>
      <w:r w:rsidR="00ED49BA" w:rsidRPr="0088754F">
        <w:rPr>
          <w:rFonts w:ascii="Verdana" w:hAnsi="Verdana" w:cs="TTE1C333F8t00"/>
          <w:sz w:val="21"/>
          <w:szCs w:val="21"/>
        </w:rPr>
        <w:t xml:space="preserve"> de VITAM</w:t>
      </w:r>
      <w:r w:rsidR="00EE47B9" w:rsidRPr="0088754F">
        <w:rPr>
          <w:rFonts w:ascii="Verdana" w:hAnsi="Verdana" w:cs="TTE1C333F8t00"/>
          <w:sz w:val="21"/>
          <w:szCs w:val="21"/>
        </w:rPr>
        <w:t xml:space="preserve"> (</w:t>
      </w:r>
      <w:hyperlink r:id="rId35" w:history="1">
        <w:r w:rsidR="00EE47B9" w:rsidRPr="0088754F">
          <w:rPr>
            <w:rFonts w:ascii="Verdana" w:hAnsi="Verdana" w:cs="TTE1C333F8t00"/>
            <w:sz w:val="21"/>
            <w:szCs w:val="21"/>
          </w:rPr>
          <w:t>https://github.com/ProgrammeVitam/mailextract</w:t>
        </w:r>
      </w:hyperlink>
      <w:r w:rsidR="00EE47B9" w:rsidRPr="0088754F">
        <w:rPr>
          <w:rFonts w:ascii="Verdana" w:hAnsi="Verdana" w:cs="TTE1C333F8t00"/>
          <w:sz w:val="21"/>
          <w:szCs w:val="21"/>
        </w:rPr>
        <w:t>).</w:t>
      </w:r>
    </w:p>
    <w:p w14:paraId="2BED6DE3" w14:textId="3FA1E29D" w:rsidR="00EE47B9" w:rsidRDefault="00EE47B9" w:rsidP="006818D8"/>
    <w:p w14:paraId="407F7BC6" w14:textId="3158F119" w:rsidR="00EE47B9" w:rsidRPr="0088754F" w:rsidRDefault="0082326F" w:rsidP="0088754F">
      <w:pPr>
        <w:pStyle w:val="Paragraphedeliste"/>
        <w:numPr>
          <w:ilvl w:val="0"/>
          <w:numId w:val="20"/>
        </w:numPr>
        <w:autoSpaceDE w:val="0"/>
        <w:autoSpaceDN w:val="0"/>
        <w:adjustRightInd w:val="0"/>
        <w:rPr>
          <w:rFonts w:ascii="Verdana" w:hAnsi="Verdana" w:cs="TTE1C333F8t00"/>
          <w:sz w:val="21"/>
          <w:szCs w:val="21"/>
        </w:rPr>
      </w:pPr>
      <w:r w:rsidRPr="0088754F">
        <w:rPr>
          <w:rFonts w:ascii="Verdana" w:hAnsi="Verdana" w:cs="TTE1C333F8t00"/>
          <w:sz w:val="21"/>
          <w:szCs w:val="21"/>
        </w:rPr>
        <w:t xml:space="preserve">Lancer l’application par l’exécutable et expliquer la différence entre les traitements de messageries extraites ou la connexion directe à un serveur </w:t>
      </w:r>
      <w:r w:rsidR="00BD3EC5" w:rsidRPr="0088754F">
        <w:rPr>
          <w:rFonts w:ascii="Verdana" w:hAnsi="Verdana" w:cs="TTE1C333F8t00"/>
          <w:sz w:val="21"/>
          <w:szCs w:val="21"/>
        </w:rPr>
        <w:t>distant</w:t>
      </w:r>
      <w:r w:rsidR="00B2323C" w:rsidRPr="0088754F">
        <w:rPr>
          <w:rFonts w:ascii="Verdana" w:hAnsi="Verdana" w:cs="TTE1C333F8t00"/>
          <w:sz w:val="21"/>
          <w:szCs w:val="21"/>
        </w:rPr>
        <w:t xml:space="preserve"> (extraction locale ou extrac</w:t>
      </w:r>
      <w:r w:rsidR="00131AB0" w:rsidRPr="0088754F">
        <w:rPr>
          <w:rFonts w:ascii="Verdana" w:hAnsi="Verdana" w:cs="TTE1C333F8t00"/>
          <w:sz w:val="21"/>
          <w:szCs w:val="21"/>
        </w:rPr>
        <w:t>t</w:t>
      </w:r>
      <w:r w:rsidR="00B2323C" w:rsidRPr="0088754F">
        <w:rPr>
          <w:rFonts w:ascii="Verdana" w:hAnsi="Verdana" w:cs="TTE1C333F8t00"/>
          <w:sz w:val="21"/>
          <w:szCs w:val="21"/>
        </w:rPr>
        <w:t>ion serveur)</w:t>
      </w:r>
    </w:p>
    <w:p w14:paraId="447F1597" w14:textId="5FFBBDD4" w:rsidR="00B2323C" w:rsidRDefault="00131AB0" w:rsidP="00131AB0">
      <w:r>
        <w:rPr>
          <w:noProof/>
        </w:rPr>
        <w:lastRenderedPageBreak/>
        <w:drawing>
          <wp:inline distT="0" distB="0" distL="0" distR="0" wp14:anchorId="2439CE73" wp14:editId="7E2802AE">
            <wp:extent cx="5753100" cy="1752600"/>
            <wp:effectExtent l="19050" t="19050" r="19050" b="190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53100" cy="1752600"/>
                    </a:xfrm>
                    <a:prstGeom prst="rect">
                      <a:avLst/>
                    </a:prstGeom>
                    <a:noFill/>
                    <a:ln>
                      <a:solidFill>
                        <a:schemeClr val="tx1"/>
                      </a:solidFill>
                    </a:ln>
                  </pic:spPr>
                </pic:pic>
              </a:graphicData>
            </a:graphic>
          </wp:inline>
        </w:drawing>
      </w:r>
    </w:p>
    <w:p w14:paraId="57AE4827" w14:textId="5412EDB6" w:rsidR="00131AB0" w:rsidRDefault="00131AB0" w:rsidP="00131AB0"/>
    <w:p w14:paraId="75364E62" w14:textId="7E060E47" w:rsidR="00131AB0" w:rsidRPr="0088754F" w:rsidRDefault="00335FF9" w:rsidP="0088754F">
      <w:pPr>
        <w:pStyle w:val="Paragraphedeliste"/>
        <w:numPr>
          <w:ilvl w:val="0"/>
          <w:numId w:val="20"/>
        </w:numPr>
        <w:autoSpaceDE w:val="0"/>
        <w:autoSpaceDN w:val="0"/>
        <w:adjustRightInd w:val="0"/>
        <w:rPr>
          <w:rFonts w:ascii="Verdana" w:hAnsi="Verdana" w:cs="TTE1C333F8t00"/>
          <w:sz w:val="21"/>
          <w:szCs w:val="21"/>
        </w:rPr>
      </w:pPr>
      <w:r w:rsidRPr="0088754F">
        <w:rPr>
          <w:rFonts w:ascii="Verdana" w:hAnsi="Verdana" w:cs="TTE1C333F8t00"/>
          <w:sz w:val="21"/>
          <w:szCs w:val="21"/>
        </w:rPr>
        <w:t>S</w:t>
      </w:r>
      <w:r w:rsidR="00AE70F3" w:rsidRPr="0088754F">
        <w:rPr>
          <w:rFonts w:ascii="Verdana" w:hAnsi="Verdana" w:cs="TTE1C333F8t00"/>
          <w:sz w:val="21"/>
          <w:szCs w:val="21"/>
        </w:rPr>
        <w:t>’authentifier sur le</w:t>
      </w:r>
      <w:r w:rsidRPr="0088754F">
        <w:rPr>
          <w:rFonts w:ascii="Verdana" w:hAnsi="Verdana" w:cs="TTE1C333F8t00"/>
          <w:sz w:val="21"/>
          <w:szCs w:val="21"/>
        </w:rPr>
        <w:t xml:space="preserve"> </w:t>
      </w:r>
      <w:proofErr w:type="spellStart"/>
      <w:r w:rsidRPr="0088754F">
        <w:rPr>
          <w:rFonts w:ascii="Verdana" w:hAnsi="Verdana" w:cs="TTE1C333F8t00"/>
          <w:sz w:val="21"/>
          <w:szCs w:val="21"/>
        </w:rPr>
        <w:t>webmail</w:t>
      </w:r>
      <w:proofErr w:type="spellEnd"/>
      <w:r w:rsidRPr="0088754F">
        <w:rPr>
          <w:rFonts w:ascii="Verdana" w:hAnsi="Verdana" w:cs="TTE1C333F8t00"/>
          <w:sz w:val="21"/>
          <w:szCs w:val="21"/>
        </w:rPr>
        <w:t xml:space="preserve"> de la messagerie de formation </w:t>
      </w:r>
      <w:r w:rsidR="009A2E7F" w:rsidRPr="0088754F">
        <w:rPr>
          <w:rFonts w:ascii="Verdana" w:hAnsi="Verdana" w:cs="TTE1C333F8t00"/>
          <w:sz w:val="21"/>
          <w:szCs w:val="21"/>
        </w:rPr>
        <w:t>(compte créé pour démontrer le bon fonctionnement de l’outil)</w:t>
      </w:r>
      <w:r w:rsidRPr="0088754F">
        <w:rPr>
          <w:rFonts w:ascii="Verdana" w:hAnsi="Verdana" w:cs="TTE1C333F8t00"/>
          <w:sz w:val="21"/>
          <w:szCs w:val="21"/>
        </w:rPr>
        <w:t xml:space="preserve"> directement en ligne sur Outlook.com : </w:t>
      </w:r>
      <w:hyperlink r:id="rId37" w:history="1">
        <w:r w:rsidR="00C52090" w:rsidRPr="0088754F">
          <w:rPr>
            <w:rFonts w:ascii="Verdana" w:hAnsi="Verdana" w:cs="TTE1C333F8t00"/>
            <w:sz w:val="21"/>
            <w:szCs w:val="21"/>
          </w:rPr>
          <w:t>https://outlook.live.com</w:t>
        </w:r>
      </w:hyperlink>
      <w:r w:rsidR="00C52090" w:rsidRPr="0088754F">
        <w:rPr>
          <w:rFonts w:ascii="Verdana" w:hAnsi="Verdana" w:cs="TTE1C333F8t00"/>
          <w:sz w:val="21"/>
          <w:szCs w:val="21"/>
        </w:rPr>
        <w:t xml:space="preserve">. </w:t>
      </w:r>
      <w:r w:rsidR="00AE70F3" w:rsidRPr="0088754F">
        <w:rPr>
          <w:rFonts w:ascii="Verdana" w:hAnsi="Verdana" w:cs="TTE1C333F8t00"/>
          <w:sz w:val="21"/>
          <w:szCs w:val="21"/>
        </w:rPr>
        <w:t>(</w:t>
      </w:r>
      <w:proofErr w:type="gramStart"/>
      <w:r w:rsidR="00AE70F3" w:rsidRPr="0088754F">
        <w:rPr>
          <w:rFonts w:ascii="Verdana" w:hAnsi="Verdana" w:cs="TTE1C333F8t00"/>
          <w:sz w:val="21"/>
          <w:szCs w:val="21"/>
        </w:rPr>
        <w:t>voir</w:t>
      </w:r>
      <w:proofErr w:type="gramEnd"/>
      <w:r w:rsidR="00AE70F3" w:rsidRPr="0088754F">
        <w:rPr>
          <w:rFonts w:ascii="Verdana" w:hAnsi="Verdana" w:cs="TTE1C333F8t00"/>
          <w:sz w:val="21"/>
          <w:szCs w:val="21"/>
        </w:rPr>
        <w:t xml:space="preserve"> les informations de connexion dans le readme.txt en annexe)</w:t>
      </w:r>
      <w:r w:rsidR="00B932DD" w:rsidRPr="0088754F">
        <w:rPr>
          <w:rFonts w:ascii="Verdana" w:hAnsi="Verdana" w:cs="TTE1C333F8t00"/>
          <w:sz w:val="21"/>
          <w:szCs w:val="21"/>
        </w:rPr>
        <w:t>. Montrer les messages, leurs PJ et l’arborescence de classement.</w:t>
      </w:r>
    </w:p>
    <w:p w14:paraId="7404FD12" w14:textId="2B26286C" w:rsidR="009209AC" w:rsidRDefault="009209AC" w:rsidP="009209AC">
      <w:r>
        <w:rPr>
          <w:noProof/>
        </w:rPr>
        <w:drawing>
          <wp:inline distT="0" distB="0" distL="0" distR="0" wp14:anchorId="00C33362" wp14:editId="0A81A867">
            <wp:extent cx="5753100" cy="2486025"/>
            <wp:effectExtent l="19050" t="19050" r="19050" b="2857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53100" cy="2486025"/>
                    </a:xfrm>
                    <a:prstGeom prst="rect">
                      <a:avLst/>
                    </a:prstGeom>
                    <a:noFill/>
                    <a:ln>
                      <a:solidFill>
                        <a:schemeClr val="tx1"/>
                      </a:solidFill>
                    </a:ln>
                  </pic:spPr>
                </pic:pic>
              </a:graphicData>
            </a:graphic>
          </wp:inline>
        </w:drawing>
      </w:r>
    </w:p>
    <w:p w14:paraId="71E98921" w14:textId="273EA549" w:rsidR="0086217D" w:rsidRDefault="0086217D" w:rsidP="009209AC"/>
    <w:p w14:paraId="2957A362" w14:textId="52FE53E4" w:rsidR="0086217D" w:rsidRPr="0088754F" w:rsidRDefault="00141CF9" w:rsidP="0088754F">
      <w:pPr>
        <w:pStyle w:val="Paragraphedeliste"/>
        <w:numPr>
          <w:ilvl w:val="0"/>
          <w:numId w:val="20"/>
        </w:numPr>
        <w:autoSpaceDE w:val="0"/>
        <w:autoSpaceDN w:val="0"/>
        <w:adjustRightInd w:val="0"/>
        <w:rPr>
          <w:rFonts w:ascii="Verdana" w:hAnsi="Verdana" w:cs="TTE1C333F8t00"/>
          <w:sz w:val="21"/>
          <w:szCs w:val="21"/>
        </w:rPr>
      </w:pPr>
      <w:r w:rsidRPr="0088754F">
        <w:rPr>
          <w:rFonts w:ascii="Verdana" w:hAnsi="Verdana" w:cs="TTE1C333F8t00"/>
          <w:sz w:val="21"/>
          <w:szCs w:val="21"/>
        </w:rPr>
        <w:t xml:space="preserve">Dans </w:t>
      </w:r>
      <w:proofErr w:type="spellStart"/>
      <w:r w:rsidRPr="0088754F">
        <w:rPr>
          <w:rFonts w:ascii="Verdana" w:hAnsi="Verdana" w:cs="TTE1C333F8t00"/>
          <w:sz w:val="21"/>
          <w:szCs w:val="21"/>
        </w:rPr>
        <w:t>MailExtract</w:t>
      </w:r>
      <w:proofErr w:type="spellEnd"/>
      <w:r w:rsidRPr="0088754F">
        <w:rPr>
          <w:rFonts w:ascii="Verdana" w:hAnsi="Verdana" w:cs="TTE1C333F8t00"/>
          <w:sz w:val="21"/>
          <w:szCs w:val="21"/>
        </w:rPr>
        <w:t xml:space="preserve">, </w:t>
      </w:r>
      <w:r w:rsidR="00505648" w:rsidRPr="0088754F">
        <w:rPr>
          <w:rFonts w:ascii="Verdana" w:hAnsi="Verdana" w:cs="TTE1C333F8t00"/>
          <w:sz w:val="21"/>
          <w:szCs w:val="21"/>
        </w:rPr>
        <w:t>préparer l’extraction de</w:t>
      </w:r>
      <w:r w:rsidRPr="0088754F">
        <w:rPr>
          <w:rFonts w:ascii="Verdana" w:hAnsi="Verdana" w:cs="TTE1C333F8t00"/>
          <w:sz w:val="21"/>
          <w:szCs w:val="21"/>
        </w:rPr>
        <w:t xml:space="preserve"> la messagerie </w:t>
      </w:r>
      <w:r w:rsidR="00834D7E" w:rsidRPr="0088754F">
        <w:rPr>
          <w:rFonts w:ascii="Verdana" w:hAnsi="Verdana" w:cs="TTE1C333F8t00"/>
          <w:sz w:val="21"/>
          <w:szCs w:val="21"/>
        </w:rPr>
        <w:t xml:space="preserve">en utilisant les bons paramètres de connexion (voir les informations dans le </w:t>
      </w:r>
      <w:r w:rsidR="00505648" w:rsidRPr="0088754F">
        <w:rPr>
          <w:rFonts w:ascii="Verdana" w:hAnsi="Verdana" w:cs="TTE1C333F8t00"/>
          <w:sz w:val="21"/>
          <w:szCs w:val="21"/>
        </w:rPr>
        <w:t>readme.txt en annexe)</w:t>
      </w:r>
      <w:r w:rsidR="005777AB" w:rsidRPr="0088754F">
        <w:rPr>
          <w:rFonts w:ascii="Verdana" w:hAnsi="Verdana" w:cs="TTE1C333F8t00"/>
          <w:sz w:val="21"/>
          <w:szCs w:val="21"/>
        </w:rPr>
        <w:t>.</w:t>
      </w:r>
    </w:p>
    <w:p w14:paraId="01E54453" w14:textId="075D4681" w:rsidR="005777AB" w:rsidRPr="0088754F" w:rsidRDefault="002A33F8" w:rsidP="0088754F">
      <w:pPr>
        <w:pStyle w:val="Paragraphedeliste"/>
        <w:numPr>
          <w:ilvl w:val="1"/>
          <w:numId w:val="20"/>
        </w:numPr>
        <w:autoSpaceDE w:val="0"/>
        <w:autoSpaceDN w:val="0"/>
        <w:adjustRightInd w:val="0"/>
        <w:rPr>
          <w:rFonts w:ascii="Verdana" w:hAnsi="Verdana" w:cs="TTE1C333F8t00"/>
          <w:sz w:val="21"/>
          <w:szCs w:val="21"/>
        </w:rPr>
      </w:pPr>
      <w:r w:rsidRPr="0088754F">
        <w:rPr>
          <w:rFonts w:ascii="Verdana" w:hAnsi="Verdana" w:cs="TTE1C333F8t00"/>
          <w:sz w:val="21"/>
          <w:szCs w:val="21"/>
        </w:rPr>
        <w:t>Conserver le premier niveau (racine de la messagerie)</w:t>
      </w:r>
    </w:p>
    <w:p w14:paraId="20668660" w14:textId="2781D257" w:rsidR="002A33F8" w:rsidRPr="0088754F" w:rsidRDefault="002A33F8" w:rsidP="0088754F">
      <w:pPr>
        <w:pStyle w:val="Paragraphedeliste"/>
        <w:numPr>
          <w:ilvl w:val="1"/>
          <w:numId w:val="20"/>
        </w:numPr>
        <w:autoSpaceDE w:val="0"/>
        <w:autoSpaceDN w:val="0"/>
        <w:adjustRightInd w:val="0"/>
        <w:rPr>
          <w:rFonts w:ascii="Verdana" w:hAnsi="Verdana" w:cs="TTE1C333F8t00"/>
          <w:sz w:val="21"/>
          <w:szCs w:val="21"/>
        </w:rPr>
      </w:pPr>
      <w:r w:rsidRPr="0088754F">
        <w:rPr>
          <w:rFonts w:ascii="Verdana" w:hAnsi="Verdana" w:cs="TTE1C333F8t00"/>
          <w:sz w:val="21"/>
          <w:szCs w:val="21"/>
        </w:rPr>
        <w:t>Transformer les messages en fichier txt</w:t>
      </w:r>
    </w:p>
    <w:p w14:paraId="3A6F176B" w14:textId="5962B294" w:rsidR="002A33F8" w:rsidRPr="0088754F" w:rsidRDefault="004816D4" w:rsidP="0088754F">
      <w:pPr>
        <w:pStyle w:val="Paragraphedeliste"/>
        <w:numPr>
          <w:ilvl w:val="1"/>
          <w:numId w:val="20"/>
        </w:numPr>
        <w:autoSpaceDE w:val="0"/>
        <w:autoSpaceDN w:val="0"/>
        <w:adjustRightInd w:val="0"/>
        <w:rPr>
          <w:rFonts w:ascii="Verdana" w:hAnsi="Verdana" w:cs="TTE1C333F8t00"/>
          <w:sz w:val="21"/>
          <w:szCs w:val="21"/>
        </w:rPr>
      </w:pPr>
      <w:r w:rsidRPr="0088754F">
        <w:rPr>
          <w:rFonts w:ascii="Verdana" w:hAnsi="Verdana" w:cs="TTE1C333F8t00"/>
          <w:sz w:val="21"/>
          <w:szCs w:val="21"/>
        </w:rPr>
        <w:t>Incorporer les métadonnées du message à un bordereau SEDA</w:t>
      </w:r>
    </w:p>
    <w:p w14:paraId="3A69B9D9" w14:textId="07A61B80" w:rsidR="004816D4" w:rsidRPr="0088754F" w:rsidRDefault="004816D4" w:rsidP="0088754F">
      <w:pPr>
        <w:pStyle w:val="Paragraphedeliste"/>
        <w:numPr>
          <w:ilvl w:val="1"/>
          <w:numId w:val="20"/>
        </w:numPr>
        <w:autoSpaceDE w:val="0"/>
        <w:autoSpaceDN w:val="0"/>
        <w:adjustRightInd w:val="0"/>
        <w:rPr>
          <w:rFonts w:ascii="Verdana" w:hAnsi="Verdana" w:cs="TTE1C333F8t00"/>
          <w:sz w:val="21"/>
          <w:szCs w:val="21"/>
        </w:rPr>
      </w:pPr>
      <w:r w:rsidRPr="0088754F">
        <w:rPr>
          <w:rFonts w:ascii="Verdana" w:hAnsi="Verdana" w:cs="TTE1C333F8t00"/>
          <w:sz w:val="21"/>
          <w:szCs w:val="21"/>
        </w:rPr>
        <w:t xml:space="preserve">Conserver </w:t>
      </w:r>
      <w:r w:rsidR="00FE4049" w:rsidRPr="0088754F">
        <w:rPr>
          <w:rFonts w:ascii="Verdana" w:hAnsi="Verdana" w:cs="TTE1C333F8t00"/>
          <w:sz w:val="21"/>
          <w:szCs w:val="21"/>
        </w:rPr>
        <w:t>le contenu des PJ dans des fichiers txt</w:t>
      </w:r>
    </w:p>
    <w:p w14:paraId="791C5065" w14:textId="23117C4F" w:rsidR="007C40D2" w:rsidRPr="0088754F" w:rsidRDefault="007C40D2" w:rsidP="0088754F">
      <w:pPr>
        <w:pStyle w:val="Paragraphedeliste"/>
        <w:numPr>
          <w:ilvl w:val="1"/>
          <w:numId w:val="20"/>
        </w:numPr>
        <w:autoSpaceDE w:val="0"/>
        <w:autoSpaceDN w:val="0"/>
        <w:adjustRightInd w:val="0"/>
        <w:rPr>
          <w:rFonts w:ascii="Verdana" w:hAnsi="Verdana" w:cs="TTE1C333F8t00"/>
          <w:sz w:val="21"/>
          <w:szCs w:val="21"/>
        </w:rPr>
      </w:pPr>
      <w:r w:rsidRPr="0088754F">
        <w:rPr>
          <w:rFonts w:ascii="Verdana" w:hAnsi="Verdana" w:cs="TTE1C333F8t00"/>
          <w:sz w:val="21"/>
          <w:szCs w:val="21"/>
        </w:rPr>
        <w:t>Incorporer les métadonnées des PJ à un bordereau SEDA</w:t>
      </w:r>
    </w:p>
    <w:p w14:paraId="70DAAA2E" w14:textId="5D468F5F" w:rsidR="00CD31E0" w:rsidRPr="0088754F" w:rsidRDefault="00CD31E0" w:rsidP="0088754F">
      <w:pPr>
        <w:pStyle w:val="Paragraphedeliste"/>
        <w:numPr>
          <w:ilvl w:val="1"/>
          <w:numId w:val="20"/>
        </w:numPr>
        <w:autoSpaceDE w:val="0"/>
        <w:autoSpaceDN w:val="0"/>
        <w:adjustRightInd w:val="0"/>
        <w:rPr>
          <w:rFonts w:ascii="Verdana" w:hAnsi="Verdana" w:cs="TTE1C333F8t00"/>
          <w:sz w:val="21"/>
          <w:szCs w:val="21"/>
        </w:rPr>
      </w:pPr>
      <w:r w:rsidRPr="0088754F">
        <w:rPr>
          <w:rFonts w:ascii="Verdana" w:hAnsi="Verdana" w:cs="TTE1C333F8t00"/>
          <w:sz w:val="21"/>
          <w:szCs w:val="21"/>
        </w:rPr>
        <w:t>Régler le niveau de log à Détail message (le plus verbeux)</w:t>
      </w:r>
    </w:p>
    <w:p w14:paraId="76F714BD" w14:textId="67FC5461" w:rsidR="00CD31E0" w:rsidRDefault="009905F4" w:rsidP="00CD31E0">
      <w:r>
        <w:rPr>
          <w:noProof/>
        </w:rPr>
        <w:lastRenderedPageBreak/>
        <w:drawing>
          <wp:inline distT="0" distB="0" distL="0" distR="0" wp14:anchorId="37E45941" wp14:editId="65682911">
            <wp:extent cx="5753100" cy="2647950"/>
            <wp:effectExtent l="19050" t="19050" r="19050" b="1905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53100" cy="2647950"/>
                    </a:xfrm>
                    <a:prstGeom prst="rect">
                      <a:avLst/>
                    </a:prstGeom>
                    <a:noFill/>
                    <a:ln>
                      <a:solidFill>
                        <a:schemeClr val="tx1"/>
                      </a:solidFill>
                    </a:ln>
                  </pic:spPr>
                </pic:pic>
              </a:graphicData>
            </a:graphic>
          </wp:inline>
        </w:drawing>
      </w:r>
    </w:p>
    <w:p w14:paraId="563DF9F5" w14:textId="22AB1B59" w:rsidR="009905F4" w:rsidRDefault="009905F4" w:rsidP="00CD31E0"/>
    <w:p w14:paraId="1944FC07" w14:textId="405115A9" w:rsidR="009905F4" w:rsidRPr="00035CE1" w:rsidRDefault="00BB6101" w:rsidP="00035CE1">
      <w:pPr>
        <w:pStyle w:val="Paragraphedeliste"/>
        <w:numPr>
          <w:ilvl w:val="0"/>
          <w:numId w:val="20"/>
        </w:numPr>
        <w:autoSpaceDE w:val="0"/>
        <w:autoSpaceDN w:val="0"/>
        <w:adjustRightInd w:val="0"/>
        <w:rPr>
          <w:rFonts w:ascii="Verdana" w:hAnsi="Verdana" w:cs="TTE1C333F8t00"/>
          <w:sz w:val="21"/>
          <w:szCs w:val="21"/>
        </w:rPr>
      </w:pPr>
      <w:r w:rsidRPr="00035CE1">
        <w:rPr>
          <w:rFonts w:ascii="Verdana" w:hAnsi="Verdana" w:cs="TTE1C333F8t00"/>
          <w:sz w:val="21"/>
          <w:szCs w:val="21"/>
        </w:rPr>
        <w:t>Lancer l’extraction et montrer le résultat dans le dossier de destination</w:t>
      </w:r>
      <w:r w:rsidR="00691FFC" w:rsidRPr="00035CE1">
        <w:rPr>
          <w:rFonts w:ascii="Verdana" w:hAnsi="Verdana" w:cs="TTE1C333F8t00"/>
          <w:sz w:val="21"/>
          <w:szCs w:val="21"/>
        </w:rPr>
        <w:tab/>
      </w:r>
    </w:p>
    <w:p w14:paraId="01B8DDAD" w14:textId="6C335E10" w:rsidR="00C2001E" w:rsidRDefault="00C2001E" w:rsidP="00736634">
      <w:pPr>
        <w:jc w:val="center"/>
      </w:pPr>
      <w:r>
        <w:rPr>
          <w:noProof/>
        </w:rPr>
        <w:drawing>
          <wp:inline distT="0" distB="0" distL="0" distR="0" wp14:anchorId="01DF9B45" wp14:editId="1A302E5D">
            <wp:extent cx="4143375" cy="1131273"/>
            <wp:effectExtent l="19050" t="19050" r="9525" b="1206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156975" cy="1134986"/>
                    </a:xfrm>
                    <a:prstGeom prst="rect">
                      <a:avLst/>
                    </a:prstGeom>
                    <a:noFill/>
                    <a:ln>
                      <a:solidFill>
                        <a:schemeClr val="tx1"/>
                      </a:solidFill>
                    </a:ln>
                  </pic:spPr>
                </pic:pic>
              </a:graphicData>
            </a:graphic>
          </wp:inline>
        </w:drawing>
      </w:r>
    </w:p>
    <w:p w14:paraId="09AC70F8" w14:textId="7837BB14" w:rsidR="00963187" w:rsidRPr="00035CE1" w:rsidRDefault="00963187" w:rsidP="00035CE1">
      <w:pPr>
        <w:pStyle w:val="Paragraphedeliste"/>
        <w:numPr>
          <w:ilvl w:val="0"/>
          <w:numId w:val="20"/>
        </w:numPr>
        <w:autoSpaceDE w:val="0"/>
        <w:autoSpaceDN w:val="0"/>
        <w:adjustRightInd w:val="0"/>
        <w:rPr>
          <w:rFonts w:ascii="Verdana" w:hAnsi="Verdana" w:cs="TTE1C333F8t00"/>
          <w:sz w:val="21"/>
          <w:szCs w:val="21"/>
        </w:rPr>
      </w:pPr>
      <w:r w:rsidRPr="00035CE1">
        <w:rPr>
          <w:rFonts w:ascii="Verdana" w:hAnsi="Verdana" w:cs="TTE1C333F8t00"/>
          <w:sz w:val="21"/>
          <w:szCs w:val="21"/>
        </w:rPr>
        <w:t>Montrer que l’arborescence est conservée ainsi que les mails (un dossier par mail</w:t>
      </w:r>
      <w:r w:rsidR="00607D35" w:rsidRPr="00035CE1">
        <w:rPr>
          <w:rFonts w:ascii="Verdana" w:hAnsi="Verdana" w:cs="TTE1C333F8t00"/>
          <w:sz w:val="21"/>
          <w:szCs w:val="21"/>
        </w:rPr>
        <w:t xml:space="preserve"> avec les PJ et des métadonnées SEDA)</w:t>
      </w:r>
    </w:p>
    <w:p w14:paraId="0D10DCCA" w14:textId="26855721" w:rsidR="00965C5B" w:rsidRDefault="00965C5B" w:rsidP="00965C5B">
      <w:pPr>
        <w:jc w:val="left"/>
      </w:pPr>
      <w:r>
        <w:rPr>
          <w:noProof/>
        </w:rPr>
        <w:drawing>
          <wp:inline distT="0" distB="0" distL="0" distR="0" wp14:anchorId="6C0E4D74" wp14:editId="2C615F52">
            <wp:extent cx="5753100" cy="733425"/>
            <wp:effectExtent l="19050" t="19050" r="19050" b="2857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53100" cy="733425"/>
                    </a:xfrm>
                    <a:prstGeom prst="rect">
                      <a:avLst/>
                    </a:prstGeom>
                    <a:noFill/>
                    <a:ln>
                      <a:solidFill>
                        <a:schemeClr val="tx1"/>
                      </a:solidFill>
                    </a:ln>
                  </pic:spPr>
                </pic:pic>
              </a:graphicData>
            </a:graphic>
          </wp:inline>
        </w:drawing>
      </w:r>
    </w:p>
    <w:p w14:paraId="1F8D6906" w14:textId="77777777" w:rsidR="007C40D2" w:rsidRDefault="007C40D2" w:rsidP="007C40D2">
      <w:pPr>
        <w:ind w:left="1080"/>
      </w:pPr>
    </w:p>
    <w:p w14:paraId="6D9DD919" w14:textId="27A0CAC3" w:rsidR="0071625B" w:rsidRDefault="0071625B" w:rsidP="0071625B"/>
    <w:p w14:paraId="5E8F6CA9" w14:textId="77777777" w:rsidR="004E4A50" w:rsidRPr="006818D8" w:rsidRDefault="004E4A50" w:rsidP="0071625B"/>
    <w:sectPr w:rsidR="004E4A50" w:rsidRPr="006818D8" w:rsidSect="006811BB">
      <w:headerReference w:type="default" r:id="rId42"/>
      <w:footerReference w:type="default" r:id="rId43"/>
      <w:pgSz w:w="11900" w:h="16840"/>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6E56E" w14:textId="77777777" w:rsidR="00264EB8" w:rsidRDefault="00264EB8" w:rsidP="003B3B70">
      <w:r>
        <w:separator/>
      </w:r>
    </w:p>
    <w:p w14:paraId="252C920B" w14:textId="77777777" w:rsidR="00264EB8" w:rsidRDefault="00264EB8"/>
  </w:endnote>
  <w:endnote w:type="continuationSeparator" w:id="0">
    <w:p w14:paraId="1684C86F" w14:textId="77777777" w:rsidR="00264EB8" w:rsidRDefault="00264EB8" w:rsidP="003B3B70">
      <w:r>
        <w:continuationSeparator/>
      </w:r>
    </w:p>
    <w:p w14:paraId="7F0A0404" w14:textId="77777777" w:rsidR="00264EB8" w:rsidRDefault="00264EB8"/>
  </w:endnote>
  <w:endnote w:type="continuationNotice" w:id="1">
    <w:p w14:paraId="12D480D5" w14:textId="77777777" w:rsidR="00264EB8" w:rsidRDefault="00264EB8"/>
    <w:p w14:paraId="7D5F394D" w14:textId="77777777" w:rsidR="00264EB8" w:rsidRDefault="00264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 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TE1C333F8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DF171" w14:textId="77777777" w:rsidR="00006D6B" w:rsidRDefault="00006D6B" w:rsidP="00133FD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07448DB" w14:textId="77777777" w:rsidR="00006D6B" w:rsidRDefault="00006D6B" w:rsidP="006634A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557EA" w14:textId="77777777" w:rsidR="00006D6B" w:rsidRPr="00567AFE" w:rsidRDefault="00006D6B" w:rsidP="006634A7">
    <w:pPr>
      <w:pStyle w:val="Pieddepage"/>
      <w:framePr w:wrap="around" w:vAnchor="text" w:hAnchor="page" w:x="10337" w:y="-250"/>
      <w:rPr>
        <w:rStyle w:val="Numrodepage"/>
        <w:rFonts w:ascii="Calibri" w:hAnsi="Calibri"/>
        <w:color w:val="605F5F"/>
        <w:sz w:val="22"/>
      </w:rPr>
    </w:pPr>
    <w:r w:rsidRPr="00567AFE">
      <w:rPr>
        <w:rStyle w:val="Numrodepage"/>
        <w:rFonts w:ascii="Calibri" w:hAnsi="Calibri"/>
        <w:color w:val="605F5F"/>
        <w:sz w:val="22"/>
      </w:rPr>
      <w:fldChar w:fldCharType="begin"/>
    </w:r>
    <w:r>
      <w:rPr>
        <w:rStyle w:val="Numrodepage"/>
        <w:rFonts w:ascii="Calibri" w:hAnsi="Calibri"/>
        <w:color w:val="605F5F"/>
        <w:sz w:val="22"/>
      </w:rPr>
      <w:instrText>PAGE</w:instrText>
    </w:r>
    <w:r w:rsidRPr="00567AFE">
      <w:rPr>
        <w:rStyle w:val="Numrodepage"/>
        <w:rFonts w:ascii="Calibri" w:hAnsi="Calibri"/>
        <w:color w:val="605F5F"/>
        <w:sz w:val="22"/>
      </w:rPr>
      <w:fldChar w:fldCharType="separate"/>
    </w:r>
    <w:r>
      <w:rPr>
        <w:rStyle w:val="Numrodepage"/>
        <w:rFonts w:ascii="Calibri" w:hAnsi="Calibri"/>
        <w:noProof/>
        <w:color w:val="605F5F"/>
        <w:sz w:val="22"/>
      </w:rPr>
      <w:t>2</w:t>
    </w:r>
    <w:r w:rsidRPr="00567AFE">
      <w:rPr>
        <w:rStyle w:val="Numrodepage"/>
        <w:rFonts w:ascii="Calibri" w:hAnsi="Calibri"/>
        <w:color w:val="605F5F"/>
        <w:sz w:val="22"/>
      </w:rPr>
      <w:fldChar w:fldCharType="end"/>
    </w:r>
  </w:p>
  <w:p w14:paraId="189A85C6" w14:textId="77777777" w:rsidR="00006D6B" w:rsidRDefault="00006D6B" w:rsidP="006634A7">
    <w:pPr>
      <w:pStyle w:val="Pieddepage"/>
      <w:ind w:right="360"/>
    </w:pPr>
    <w:r>
      <w:rPr>
        <w:noProof/>
      </w:rPr>
      <mc:AlternateContent>
        <mc:Choice Requires="wps">
          <w:drawing>
            <wp:anchor distT="0" distB="0" distL="114300" distR="114300" simplePos="0" relativeHeight="251658240" behindDoc="0" locked="0" layoutInCell="1" allowOverlap="1" wp14:anchorId="5BF7E280" wp14:editId="4FB933B9">
              <wp:simplePos x="0" y="0"/>
              <wp:positionH relativeFrom="column">
                <wp:posOffset>-340360</wp:posOffset>
              </wp:positionH>
              <wp:positionV relativeFrom="paragraph">
                <wp:posOffset>-247650</wp:posOffset>
              </wp:positionV>
              <wp:extent cx="3543300" cy="342900"/>
              <wp:effectExtent l="0" t="0" r="0" b="0"/>
              <wp:wrapNone/>
              <wp:docPr id="24"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3300" cy="342900"/>
                      </a:xfrm>
                      <a:prstGeom prst="rect">
                        <a:avLst/>
                      </a:prstGeom>
                      <a:noFill/>
                      <a:ln>
                        <a:noFill/>
                      </a:ln>
                      <a:effectLst/>
                      <a:extLst>
                        <a:ext uri="{C572A759-6A51-4108-AA02-DFA0A04FC94B}"/>
                      </a:extLst>
                    </wps:spPr>
                    <wps:txbx>
                      <w:txbxContent>
                        <w:p w14:paraId="5B550C7D" w14:textId="77777777" w:rsidR="00006D6B" w:rsidRPr="00567AFE" w:rsidRDefault="00006D6B" w:rsidP="003B3B70">
                          <w:pPr>
                            <w:rPr>
                              <w:rFonts w:ascii="Calibri" w:hAnsi="Calibri"/>
                              <w:color w:val="605F5F"/>
                              <w:sz w:val="22"/>
                              <w:szCs w:val="22"/>
                            </w:rPr>
                          </w:pPr>
                          <w:r w:rsidRPr="00567AFE">
                            <w:rPr>
                              <w:rFonts w:ascii="Calibri" w:hAnsi="Calibri"/>
                              <w:color w:val="605F5F"/>
                              <w:sz w:val="22"/>
                              <w:szCs w:val="22"/>
                            </w:rPr>
                            <w:t xml:space="preserve">Nom du projet </w:t>
                          </w:r>
                          <w:r w:rsidRPr="00567AFE">
                            <w:rPr>
                              <w:rFonts w:ascii="Calibri" w:hAnsi="Calibri" w:cs="Lucida Grande"/>
                              <w:color w:val="313131"/>
                              <w:sz w:val="22"/>
                              <w:szCs w:val="22"/>
                            </w:rPr>
                            <w:t>|</w:t>
                          </w:r>
                          <w:r w:rsidRPr="00567AFE">
                            <w:rPr>
                              <w:rFonts w:ascii="Calibri" w:hAnsi="Calibri"/>
                              <w:color w:val="605F5F"/>
                              <w:sz w:val="22"/>
                              <w:szCs w:val="22"/>
                            </w:rPr>
                            <w:t xml:space="preserve"> V-technologies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BF7E280" id="_x0000_t202" coordsize="21600,21600" o:spt="202" path="m,l,21600r21600,l21600,xe">
              <v:stroke joinstyle="miter"/>
              <v:path gradientshapeok="t" o:connecttype="rect"/>
            </v:shapetype>
            <v:shape id="Zone de texte 24" o:spid="_x0000_s1028" type="#_x0000_t202" style="position:absolute;left:0;text-align:left;margin-left:-26.8pt;margin-top:-19.5pt;width:27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" filled="f" stroked="f">
              <v:textbox>
                <w:txbxContent>
                  <w:p w14:paraId="5B550C7D" w14:textId="77777777" w:rsidR="00006D6B" w:rsidRPr="00567AFE" w:rsidRDefault="00006D6B" w:rsidP="003B3B70">
                    <w:pPr>
                      <w:rPr>
                        <w:rFonts w:ascii="Calibri" w:hAnsi="Calibri"/>
                        <w:color w:val="605F5F"/>
                        <w:sz w:val="22"/>
                        <w:szCs w:val="22"/>
                      </w:rPr>
                    </w:pPr>
                    <w:r w:rsidRPr="00567AFE">
                      <w:rPr>
                        <w:rFonts w:ascii="Calibri" w:hAnsi="Calibri"/>
                        <w:color w:val="605F5F"/>
                        <w:sz w:val="22"/>
                        <w:szCs w:val="22"/>
                      </w:rPr>
                      <w:t xml:space="preserve">Nom du projet </w:t>
                    </w:r>
                    <w:r w:rsidRPr="00567AFE">
                      <w:rPr>
                        <w:rFonts w:ascii="Calibri" w:hAnsi="Calibri" w:cs="Lucida Grande"/>
                        <w:color w:val="313131"/>
                        <w:sz w:val="22"/>
                        <w:szCs w:val="22"/>
                      </w:rPr>
                      <w:t>|</w:t>
                    </w:r>
                    <w:r w:rsidRPr="00567AFE">
                      <w:rPr>
                        <w:rFonts w:ascii="Calibri" w:hAnsi="Calibri"/>
                        <w:color w:val="605F5F"/>
                        <w:sz w:val="22"/>
                        <w:szCs w:val="22"/>
                      </w:rPr>
                      <w:t xml:space="preserve"> V-technologies</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AA49" w14:textId="77777777" w:rsidR="00006D6B" w:rsidRDefault="000B1F8A" w:rsidP="00E521DD">
    <w:pPr>
      <w:pStyle w:val="Pieddepage"/>
      <w:jc w:val="right"/>
      <w:rPr>
        <w:noProof/>
      </w:rPr>
    </w:pPr>
    <w:r>
      <w:rPr>
        <w:noProof/>
      </w:rPr>
      <w:drawing>
        <wp:anchor distT="0" distB="0" distL="114300" distR="114300" simplePos="0" relativeHeight="251663360" behindDoc="0" locked="0" layoutInCell="1" allowOverlap="1" wp14:anchorId="2DD5D135" wp14:editId="72120C72">
          <wp:simplePos x="0" y="0"/>
          <wp:positionH relativeFrom="column">
            <wp:posOffset>6602730</wp:posOffset>
          </wp:positionH>
          <wp:positionV relativeFrom="paragraph">
            <wp:posOffset>173024</wp:posOffset>
          </wp:positionV>
          <wp:extent cx="309880" cy="346075"/>
          <wp:effectExtent l="0" t="0" r="0" b="0"/>
          <wp:wrapSquare wrapText="bothSides"/>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Mintika_logo2_mini.png"/>
                  <pic:cNvPicPr/>
                </pic:nvPicPr>
                <pic:blipFill>
                  <a:blip r:embed="rId1"/>
                  <a:stretch>
                    <a:fillRect/>
                  </a:stretch>
                </pic:blipFill>
                <pic:spPr>
                  <a:xfrm>
                    <a:off x="0" y="0"/>
                    <a:ext cx="309880" cy="346075"/>
                  </a:xfrm>
                  <a:prstGeom prst="rect">
                    <a:avLst/>
                  </a:prstGeom>
                </pic:spPr>
              </pic:pic>
            </a:graphicData>
          </a:graphic>
        </wp:anchor>
      </w:drawing>
    </w:r>
  </w:p>
  <w:p w14:paraId="705B7248" w14:textId="77777777" w:rsidR="00006D6B" w:rsidRDefault="00006D6B" w:rsidP="00E521DD">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A759D" w14:textId="77777777" w:rsidR="00006D6B" w:rsidRDefault="00AF3168" w:rsidP="008F5D7C">
    <w:pPr>
      <w:pStyle w:val="Pieddepage"/>
      <w:ind w:right="360"/>
      <w:jc w:val="right"/>
    </w:pPr>
    <w:r>
      <w:rPr>
        <w:noProof/>
      </w:rPr>
      <mc:AlternateContent>
        <mc:Choice Requires="wps">
          <w:drawing>
            <wp:anchor distT="0" distB="0" distL="114300" distR="114300" simplePos="0" relativeHeight="251652607" behindDoc="0" locked="0" layoutInCell="1" allowOverlap="1" wp14:anchorId="77D5AFF8" wp14:editId="018B026B">
              <wp:simplePos x="0" y="0"/>
              <wp:positionH relativeFrom="margin">
                <wp:posOffset>78214</wp:posOffset>
              </wp:positionH>
              <wp:positionV relativeFrom="paragraph">
                <wp:posOffset>-197816</wp:posOffset>
              </wp:positionV>
              <wp:extent cx="6113007" cy="373380"/>
              <wp:effectExtent l="0" t="0" r="19685" b="26670"/>
              <wp:wrapNone/>
              <wp:docPr id="36" name="Rectangle 36"/>
              <wp:cNvGraphicFramePr/>
              <a:graphic xmlns:a="http://schemas.openxmlformats.org/drawingml/2006/main">
                <a:graphicData uri="http://schemas.microsoft.com/office/word/2010/wordprocessingShape">
                  <wps:wsp>
                    <wps:cNvSpPr/>
                    <wps:spPr>
                      <a:xfrm>
                        <a:off x="0" y="0"/>
                        <a:ext cx="6113007" cy="373380"/>
                      </a:xfrm>
                      <a:prstGeom prst="rect">
                        <a:avLst/>
                      </a:prstGeom>
                      <a:solidFill>
                        <a:srgbClr val="F3F8FA"/>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1CFBD" id="Rectangle 36" o:spid="_x0000_s1026" style="position:absolute;margin-left:6.15pt;margin-top:-15.6pt;width:481.35pt;height:29.4pt;z-index:2516526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" fillcolor="#f3f8fa" strokecolor="white [3212]" strokeweight="2pt">
              <w10:wrap anchorx="margin"/>
            </v:rect>
          </w:pict>
        </mc:Fallback>
      </mc:AlternateContent>
    </w:r>
    <w:r>
      <w:rPr>
        <w:noProof/>
      </w:rPr>
      <w:drawing>
        <wp:anchor distT="0" distB="0" distL="114300" distR="114300" simplePos="0" relativeHeight="251662336" behindDoc="0" locked="0" layoutInCell="1" allowOverlap="1" wp14:anchorId="448740DA" wp14:editId="3A2DF384">
          <wp:simplePos x="0" y="0"/>
          <wp:positionH relativeFrom="leftMargin">
            <wp:posOffset>524510</wp:posOffset>
          </wp:positionH>
          <wp:positionV relativeFrom="paragraph">
            <wp:posOffset>-173990</wp:posOffset>
          </wp:positionV>
          <wp:extent cx="344170" cy="357505"/>
          <wp:effectExtent l="0" t="0" r="0" b="4445"/>
          <wp:wrapTopAndBottom/>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Mintika_logo2.png"/>
                  <pic:cNvPicPr/>
                </pic:nvPicPr>
                <pic:blipFill>
                  <a:blip r:embed="rId1"/>
                  <a:stretch>
                    <a:fillRect/>
                  </a:stretch>
                </pic:blipFill>
                <pic:spPr>
                  <a:xfrm>
                    <a:off x="0" y="0"/>
                    <a:ext cx="344170" cy="3575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266D8DB4" wp14:editId="70617C6A">
              <wp:simplePos x="0" y="0"/>
              <wp:positionH relativeFrom="column">
                <wp:posOffset>5255260</wp:posOffset>
              </wp:positionH>
              <wp:positionV relativeFrom="paragraph">
                <wp:posOffset>-50165</wp:posOffset>
              </wp:positionV>
              <wp:extent cx="914400" cy="342900"/>
              <wp:effectExtent l="0" t="0" r="0" b="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42900"/>
                      </a:xfrm>
                      <a:prstGeom prst="rect">
                        <a:avLst/>
                      </a:prstGeom>
                      <a:noFill/>
                      <a:ln>
                        <a:noFill/>
                      </a:ln>
                      <a:effectLst/>
                      <a:extLst>
                        <a:ext uri="{C572A759-6A51-4108-AA02-DFA0A04FC94B}"/>
                      </a:extLst>
                    </wps:spPr>
                    <wps:txbx>
                      <w:txbxContent>
                        <w:p w14:paraId="1EFC8E04" w14:textId="77777777" w:rsidR="00006D6B" w:rsidRPr="00AF3168" w:rsidRDefault="00006D6B" w:rsidP="008F5D7C">
                          <w:pPr>
                            <w:jc w:val="right"/>
                            <w:rPr>
                              <w:rFonts w:ascii="Calibri" w:hAnsi="Calibri"/>
                              <w:sz w:val="18"/>
                              <w:szCs w:val="20"/>
                            </w:rPr>
                          </w:pPr>
                          <w:r w:rsidRPr="00AF3168">
                            <w:rPr>
                              <w:rFonts w:ascii="Calibri" w:hAnsi="Calibri"/>
                              <w:sz w:val="18"/>
                              <w:szCs w:val="20"/>
                            </w:rPr>
                            <w:t xml:space="preserve">Page </w:t>
                          </w:r>
                          <w:r w:rsidRPr="00AF3168">
                            <w:rPr>
                              <w:rFonts w:ascii="Calibri" w:hAnsi="Calibri"/>
                              <w:sz w:val="18"/>
                              <w:szCs w:val="20"/>
                            </w:rPr>
                            <w:fldChar w:fldCharType="begin"/>
                          </w:r>
                          <w:r w:rsidRPr="00AF3168">
                            <w:rPr>
                              <w:rFonts w:ascii="Calibri" w:hAnsi="Calibri"/>
                              <w:sz w:val="18"/>
                              <w:szCs w:val="20"/>
                            </w:rPr>
                            <w:instrText>PAGE</w:instrText>
                          </w:r>
                          <w:r w:rsidRPr="00AF3168">
                            <w:rPr>
                              <w:rFonts w:ascii="Calibri" w:hAnsi="Calibri"/>
                              <w:sz w:val="18"/>
                              <w:szCs w:val="20"/>
                            </w:rPr>
                            <w:fldChar w:fldCharType="separate"/>
                          </w:r>
                          <w:r w:rsidR="00F411C7">
                            <w:rPr>
                              <w:rFonts w:ascii="Calibri" w:hAnsi="Calibri"/>
                              <w:noProof/>
                              <w:sz w:val="18"/>
                              <w:szCs w:val="20"/>
                            </w:rPr>
                            <w:t>3</w:t>
                          </w:r>
                          <w:r w:rsidRPr="00AF3168">
                            <w:rPr>
                              <w:rFonts w:ascii="Calibri" w:hAnsi="Calibri"/>
                              <w:sz w:val="18"/>
                              <w:szCs w:val="20"/>
                            </w:rPr>
                            <w:fldChar w:fldCharType="end"/>
                          </w:r>
                          <w:r w:rsidRPr="00AF3168">
                            <w:rPr>
                              <w:rFonts w:ascii="Calibri" w:hAnsi="Calibri"/>
                              <w:sz w:val="18"/>
                              <w:szCs w:val="20"/>
                            </w:rPr>
                            <w:t xml:space="preserve"> sur </w:t>
                          </w:r>
                          <w:r w:rsidRPr="00AF3168">
                            <w:rPr>
                              <w:rFonts w:ascii="Calibri" w:hAnsi="Calibri"/>
                              <w:sz w:val="18"/>
                              <w:szCs w:val="20"/>
                            </w:rPr>
                            <w:fldChar w:fldCharType="begin"/>
                          </w:r>
                          <w:r w:rsidRPr="00AF3168">
                            <w:rPr>
                              <w:rFonts w:ascii="Calibri" w:hAnsi="Calibri"/>
                              <w:sz w:val="18"/>
                              <w:szCs w:val="20"/>
                            </w:rPr>
                            <w:instrText>NUMPAGES</w:instrText>
                          </w:r>
                          <w:r w:rsidRPr="00AF3168">
                            <w:rPr>
                              <w:rFonts w:ascii="Calibri" w:hAnsi="Calibri"/>
                              <w:sz w:val="18"/>
                              <w:szCs w:val="20"/>
                            </w:rPr>
                            <w:fldChar w:fldCharType="separate"/>
                          </w:r>
                          <w:r w:rsidR="00F411C7">
                            <w:rPr>
                              <w:rFonts w:ascii="Calibri" w:hAnsi="Calibri"/>
                              <w:noProof/>
                              <w:sz w:val="18"/>
                              <w:szCs w:val="20"/>
                            </w:rPr>
                            <w:t>3</w:t>
                          </w:r>
                          <w:r w:rsidRPr="00AF3168">
                            <w:rPr>
                              <w:rFonts w:ascii="Calibri" w:hAnsi="Calibri"/>
                              <w:sz w:val="18"/>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66D8DB4" id="_x0000_t202" coordsize="21600,21600" o:spt="202" path="m,l,21600r21600,l21600,xe">
              <v:stroke joinstyle="miter"/>
              <v:path gradientshapeok="t" o:connecttype="rect"/>
            </v:shapetype>
            <v:shape id="Zone de texte 19" o:spid="_x0000_s1029" type="#_x0000_t202" style="position:absolute;left:0;text-align:left;margin-left:413.8pt;margin-top:-3.95pt;width:1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" filled="f" stroked="f">
              <v:textbox>
                <w:txbxContent>
                  <w:p w14:paraId="1EFC8E04" w14:textId="77777777" w:rsidR="00006D6B" w:rsidRPr="00AF3168" w:rsidRDefault="00006D6B" w:rsidP="008F5D7C">
                    <w:pPr>
                      <w:jc w:val="right"/>
                      <w:rPr>
                        <w:rFonts w:ascii="Calibri" w:hAnsi="Calibri"/>
                        <w:sz w:val="18"/>
                        <w:szCs w:val="20"/>
                      </w:rPr>
                    </w:pPr>
                    <w:r w:rsidRPr="00AF3168">
                      <w:rPr>
                        <w:rFonts w:ascii="Calibri" w:hAnsi="Calibri"/>
                        <w:sz w:val="18"/>
                        <w:szCs w:val="20"/>
                      </w:rPr>
                      <w:t xml:space="preserve">Page </w:t>
                    </w:r>
                    <w:r w:rsidRPr="00AF3168">
                      <w:rPr>
                        <w:rFonts w:ascii="Calibri" w:hAnsi="Calibri"/>
                        <w:sz w:val="18"/>
                        <w:szCs w:val="20"/>
                      </w:rPr>
                      <w:fldChar w:fldCharType="begin"/>
                    </w:r>
                    <w:r w:rsidRPr="00AF3168">
                      <w:rPr>
                        <w:rFonts w:ascii="Calibri" w:hAnsi="Calibri"/>
                        <w:sz w:val="18"/>
                        <w:szCs w:val="20"/>
                      </w:rPr>
                      <w:instrText>PAGE</w:instrText>
                    </w:r>
                    <w:r w:rsidRPr="00AF3168">
                      <w:rPr>
                        <w:rFonts w:ascii="Calibri" w:hAnsi="Calibri"/>
                        <w:sz w:val="18"/>
                        <w:szCs w:val="20"/>
                      </w:rPr>
                      <w:fldChar w:fldCharType="separate"/>
                    </w:r>
                    <w:r w:rsidR="00F411C7">
                      <w:rPr>
                        <w:rFonts w:ascii="Calibri" w:hAnsi="Calibri"/>
                        <w:noProof/>
                        <w:sz w:val="18"/>
                        <w:szCs w:val="20"/>
                      </w:rPr>
                      <w:t>3</w:t>
                    </w:r>
                    <w:r w:rsidRPr="00AF3168">
                      <w:rPr>
                        <w:rFonts w:ascii="Calibri" w:hAnsi="Calibri"/>
                        <w:sz w:val="18"/>
                        <w:szCs w:val="20"/>
                      </w:rPr>
                      <w:fldChar w:fldCharType="end"/>
                    </w:r>
                    <w:r w:rsidRPr="00AF3168">
                      <w:rPr>
                        <w:rFonts w:ascii="Calibri" w:hAnsi="Calibri"/>
                        <w:sz w:val="18"/>
                        <w:szCs w:val="20"/>
                      </w:rPr>
                      <w:t xml:space="preserve"> sur </w:t>
                    </w:r>
                    <w:r w:rsidRPr="00AF3168">
                      <w:rPr>
                        <w:rFonts w:ascii="Calibri" w:hAnsi="Calibri"/>
                        <w:sz w:val="18"/>
                        <w:szCs w:val="20"/>
                      </w:rPr>
                      <w:fldChar w:fldCharType="begin"/>
                    </w:r>
                    <w:r w:rsidRPr="00AF3168">
                      <w:rPr>
                        <w:rFonts w:ascii="Calibri" w:hAnsi="Calibri"/>
                        <w:sz w:val="18"/>
                        <w:szCs w:val="20"/>
                      </w:rPr>
                      <w:instrText>NUMPAGES</w:instrText>
                    </w:r>
                    <w:r w:rsidRPr="00AF3168">
                      <w:rPr>
                        <w:rFonts w:ascii="Calibri" w:hAnsi="Calibri"/>
                        <w:sz w:val="18"/>
                        <w:szCs w:val="20"/>
                      </w:rPr>
                      <w:fldChar w:fldCharType="separate"/>
                    </w:r>
                    <w:r w:rsidR="00F411C7">
                      <w:rPr>
                        <w:rFonts w:ascii="Calibri" w:hAnsi="Calibri"/>
                        <w:noProof/>
                        <w:sz w:val="18"/>
                        <w:szCs w:val="20"/>
                      </w:rPr>
                      <w:t>3</w:t>
                    </w:r>
                    <w:r w:rsidRPr="00AF3168">
                      <w:rPr>
                        <w:rFonts w:ascii="Calibri" w:hAnsi="Calibri"/>
                        <w:sz w:val="18"/>
                        <w:szCs w:val="20"/>
                      </w:rPr>
                      <w:fldChar w:fldCharType="end"/>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BC745D8" wp14:editId="2A72FCC3">
              <wp:simplePos x="0" y="0"/>
              <wp:positionH relativeFrom="column">
                <wp:posOffset>1658289</wp:posOffset>
              </wp:positionH>
              <wp:positionV relativeFrom="paragraph">
                <wp:posOffset>-209550</wp:posOffset>
              </wp:positionV>
              <wp:extent cx="4511675" cy="377190"/>
              <wp:effectExtent l="0" t="0" r="0" b="3810"/>
              <wp:wrapNone/>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1675" cy="377190"/>
                      </a:xfrm>
                      <a:prstGeom prst="rect">
                        <a:avLst/>
                      </a:prstGeom>
                      <a:noFill/>
                      <a:ln>
                        <a:noFill/>
                      </a:ln>
                      <a:effectLst/>
                      <a:extLst>
                        <a:ext uri="{C572A759-6A51-4108-AA02-DFA0A04FC94B}"/>
                      </a:extLst>
                    </wps:spPr>
                    <wps:txbx>
                      <w:txbxContent>
                        <w:p w14:paraId="5AA2A41A" w14:textId="77777777" w:rsidR="00006D6B" w:rsidRPr="00AF3168" w:rsidRDefault="00006D6B" w:rsidP="00AB7131">
                          <w:pPr>
                            <w:ind w:left="-142"/>
                            <w:jc w:val="right"/>
                            <w:rPr>
                              <w:rFonts w:ascii="Calibri" w:hAnsi="Calibri"/>
                              <w:sz w:val="18"/>
                              <w:szCs w:val="20"/>
                            </w:rPr>
                          </w:pPr>
                          <w:r w:rsidRPr="00AF3168">
                            <w:rPr>
                              <w:rFonts w:ascii="Calibri" w:hAnsi="Calibri"/>
                              <w:sz w:val="18"/>
                              <w:szCs w:val="20"/>
                            </w:rPr>
                            <w:t xml:space="preserve">mintika – </w:t>
                          </w:r>
                          <w:r w:rsidR="006C55A1" w:rsidRPr="00AF3168">
                            <w:rPr>
                              <w:rFonts w:ascii="Calibri" w:hAnsi="Calibri"/>
                              <w:sz w:val="18"/>
                              <w:szCs w:val="20"/>
                            </w:rPr>
                            <w:t>nom du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BC745D8" id="Zone de texte 15" o:spid="_x0000_s1030" type="#_x0000_t202" style="position:absolute;left:0;text-align:left;margin-left:130.55pt;margin-top:-16.5pt;width:355.25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" filled="f" stroked="f">
              <v:textbox>
                <w:txbxContent>
                  <w:p w14:paraId="5AA2A41A" w14:textId="77777777" w:rsidR="00006D6B" w:rsidRPr="00AF3168" w:rsidRDefault="00006D6B" w:rsidP="00AB7131">
                    <w:pPr>
                      <w:ind w:left="-142"/>
                      <w:jc w:val="right"/>
                      <w:rPr>
                        <w:rFonts w:ascii="Calibri" w:hAnsi="Calibri"/>
                        <w:sz w:val="18"/>
                        <w:szCs w:val="20"/>
                      </w:rPr>
                    </w:pPr>
                    <w:r w:rsidRPr="00AF3168">
                      <w:rPr>
                        <w:rFonts w:ascii="Calibri" w:hAnsi="Calibri"/>
                        <w:sz w:val="18"/>
                        <w:szCs w:val="20"/>
                      </w:rPr>
                      <w:t xml:space="preserve">mintika – </w:t>
                    </w:r>
                    <w:r w:rsidR="006C55A1" w:rsidRPr="00AF3168">
                      <w:rPr>
                        <w:rFonts w:ascii="Calibri" w:hAnsi="Calibri"/>
                        <w:sz w:val="18"/>
                        <w:szCs w:val="20"/>
                      </w:rPr>
                      <w:t>nom du document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98B92" w14:textId="77777777" w:rsidR="00264EB8" w:rsidRDefault="00264EB8" w:rsidP="003B3B70">
      <w:r>
        <w:separator/>
      </w:r>
    </w:p>
    <w:p w14:paraId="770C25B8" w14:textId="77777777" w:rsidR="00264EB8" w:rsidRDefault="00264EB8"/>
  </w:footnote>
  <w:footnote w:type="continuationSeparator" w:id="0">
    <w:p w14:paraId="090AD706" w14:textId="77777777" w:rsidR="00264EB8" w:rsidRDefault="00264EB8" w:rsidP="003B3B70">
      <w:r>
        <w:continuationSeparator/>
      </w:r>
    </w:p>
    <w:p w14:paraId="7FE7BE51" w14:textId="77777777" w:rsidR="00264EB8" w:rsidRDefault="00264EB8"/>
  </w:footnote>
  <w:footnote w:type="continuationNotice" w:id="1">
    <w:p w14:paraId="75F4C8BF" w14:textId="77777777" w:rsidR="00264EB8" w:rsidRDefault="00264EB8"/>
    <w:p w14:paraId="4AC64CFC" w14:textId="77777777" w:rsidR="00264EB8" w:rsidRDefault="00264E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9274C" w14:textId="77777777" w:rsidR="00006D6B" w:rsidRDefault="00006D6B">
    <w:pPr>
      <w:pStyle w:val="En-tte"/>
    </w:pPr>
    <w:r>
      <w:rPr>
        <w:noProof/>
      </w:rPr>
      <w:drawing>
        <wp:anchor distT="0" distB="0" distL="114300" distR="114300" simplePos="0" relativeHeight="251653632" behindDoc="1" locked="0" layoutInCell="1" allowOverlap="1" wp14:anchorId="399AB771" wp14:editId="7F7C3B32">
          <wp:simplePos x="0" y="0"/>
          <wp:positionH relativeFrom="column">
            <wp:posOffset>-852805</wp:posOffset>
          </wp:positionH>
          <wp:positionV relativeFrom="paragraph">
            <wp:posOffset>-127000</wp:posOffset>
          </wp:positionV>
          <wp:extent cx="760730" cy="3344545"/>
          <wp:effectExtent l="19050" t="0" r="1270" b="0"/>
          <wp:wrapNone/>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b="62396"/>
                  <a:stretch>
                    <a:fillRect/>
                  </a:stretch>
                </pic:blipFill>
                <pic:spPr bwMode="auto">
                  <a:xfrm>
                    <a:off x="0" y="0"/>
                    <a:ext cx="760730" cy="334454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FC127" w14:textId="77777777" w:rsidR="00006D6B" w:rsidRDefault="00006D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73E47F70"/>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FC20DB4E"/>
    <w:lvl w:ilvl="0">
      <w:start w:val="1"/>
      <w:numFmt w:val="bullet"/>
      <w:pStyle w:val="StyleimagelgendeAutomatiqueCentr"/>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15C0EAE"/>
    <w:lvl w:ilvl="0">
      <w:start w:val="1"/>
      <w:numFmt w:val="bullet"/>
      <w:pStyle w:val="Listepuces2"/>
      <w:lvlText w:val=""/>
      <w:lvlJc w:val="left"/>
      <w:pPr>
        <w:tabs>
          <w:tab w:val="num" w:pos="643"/>
        </w:tabs>
        <w:ind w:left="643" w:hanging="360"/>
      </w:pPr>
      <w:rPr>
        <w:rFonts w:ascii="Symbol" w:hAnsi="Symbol" w:hint="default"/>
      </w:rPr>
    </w:lvl>
  </w:abstractNum>
  <w:abstractNum w:abstractNumId="3" w15:restartNumberingAfterBreak="0">
    <w:nsid w:val="042C3A24"/>
    <w:multiLevelType w:val="hybridMultilevel"/>
    <w:tmpl w:val="6A001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F75D8D"/>
    <w:multiLevelType w:val="hybridMultilevel"/>
    <w:tmpl w:val="5BC891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A854CE"/>
    <w:multiLevelType w:val="hybridMultilevel"/>
    <w:tmpl w:val="0B3C756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F66056"/>
    <w:multiLevelType w:val="multilevel"/>
    <w:tmpl w:val="53E286F0"/>
    <w:lvl w:ilvl="0">
      <w:start w:val="1"/>
      <w:numFmt w:val="bullet"/>
      <w:pStyle w:val="Listepuces"/>
      <w:lvlText w:val=""/>
      <w:lvlJc w:val="left"/>
      <w:pPr>
        <w:tabs>
          <w:tab w:val="num" w:pos="737"/>
        </w:tabs>
        <w:ind w:left="737" w:hanging="737"/>
      </w:pPr>
      <w:rPr>
        <w:rFonts w:ascii="Symbol" w:hAnsi="Symbol" w:hint="default"/>
        <w:b/>
        <w:i w:val="0"/>
        <w:caps w:val="0"/>
        <w:strike w:val="0"/>
        <w:dstrike w:val="0"/>
        <w:vanish w:val="0"/>
        <w:color w:val="333399"/>
        <w:sz w:val="24"/>
        <w:szCs w:val="24"/>
        <w:vertAlign w:val="baseline"/>
      </w:rPr>
    </w:lvl>
    <w:lvl w:ilvl="1">
      <w:start w:val="1"/>
      <w:numFmt w:val="bullet"/>
      <w:lvlRestart w:val="0"/>
      <w:lvlText w:val=""/>
      <w:lvlJc w:val="left"/>
      <w:pPr>
        <w:tabs>
          <w:tab w:val="num" w:pos="1134"/>
        </w:tabs>
        <w:ind w:left="510" w:hanging="56"/>
      </w:pPr>
      <w:rPr>
        <w:rFonts w:ascii="Wingdings 3" w:hAnsi="Wingdings 3" w:hint="default"/>
        <w:b/>
        <w:bCs w:val="0"/>
        <w:i w:val="0"/>
        <w:iCs w:val="0"/>
        <w:caps w:val="0"/>
        <w:strike w:val="0"/>
        <w:dstrike w:val="0"/>
        <w:vanish w:val="0"/>
        <w:color w:val="008080"/>
        <w:spacing w:val="0"/>
        <w:kern w:val="0"/>
        <w:position w:val="0"/>
        <w:sz w:val="20"/>
        <w:szCs w:val="20"/>
        <w:u w:val="none"/>
        <w:vertAlign w:val="baseline"/>
        <w:em w:val="none"/>
      </w:rPr>
    </w:lvl>
    <w:lvl w:ilvl="2">
      <w:start w:val="1"/>
      <w:numFmt w:val="decimal"/>
      <w:lvlText w:val="%1.%2.%3."/>
      <w:lvlJc w:val="left"/>
      <w:pPr>
        <w:tabs>
          <w:tab w:val="num" w:pos="2044"/>
        </w:tabs>
        <w:ind w:left="964" w:firstLine="0"/>
      </w:pPr>
      <w:rPr>
        <w:rFonts w:ascii="Verdana" w:hAnsi="Verdana" w:hint="default"/>
        <w:b/>
        <w:i w:val="0"/>
        <w:caps w:val="0"/>
        <w:strike w:val="0"/>
        <w:dstrike w:val="0"/>
        <w:vanish w:val="0"/>
        <w:color w:val="3366CC"/>
        <w:sz w:val="24"/>
        <w:szCs w:val="24"/>
        <w:vertAlign w:val="baseline"/>
      </w:rPr>
    </w:lvl>
    <w:lvl w:ilvl="3">
      <w:start w:val="1"/>
      <w:numFmt w:val="decimal"/>
      <w:lvlText w:val="%1.%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6001241"/>
    <w:multiLevelType w:val="hybridMultilevel"/>
    <w:tmpl w:val="0B3C756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F11949"/>
    <w:multiLevelType w:val="hybridMultilevel"/>
    <w:tmpl w:val="6EECB6C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3752FF"/>
    <w:multiLevelType w:val="hybridMultilevel"/>
    <w:tmpl w:val="7DB626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6F028E"/>
    <w:multiLevelType w:val="hybridMultilevel"/>
    <w:tmpl w:val="D0DCFE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2940844"/>
    <w:multiLevelType w:val="hybridMultilevel"/>
    <w:tmpl w:val="0B3C756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6C3E68"/>
    <w:multiLevelType w:val="hybridMultilevel"/>
    <w:tmpl w:val="7EB20B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EDF29F1"/>
    <w:multiLevelType w:val="multilevel"/>
    <w:tmpl w:val="E5AA6008"/>
    <w:lvl w:ilvl="0">
      <w:start w:val="1"/>
      <w:numFmt w:val="decimal"/>
      <w:pStyle w:val="Titre1"/>
      <w:lvlText w:val="%1."/>
      <w:lvlJc w:val="left"/>
      <w:pPr>
        <w:ind w:left="502" w:hanging="360"/>
      </w:pPr>
      <w:rPr>
        <w:rFonts w:hint="default"/>
      </w:rPr>
    </w:lvl>
    <w:lvl w:ilvl="1">
      <w:start w:val="1"/>
      <w:numFmt w:val="decimal"/>
      <w:pStyle w:val="Titre2"/>
      <w:lvlText w:val="%1.%2."/>
      <w:lvlJc w:val="left"/>
      <w:pPr>
        <w:ind w:left="934" w:hanging="432"/>
      </w:pPr>
      <w:rPr>
        <w:rFonts w:hint="default"/>
      </w:rPr>
    </w:lvl>
    <w:lvl w:ilvl="2">
      <w:start w:val="1"/>
      <w:numFmt w:val="decimal"/>
      <w:pStyle w:val="Titre3"/>
      <w:lvlText w:val="%1.%2.%3."/>
      <w:lvlJc w:val="left"/>
      <w:pPr>
        <w:ind w:left="1366"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4" w15:restartNumberingAfterBreak="0">
    <w:nsid w:val="444852E3"/>
    <w:multiLevelType w:val="hybridMultilevel"/>
    <w:tmpl w:val="0B3C756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827FFA"/>
    <w:multiLevelType w:val="multilevel"/>
    <w:tmpl w:val="AB567B72"/>
    <w:lvl w:ilvl="0">
      <w:start w:val="1"/>
      <w:numFmt w:val="bullet"/>
      <w:pStyle w:val="Listepuces3"/>
      <w:lvlText w:val="o"/>
      <w:lvlJc w:val="left"/>
      <w:pPr>
        <w:ind w:left="1440" w:hanging="360"/>
      </w:pPr>
      <w:rPr>
        <w:rFonts w:ascii="Courier New" w:hAnsi="Courier New" w:hint="default"/>
        <w:color w:val="345A8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9D237A2"/>
    <w:multiLevelType w:val="hybridMultilevel"/>
    <w:tmpl w:val="F2EE3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A1518D"/>
    <w:multiLevelType w:val="hybridMultilevel"/>
    <w:tmpl w:val="57641F3A"/>
    <w:lvl w:ilvl="0" w:tplc="040C0001">
      <w:start w:val="1"/>
      <w:numFmt w:val="bullet"/>
      <w:pStyle w:val="Listecouleurmintika"/>
      <w:lvlText w:val="o"/>
      <w:lvlJc w:val="left"/>
      <w:pPr>
        <w:ind w:left="1440" w:hanging="360"/>
      </w:pPr>
      <w:rPr>
        <w:rFonts w:ascii="Courier New" w:hAnsi="Courier New" w:hint="default"/>
        <w:color w:val="4F81BD"/>
      </w:rPr>
    </w:lvl>
    <w:lvl w:ilvl="1" w:tplc="040C0003">
      <w:start w:val="1"/>
      <w:numFmt w:val="bullet"/>
      <w:lvlText w:val="o"/>
      <w:lvlJc w:val="left"/>
      <w:pPr>
        <w:ind w:left="1440" w:hanging="360"/>
      </w:pPr>
      <w:rPr>
        <w:rFonts w:ascii="Courier New" w:hAnsi="Courier New" w:hint="default"/>
      </w:rPr>
    </w:lvl>
    <w:lvl w:ilvl="2" w:tplc="55AADAC4">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BC5382"/>
    <w:multiLevelType w:val="hybridMultilevel"/>
    <w:tmpl w:val="0B3C756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C2764B"/>
    <w:multiLevelType w:val="hybridMultilevel"/>
    <w:tmpl w:val="B8B47F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17"/>
  </w:num>
  <w:num w:numId="3">
    <w:abstractNumId w:val="13"/>
  </w:num>
  <w:num w:numId="4">
    <w:abstractNumId w:val="6"/>
  </w:num>
  <w:num w:numId="5">
    <w:abstractNumId w:val="2"/>
  </w:num>
  <w:num w:numId="6">
    <w:abstractNumId w:val="1"/>
  </w:num>
  <w:num w:numId="7">
    <w:abstractNumId w:val="0"/>
  </w:num>
  <w:num w:numId="8">
    <w:abstractNumId w:val="16"/>
  </w:num>
  <w:num w:numId="9">
    <w:abstractNumId w:val="9"/>
  </w:num>
  <w:num w:numId="10">
    <w:abstractNumId w:val="3"/>
  </w:num>
  <w:num w:numId="11">
    <w:abstractNumId w:val="10"/>
  </w:num>
  <w:num w:numId="12">
    <w:abstractNumId w:val="12"/>
  </w:num>
  <w:num w:numId="13">
    <w:abstractNumId w:val="19"/>
  </w:num>
  <w:num w:numId="14">
    <w:abstractNumId w:val="4"/>
  </w:num>
  <w:num w:numId="15">
    <w:abstractNumId w:val="8"/>
  </w:num>
  <w:num w:numId="16">
    <w:abstractNumId w:val="7"/>
  </w:num>
  <w:num w:numId="17">
    <w:abstractNumId w:val="11"/>
  </w:num>
  <w:num w:numId="18">
    <w:abstractNumId w:val="18"/>
  </w:num>
  <w:num w:numId="19">
    <w:abstractNumId w:val="14"/>
  </w:num>
  <w:num w:numId="2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attachedTemplate r:id="rId1"/>
  <w:defaultTabStop w:val="708"/>
  <w:hyphenationZone w:val="425"/>
  <w:characterSpacingControl w:val="doNotCompress"/>
  <w:hdrShapeDefaults>
    <o:shapedefaults v:ext="edit" spidmax="2049">
      <o:colormru v:ext="edit" colors="#002b61,#443f3d,#334c98,#f2f7f9"/>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3E3"/>
    <w:rsid w:val="00001A24"/>
    <w:rsid w:val="00006D6B"/>
    <w:rsid w:val="000071BF"/>
    <w:rsid w:val="00007A66"/>
    <w:rsid w:val="00011447"/>
    <w:rsid w:val="00013DFF"/>
    <w:rsid w:val="00014961"/>
    <w:rsid w:val="00015E0B"/>
    <w:rsid w:val="00016EB0"/>
    <w:rsid w:val="00016EF0"/>
    <w:rsid w:val="000176EC"/>
    <w:rsid w:val="00020EAF"/>
    <w:rsid w:val="00023D31"/>
    <w:rsid w:val="00033094"/>
    <w:rsid w:val="00035CE1"/>
    <w:rsid w:val="00035EA1"/>
    <w:rsid w:val="00044B68"/>
    <w:rsid w:val="00045F33"/>
    <w:rsid w:val="00046C36"/>
    <w:rsid w:val="00047FA8"/>
    <w:rsid w:val="000503E6"/>
    <w:rsid w:val="000513C3"/>
    <w:rsid w:val="00051956"/>
    <w:rsid w:val="0005399C"/>
    <w:rsid w:val="000553A7"/>
    <w:rsid w:val="000558E3"/>
    <w:rsid w:val="00056877"/>
    <w:rsid w:val="0006051E"/>
    <w:rsid w:val="00060613"/>
    <w:rsid w:val="00060DE0"/>
    <w:rsid w:val="00061639"/>
    <w:rsid w:val="0006195A"/>
    <w:rsid w:val="00062358"/>
    <w:rsid w:val="00065AD8"/>
    <w:rsid w:val="00065B5D"/>
    <w:rsid w:val="00067CAA"/>
    <w:rsid w:val="00072CA5"/>
    <w:rsid w:val="0007306C"/>
    <w:rsid w:val="00073823"/>
    <w:rsid w:val="0007709F"/>
    <w:rsid w:val="00077DD4"/>
    <w:rsid w:val="0008171E"/>
    <w:rsid w:val="00081B32"/>
    <w:rsid w:val="00087D51"/>
    <w:rsid w:val="0009035B"/>
    <w:rsid w:val="000943EC"/>
    <w:rsid w:val="00097C8C"/>
    <w:rsid w:val="000A2641"/>
    <w:rsid w:val="000A45A5"/>
    <w:rsid w:val="000A4BCD"/>
    <w:rsid w:val="000B0398"/>
    <w:rsid w:val="000B0E86"/>
    <w:rsid w:val="000B1F8A"/>
    <w:rsid w:val="000B2EF1"/>
    <w:rsid w:val="000C254B"/>
    <w:rsid w:val="000C365E"/>
    <w:rsid w:val="000C7A2F"/>
    <w:rsid w:val="000D1AF6"/>
    <w:rsid w:val="000D1C9F"/>
    <w:rsid w:val="000D422D"/>
    <w:rsid w:val="000D5969"/>
    <w:rsid w:val="000D5DA6"/>
    <w:rsid w:val="000E1877"/>
    <w:rsid w:val="000E2192"/>
    <w:rsid w:val="000E600D"/>
    <w:rsid w:val="000F1911"/>
    <w:rsid w:val="000F2A2A"/>
    <w:rsid w:val="000F3732"/>
    <w:rsid w:val="000F4BCE"/>
    <w:rsid w:val="000F7803"/>
    <w:rsid w:val="00100A45"/>
    <w:rsid w:val="00101755"/>
    <w:rsid w:val="00106F85"/>
    <w:rsid w:val="00110260"/>
    <w:rsid w:val="00117EFB"/>
    <w:rsid w:val="00120139"/>
    <w:rsid w:val="00122051"/>
    <w:rsid w:val="00122C1B"/>
    <w:rsid w:val="00125849"/>
    <w:rsid w:val="00126BFB"/>
    <w:rsid w:val="00126D4F"/>
    <w:rsid w:val="00131AB0"/>
    <w:rsid w:val="00133FD0"/>
    <w:rsid w:val="0013490A"/>
    <w:rsid w:val="00134E55"/>
    <w:rsid w:val="00137DD0"/>
    <w:rsid w:val="00140504"/>
    <w:rsid w:val="00141CF9"/>
    <w:rsid w:val="0014213C"/>
    <w:rsid w:val="00143B86"/>
    <w:rsid w:val="0015166C"/>
    <w:rsid w:val="00160E43"/>
    <w:rsid w:val="00163531"/>
    <w:rsid w:val="00164563"/>
    <w:rsid w:val="00164A89"/>
    <w:rsid w:val="00166475"/>
    <w:rsid w:val="00182E00"/>
    <w:rsid w:val="00183255"/>
    <w:rsid w:val="001872D7"/>
    <w:rsid w:val="001904CB"/>
    <w:rsid w:val="001909E5"/>
    <w:rsid w:val="00190D72"/>
    <w:rsid w:val="00191419"/>
    <w:rsid w:val="001961A3"/>
    <w:rsid w:val="001A1BB9"/>
    <w:rsid w:val="001A54E9"/>
    <w:rsid w:val="001C2353"/>
    <w:rsid w:val="001C475A"/>
    <w:rsid w:val="001D0DD3"/>
    <w:rsid w:val="001D1A9C"/>
    <w:rsid w:val="001D3F93"/>
    <w:rsid w:val="001D44EB"/>
    <w:rsid w:val="001D4D2F"/>
    <w:rsid w:val="001D4EDF"/>
    <w:rsid w:val="001D52A7"/>
    <w:rsid w:val="001D6729"/>
    <w:rsid w:val="001D69D8"/>
    <w:rsid w:val="001D6AAB"/>
    <w:rsid w:val="001E57E6"/>
    <w:rsid w:val="001F1974"/>
    <w:rsid w:val="001F1DFD"/>
    <w:rsid w:val="001F4F89"/>
    <w:rsid w:val="001F5190"/>
    <w:rsid w:val="001F7FB0"/>
    <w:rsid w:val="00206CE3"/>
    <w:rsid w:val="002111F1"/>
    <w:rsid w:val="0021446A"/>
    <w:rsid w:val="00215C3F"/>
    <w:rsid w:val="002160F8"/>
    <w:rsid w:val="00216A3D"/>
    <w:rsid w:val="0021755A"/>
    <w:rsid w:val="00221528"/>
    <w:rsid w:val="00224316"/>
    <w:rsid w:val="00226D3A"/>
    <w:rsid w:val="00227595"/>
    <w:rsid w:val="002303BC"/>
    <w:rsid w:val="0023452F"/>
    <w:rsid w:val="00235030"/>
    <w:rsid w:val="00237230"/>
    <w:rsid w:val="002373D6"/>
    <w:rsid w:val="002416F8"/>
    <w:rsid w:val="00247342"/>
    <w:rsid w:val="002478C4"/>
    <w:rsid w:val="00250CA7"/>
    <w:rsid w:val="00251CFE"/>
    <w:rsid w:val="002528D9"/>
    <w:rsid w:val="00253AA1"/>
    <w:rsid w:val="00256377"/>
    <w:rsid w:val="00257852"/>
    <w:rsid w:val="00257A43"/>
    <w:rsid w:val="00261101"/>
    <w:rsid w:val="00263168"/>
    <w:rsid w:val="00264BAF"/>
    <w:rsid w:val="00264EB8"/>
    <w:rsid w:val="00267E8F"/>
    <w:rsid w:val="00270D65"/>
    <w:rsid w:val="00272AA6"/>
    <w:rsid w:val="00276753"/>
    <w:rsid w:val="002830B3"/>
    <w:rsid w:val="0029209B"/>
    <w:rsid w:val="002946BB"/>
    <w:rsid w:val="00295377"/>
    <w:rsid w:val="0029610E"/>
    <w:rsid w:val="002A1C1B"/>
    <w:rsid w:val="002A33F8"/>
    <w:rsid w:val="002A4685"/>
    <w:rsid w:val="002A5C67"/>
    <w:rsid w:val="002A6116"/>
    <w:rsid w:val="002A69FC"/>
    <w:rsid w:val="002A7C5C"/>
    <w:rsid w:val="002C07F5"/>
    <w:rsid w:val="002C2DF0"/>
    <w:rsid w:val="002C475D"/>
    <w:rsid w:val="002C602D"/>
    <w:rsid w:val="002D3ABB"/>
    <w:rsid w:val="002D4995"/>
    <w:rsid w:val="002E4C81"/>
    <w:rsid w:val="002F1774"/>
    <w:rsid w:val="002F3230"/>
    <w:rsid w:val="002F66E2"/>
    <w:rsid w:val="00306268"/>
    <w:rsid w:val="00307F26"/>
    <w:rsid w:val="003161F8"/>
    <w:rsid w:val="003169A1"/>
    <w:rsid w:val="0032108E"/>
    <w:rsid w:val="003245F9"/>
    <w:rsid w:val="00324FBB"/>
    <w:rsid w:val="0032559A"/>
    <w:rsid w:val="00330E66"/>
    <w:rsid w:val="003342FE"/>
    <w:rsid w:val="00334A7A"/>
    <w:rsid w:val="00335FF9"/>
    <w:rsid w:val="003362CF"/>
    <w:rsid w:val="00347168"/>
    <w:rsid w:val="00352A31"/>
    <w:rsid w:val="0035502B"/>
    <w:rsid w:val="0036295A"/>
    <w:rsid w:val="0036322E"/>
    <w:rsid w:val="003632D0"/>
    <w:rsid w:val="00363642"/>
    <w:rsid w:val="003651ED"/>
    <w:rsid w:val="0036561B"/>
    <w:rsid w:val="00365C4A"/>
    <w:rsid w:val="00367580"/>
    <w:rsid w:val="00376C92"/>
    <w:rsid w:val="003812E8"/>
    <w:rsid w:val="00381F98"/>
    <w:rsid w:val="00381FB0"/>
    <w:rsid w:val="0039157A"/>
    <w:rsid w:val="003933F9"/>
    <w:rsid w:val="00395A78"/>
    <w:rsid w:val="003A0F87"/>
    <w:rsid w:val="003A251E"/>
    <w:rsid w:val="003B20E6"/>
    <w:rsid w:val="003B3B70"/>
    <w:rsid w:val="003B70A9"/>
    <w:rsid w:val="003C2C17"/>
    <w:rsid w:val="003C35B8"/>
    <w:rsid w:val="003C502F"/>
    <w:rsid w:val="003D166F"/>
    <w:rsid w:val="003D3227"/>
    <w:rsid w:val="003D3A01"/>
    <w:rsid w:val="003D5ABC"/>
    <w:rsid w:val="003D7DC4"/>
    <w:rsid w:val="003E2249"/>
    <w:rsid w:val="003E309C"/>
    <w:rsid w:val="003F0DDE"/>
    <w:rsid w:val="003F2BA8"/>
    <w:rsid w:val="003F58A8"/>
    <w:rsid w:val="003F6793"/>
    <w:rsid w:val="003F7318"/>
    <w:rsid w:val="003F73FD"/>
    <w:rsid w:val="004155F6"/>
    <w:rsid w:val="004278A0"/>
    <w:rsid w:val="00427CB8"/>
    <w:rsid w:val="00433438"/>
    <w:rsid w:val="004355A8"/>
    <w:rsid w:val="004424E1"/>
    <w:rsid w:val="00445A05"/>
    <w:rsid w:val="00446148"/>
    <w:rsid w:val="00447342"/>
    <w:rsid w:val="00453671"/>
    <w:rsid w:val="00454A98"/>
    <w:rsid w:val="00456082"/>
    <w:rsid w:val="00463BBB"/>
    <w:rsid w:val="00470F66"/>
    <w:rsid w:val="00475F6E"/>
    <w:rsid w:val="004816D4"/>
    <w:rsid w:val="00484045"/>
    <w:rsid w:val="0048523E"/>
    <w:rsid w:val="00485492"/>
    <w:rsid w:val="00485914"/>
    <w:rsid w:val="0049389B"/>
    <w:rsid w:val="00497397"/>
    <w:rsid w:val="004A0FCA"/>
    <w:rsid w:val="004A439F"/>
    <w:rsid w:val="004B0A1C"/>
    <w:rsid w:val="004B30BC"/>
    <w:rsid w:val="004B4CEE"/>
    <w:rsid w:val="004B56B6"/>
    <w:rsid w:val="004C6706"/>
    <w:rsid w:val="004D0136"/>
    <w:rsid w:val="004D0B43"/>
    <w:rsid w:val="004D0E82"/>
    <w:rsid w:val="004D0F3C"/>
    <w:rsid w:val="004D1856"/>
    <w:rsid w:val="004D1E0D"/>
    <w:rsid w:val="004D362B"/>
    <w:rsid w:val="004D7687"/>
    <w:rsid w:val="004E2F54"/>
    <w:rsid w:val="004E4A50"/>
    <w:rsid w:val="004E747A"/>
    <w:rsid w:val="004F2124"/>
    <w:rsid w:val="004F4D6E"/>
    <w:rsid w:val="004F67C3"/>
    <w:rsid w:val="004F76D8"/>
    <w:rsid w:val="00500433"/>
    <w:rsid w:val="00500D4C"/>
    <w:rsid w:val="00501EC0"/>
    <w:rsid w:val="005050B7"/>
    <w:rsid w:val="00505648"/>
    <w:rsid w:val="00505763"/>
    <w:rsid w:val="00505CF2"/>
    <w:rsid w:val="00505E21"/>
    <w:rsid w:val="00510BA4"/>
    <w:rsid w:val="00511EB1"/>
    <w:rsid w:val="0051212F"/>
    <w:rsid w:val="0051598B"/>
    <w:rsid w:val="00516550"/>
    <w:rsid w:val="0051670F"/>
    <w:rsid w:val="00517F26"/>
    <w:rsid w:val="00524129"/>
    <w:rsid w:val="0052453F"/>
    <w:rsid w:val="0052480B"/>
    <w:rsid w:val="00524E15"/>
    <w:rsid w:val="00527AE3"/>
    <w:rsid w:val="00534C87"/>
    <w:rsid w:val="00536DE8"/>
    <w:rsid w:val="005426CE"/>
    <w:rsid w:val="00544C1F"/>
    <w:rsid w:val="0054540E"/>
    <w:rsid w:val="005503EE"/>
    <w:rsid w:val="00551C8A"/>
    <w:rsid w:val="00564B33"/>
    <w:rsid w:val="00567AFE"/>
    <w:rsid w:val="005712F1"/>
    <w:rsid w:val="00576B2C"/>
    <w:rsid w:val="00577382"/>
    <w:rsid w:val="005777AB"/>
    <w:rsid w:val="00580F1C"/>
    <w:rsid w:val="0058138E"/>
    <w:rsid w:val="00583D26"/>
    <w:rsid w:val="0058469F"/>
    <w:rsid w:val="005907C3"/>
    <w:rsid w:val="00596B87"/>
    <w:rsid w:val="005970E4"/>
    <w:rsid w:val="005A044B"/>
    <w:rsid w:val="005A2DB6"/>
    <w:rsid w:val="005A4FBF"/>
    <w:rsid w:val="005A617E"/>
    <w:rsid w:val="005A666E"/>
    <w:rsid w:val="005A716E"/>
    <w:rsid w:val="005B1185"/>
    <w:rsid w:val="005B767D"/>
    <w:rsid w:val="005B7858"/>
    <w:rsid w:val="005C0CF3"/>
    <w:rsid w:val="005C235B"/>
    <w:rsid w:val="005C3145"/>
    <w:rsid w:val="005C5D2C"/>
    <w:rsid w:val="005C5E2A"/>
    <w:rsid w:val="005D2ED2"/>
    <w:rsid w:val="005D565E"/>
    <w:rsid w:val="005D5A22"/>
    <w:rsid w:val="005D6A9F"/>
    <w:rsid w:val="005E2617"/>
    <w:rsid w:val="005E27A2"/>
    <w:rsid w:val="005E5276"/>
    <w:rsid w:val="005E62F7"/>
    <w:rsid w:val="005F1D8E"/>
    <w:rsid w:val="005F1DA1"/>
    <w:rsid w:val="005F5EA1"/>
    <w:rsid w:val="005F6AD3"/>
    <w:rsid w:val="00603602"/>
    <w:rsid w:val="006047F5"/>
    <w:rsid w:val="00607D35"/>
    <w:rsid w:val="00614354"/>
    <w:rsid w:val="00614BD9"/>
    <w:rsid w:val="006150E1"/>
    <w:rsid w:val="006151E0"/>
    <w:rsid w:val="006160AB"/>
    <w:rsid w:val="0061639C"/>
    <w:rsid w:val="00616987"/>
    <w:rsid w:val="0061720C"/>
    <w:rsid w:val="006173D0"/>
    <w:rsid w:val="00617D8D"/>
    <w:rsid w:val="00621F88"/>
    <w:rsid w:val="00623115"/>
    <w:rsid w:val="00626188"/>
    <w:rsid w:val="0062694F"/>
    <w:rsid w:val="00630699"/>
    <w:rsid w:val="00630C90"/>
    <w:rsid w:val="00631356"/>
    <w:rsid w:val="00631440"/>
    <w:rsid w:val="00634DCD"/>
    <w:rsid w:val="006361FD"/>
    <w:rsid w:val="00641CA4"/>
    <w:rsid w:val="006463C2"/>
    <w:rsid w:val="0065182A"/>
    <w:rsid w:val="00651F35"/>
    <w:rsid w:val="00652747"/>
    <w:rsid w:val="00652A63"/>
    <w:rsid w:val="00654885"/>
    <w:rsid w:val="00660EC6"/>
    <w:rsid w:val="0066114F"/>
    <w:rsid w:val="00661F1F"/>
    <w:rsid w:val="00662FCB"/>
    <w:rsid w:val="006634A7"/>
    <w:rsid w:val="00664CD4"/>
    <w:rsid w:val="00666598"/>
    <w:rsid w:val="00671D1F"/>
    <w:rsid w:val="0067313D"/>
    <w:rsid w:val="0067523A"/>
    <w:rsid w:val="0067544A"/>
    <w:rsid w:val="006766CC"/>
    <w:rsid w:val="006811BB"/>
    <w:rsid w:val="006818D8"/>
    <w:rsid w:val="00681B08"/>
    <w:rsid w:val="00681F3F"/>
    <w:rsid w:val="00686F74"/>
    <w:rsid w:val="00687D49"/>
    <w:rsid w:val="00691FFC"/>
    <w:rsid w:val="00693C44"/>
    <w:rsid w:val="00694810"/>
    <w:rsid w:val="006957BA"/>
    <w:rsid w:val="006958EA"/>
    <w:rsid w:val="00697530"/>
    <w:rsid w:val="00697773"/>
    <w:rsid w:val="006A20A6"/>
    <w:rsid w:val="006A2861"/>
    <w:rsid w:val="006A656E"/>
    <w:rsid w:val="006B2CBE"/>
    <w:rsid w:val="006B358A"/>
    <w:rsid w:val="006C2ACE"/>
    <w:rsid w:val="006C2D10"/>
    <w:rsid w:val="006C38D1"/>
    <w:rsid w:val="006C5041"/>
    <w:rsid w:val="006C55A1"/>
    <w:rsid w:val="006C7D0B"/>
    <w:rsid w:val="006D4A2A"/>
    <w:rsid w:val="006E461E"/>
    <w:rsid w:val="006F0B43"/>
    <w:rsid w:val="00701648"/>
    <w:rsid w:val="00702137"/>
    <w:rsid w:val="00702CE2"/>
    <w:rsid w:val="007049BA"/>
    <w:rsid w:val="00710DDF"/>
    <w:rsid w:val="0071625B"/>
    <w:rsid w:val="00724C00"/>
    <w:rsid w:val="00727FFB"/>
    <w:rsid w:val="00730D2F"/>
    <w:rsid w:val="00732555"/>
    <w:rsid w:val="0073292A"/>
    <w:rsid w:val="007335B3"/>
    <w:rsid w:val="007348E4"/>
    <w:rsid w:val="0073594B"/>
    <w:rsid w:val="00736634"/>
    <w:rsid w:val="00736CC8"/>
    <w:rsid w:val="00740D50"/>
    <w:rsid w:val="00744140"/>
    <w:rsid w:val="00747B18"/>
    <w:rsid w:val="00750720"/>
    <w:rsid w:val="00762936"/>
    <w:rsid w:val="007655D3"/>
    <w:rsid w:val="00765726"/>
    <w:rsid w:val="00775709"/>
    <w:rsid w:val="00782E62"/>
    <w:rsid w:val="007839AF"/>
    <w:rsid w:val="0078543C"/>
    <w:rsid w:val="00790C8F"/>
    <w:rsid w:val="00797FD8"/>
    <w:rsid w:val="007A0435"/>
    <w:rsid w:val="007A1976"/>
    <w:rsid w:val="007A3E54"/>
    <w:rsid w:val="007A438C"/>
    <w:rsid w:val="007A54F4"/>
    <w:rsid w:val="007A7014"/>
    <w:rsid w:val="007B181B"/>
    <w:rsid w:val="007C0007"/>
    <w:rsid w:val="007C1C25"/>
    <w:rsid w:val="007C40D2"/>
    <w:rsid w:val="007C4C74"/>
    <w:rsid w:val="007C66D1"/>
    <w:rsid w:val="007C745C"/>
    <w:rsid w:val="007D0AC4"/>
    <w:rsid w:val="007D0FD5"/>
    <w:rsid w:val="007D1D5B"/>
    <w:rsid w:val="007D6183"/>
    <w:rsid w:val="007D7B4D"/>
    <w:rsid w:val="007E0C5F"/>
    <w:rsid w:val="007E10D3"/>
    <w:rsid w:val="007E4318"/>
    <w:rsid w:val="007E4438"/>
    <w:rsid w:val="007E45BC"/>
    <w:rsid w:val="007E7554"/>
    <w:rsid w:val="007F1CF2"/>
    <w:rsid w:val="007F3021"/>
    <w:rsid w:val="007F43BD"/>
    <w:rsid w:val="007F4448"/>
    <w:rsid w:val="007F4D48"/>
    <w:rsid w:val="007F69A3"/>
    <w:rsid w:val="007F6EFB"/>
    <w:rsid w:val="007F7271"/>
    <w:rsid w:val="007F7C84"/>
    <w:rsid w:val="008001F1"/>
    <w:rsid w:val="00805183"/>
    <w:rsid w:val="0080579A"/>
    <w:rsid w:val="008060DF"/>
    <w:rsid w:val="00806E79"/>
    <w:rsid w:val="00806F17"/>
    <w:rsid w:val="008115BF"/>
    <w:rsid w:val="00811F2E"/>
    <w:rsid w:val="00815B81"/>
    <w:rsid w:val="00820CF0"/>
    <w:rsid w:val="00822DD3"/>
    <w:rsid w:val="0082326F"/>
    <w:rsid w:val="00834D7E"/>
    <w:rsid w:val="0084064A"/>
    <w:rsid w:val="0084230C"/>
    <w:rsid w:val="008427C8"/>
    <w:rsid w:val="00843F10"/>
    <w:rsid w:val="00844624"/>
    <w:rsid w:val="00847DF8"/>
    <w:rsid w:val="0085659A"/>
    <w:rsid w:val="0086217D"/>
    <w:rsid w:val="008623E3"/>
    <w:rsid w:val="00862E09"/>
    <w:rsid w:val="00862E0E"/>
    <w:rsid w:val="00870B98"/>
    <w:rsid w:val="0087633E"/>
    <w:rsid w:val="0087782B"/>
    <w:rsid w:val="00880346"/>
    <w:rsid w:val="008838C8"/>
    <w:rsid w:val="0088754F"/>
    <w:rsid w:val="00890ABE"/>
    <w:rsid w:val="008A189B"/>
    <w:rsid w:val="008A1F93"/>
    <w:rsid w:val="008A2655"/>
    <w:rsid w:val="008A37E7"/>
    <w:rsid w:val="008A4586"/>
    <w:rsid w:val="008A5B43"/>
    <w:rsid w:val="008A7243"/>
    <w:rsid w:val="008B0440"/>
    <w:rsid w:val="008B124E"/>
    <w:rsid w:val="008B229C"/>
    <w:rsid w:val="008B3919"/>
    <w:rsid w:val="008B3970"/>
    <w:rsid w:val="008C0F0C"/>
    <w:rsid w:val="008C3964"/>
    <w:rsid w:val="008D235D"/>
    <w:rsid w:val="008D3DFE"/>
    <w:rsid w:val="008D676A"/>
    <w:rsid w:val="008E340E"/>
    <w:rsid w:val="008E38C5"/>
    <w:rsid w:val="008E49F7"/>
    <w:rsid w:val="008F017C"/>
    <w:rsid w:val="008F185B"/>
    <w:rsid w:val="008F2E95"/>
    <w:rsid w:val="008F3FE0"/>
    <w:rsid w:val="008F5D7C"/>
    <w:rsid w:val="008F5D89"/>
    <w:rsid w:val="0090107F"/>
    <w:rsid w:val="00902859"/>
    <w:rsid w:val="009053AE"/>
    <w:rsid w:val="0090568E"/>
    <w:rsid w:val="009062F3"/>
    <w:rsid w:val="009209AC"/>
    <w:rsid w:val="00921455"/>
    <w:rsid w:val="0093230B"/>
    <w:rsid w:val="00932A43"/>
    <w:rsid w:val="00933E8D"/>
    <w:rsid w:val="009341E7"/>
    <w:rsid w:val="00934B11"/>
    <w:rsid w:val="00934C17"/>
    <w:rsid w:val="0093519C"/>
    <w:rsid w:val="009419E2"/>
    <w:rsid w:val="00944EDA"/>
    <w:rsid w:val="00954D05"/>
    <w:rsid w:val="00956939"/>
    <w:rsid w:val="00961F12"/>
    <w:rsid w:val="009630EC"/>
    <w:rsid w:val="00963187"/>
    <w:rsid w:val="009649E1"/>
    <w:rsid w:val="00965C5B"/>
    <w:rsid w:val="00967700"/>
    <w:rsid w:val="00971033"/>
    <w:rsid w:val="00971EE5"/>
    <w:rsid w:val="00975705"/>
    <w:rsid w:val="00975B8F"/>
    <w:rsid w:val="00977645"/>
    <w:rsid w:val="00980550"/>
    <w:rsid w:val="009872D6"/>
    <w:rsid w:val="009879A4"/>
    <w:rsid w:val="009905F4"/>
    <w:rsid w:val="00994B3A"/>
    <w:rsid w:val="009955E8"/>
    <w:rsid w:val="00996454"/>
    <w:rsid w:val="009A24A0"/>
    <w:rsid w:val="009A2E7F"/>
    <w:rsid w:val="009A4654"/>
    <w:rsid w:val="009A477D"/>
    <w:rsid w:val="009B39F4"/>
    <w:rsid w:val="009B5226"/>
    <w:rsid w:val="009C0056"/>
    <w:rsid w:val="009C0281"/>
    <w:rsid w:val="009C1CBB"/>
    <w:rsid w:val="009C5BF7"/>
    <w:rsid w:val="009C6505"/>
    <w:rsid w:val="009D6B8F"/>
    <w:rsid w:val="009E1CDB"/>
    <w:rsid w:val="009E2929"/>
    <w:rsid w:val="009E4038"/>
    <w:rsid w:val="009F49E2"/>
    <w:rsid w:val="009F4ED5"/>
    <w:rsid w:val="009F5F7C"/>
    <w:rsid w:val="009F5F8D"/>
    <w:rsid w:val="009F7874"/>
    <w:rsid w:val="00A014D4"/>
    <w:rsid w:val="00A064E0"/>
    <w:rsid w:val="00A06F5C"/>
    <w:rsid w:val="00A07387"/>
    <w:rsid w:val="00A11DFB"/>
    <w:rsid w:val="00A13F86"/>
    <w:rsid w:val="00A16E0B"/>
    <w:rsid w:val="00A17449"/>
    <w:rsid w:val="00A21A06"/>
    <w:rsid w:val="00A2732B"/>
    <w:rsid w:val="00A31459"/>
    <w:rsid w:val="00A4175D"/>
    <w:rsid w:val="00A45F68"/>
    <w:rsid w:val="00A462A4"/>
    <w:rsid w:val="00A470D1"/>
    <w:rsid w:val="00A5655B"/>
    <w:rsid w:val="00A5733A"/>
    <w:rsid w:val="00A60506"/>
    <w:rsid w:val="00A615C3"/>
    <w:rsid w:val="00A61B9D"/>
    <w:rsid w:val="00A62CFF"/>
    <w:rsid w:val="00A67B1E"/>
    <w:rsid w:val="00A718E2"/>
    <w:rsid w:val="00A71D90"/>
    <w:rsid w:val="00A71E67"/>
    <w:rsid w:val="00A749B8"/>
    <w:rsid w:val="00A83227"/>
    <w:rsid w:val="00A8548F"/>
    <w:rsid w:val="00A8786C"/>
    <w:rsid w:val="00A90834"/>
    <w:rsid w:val="00A94E72"/>
    <w:rsid w:val="00A952D5"/>
    <w:rsid w:val="00A96956"/>
    <w:rsid w:val="00A97A58"/>
    <w:rsid w:val="00AA0A4D"/>
    <w:rsid w:val="00AA42B5"/>
    <w:rsid w:val="00AA6A32"/>
    <w:rsid w:val="00AB1838"/>
    <w:rsid w:val="00AB5549"/>
    <w:rsid w:val="00AB6741"/>
    <w:rsid w:val="00AB7131"/>
    <w:rsid w:val="00AC0E4E"/>
    <w:rsid w:val="00AC4949"/>
    <w:rsid w:val="00AC7E7D"/>
    <w:rsid w:val="00AD1525"/>
    <w:rsid w:val="00AD2A5E"/>
    <w:rsid w:val="00AD34FF"/>
    <w:rsid w:val="00AD39F0"/>
    <w:rsid w:val="00AD68EC"/>
    <w:rsid w:val="00AD6922"/>
    <w:rsid w:val="00AD6AEE"/>
    <w:rsid w:val="00AE1DB0"/>
    <w:rsid w:val="00AE2523"/>
    <w:rsid w:val="00AE5846"/>
    <w:rsid w:val="00AE65E6"/>
    <w:rsid w:val="00AE70F3"/>
    <w:rsid w:val="00AF3168"/>
    <w:rsid w:val="00AF32CE"/>
    <w:rsid w:val="00B00FDD"/>
    <w:rsid w:val="00B01ACE"/>
    <w:rsid w:val="00B026CA"/>
    <w:rsid w:val="00B07129"/>
    <w:rsid w:val="00B103B2"/>
    <w:rsid w:val="00B115BD"/>
    <w:rsid w:val="00B11DEB"/>
    <w:rsid w:val="00B22C3E"/>
    <w:rsid w:val="00B2323C"/>
    <w:rsid w:val="00B23A09"/>
    <w:rsid w:val="00B24562"/>
    <w:rsid w:val="00B24FDB"/>
    <w:rsid w:val="00B30E1B"/>
    <w:rsid w:val="00B317F0"/>
    <w:rsid w:val="00B341FA"/>
    <w:rsid w:val="00B35456"/>
    <w:rsid w:val="00B36580"/>
    <w:rsid w:val="00B376F1"/>
    <w:rsid w:val="00B37AED"/>
    <w:rsid w:val="00B4236C"/>
    <w:rsid w:val="00B42EB1"/>
    <w:rsid w:val="00B43F3F"/>
    <w:rsid w:val="00B45B51"/>
    <w:rsid w:val="00B468EB"/>
    <w:rsid w:val="00B504BD"/>
    <w:rsid w:val="00B51DBB"/>
    <w:rsid w:val="00B521CA"/>
    <w:rsid w:val="00B53011"/>
    <w:rsid w:val="00B53A46"/>
    <w:rsid w:val="00B55471"/>
    <w:rsid w:val="00B56621"/>
    <w:rsid w:val="00B56DF5"/>
    <w:rsid w:val="00B57C32"/>
    <w:rsid w:val="00B62D46"/>
    <w:rsid w:val="00B66EB5"/>
    <w:rsid w:val="00B71EAC"/>
    <w:rsid w:val="00B76F01"/>
    <w:rsid w:val="00B77307"/>
    <w:rsid w:val="00B80697"/>
    <w:rsid w:val="00B84B0C"/>
    <w:rsid w:val="00B86A84"/>
    <w:rsid w:val="00B87C04"/>
    <w:rsid w:val="00B90A27"/>
    <w:rsid w:val="00B932DD"/>
    <w:rsid w:val="00B93D6C"/>
    <w:rsid w:val="00B95803"/>
    <w:rsid w:val="00BA216B"/>
    <w:rsid w:val="00BA3518"/>
    <w:rsid w:val="00BA5A3F"/>
    <w:rsid w:val="00BA7B91"/>
    <w:rsid w:val="00BB07C3"/>
    <w:rsid w:val="00BB0E98"/>
    <w:rsid w:val="00BB104E"/>
    <w:rsid w:val="00BB24F0"/>
    <w:rsid w:val="00BB43A9"/>
    <w:rsid w:val="00BB4865"/>
    <w:rsid w:val="00BB58AD"/>
    <w:rsid w:val="00BB6101"/>
    <w:rsid w:val="00BC0055"/>
    <w:rsid w:val="00BC2E7B"/>
    <w:rsid w:val="00BD115B"/>
    <w:rsid w:val="00BD25B2"/>
    <w:rsid w:val="00BD3A3E"/>
    <w:rsid w:val="00BD3EC5"/>
    <w:rsid w:val="00BD5B06"/>
    <w:rsid w:val="00BE6D5B"/>
    <w:rsid w:val="00BE7959"/>
    <w:rsid w:val="00BF2B75"/>
    <w:rsid w:val="00C03672"/>
    <w:rsid w:val="00C136E5"/>
    <w:rsid w:val="00C170CC"/>
    <w:rsid w:val="00C2001E"/>
    <w:rsid w:val="00C21EE9"/>
    <w:rsid w:val="00C23D09"/>
    <w:rsid w:val="00C31ACC"/>
    <w:rsid w:val="00C31BDC"/>
    <w:rsid w:val="00C32DD9"/>
    <w:rsid w:val="00C33981"/>
    <w:rsid w:val="00C3639F"/>
    <w:rsid w:val="00C3738C"/>
    <w:rsid w:val="00C376F8"/>
    <w:rsid w:val="00C44E96"/>
    <w:rsid w:val="00C45FB7"/>
    <w:rsid w:val="00C47ED2"/>
    <w:rsid w:val="00C52090"/>
    <w:rsid w:val="00C569F0"/>
    <w:rsid w:val="00C60711"/>
    <w:rsid w:val="00C611C1"/>
    <w:rsid w:val="00C6404F"/>
    <w:rsid w:val="00C66F3F"/>
    <w:rsid w:val="00C67309"/>
    <w:rsid w:val="00C67C6C"/>
    <w:rsid w:val="00C702E2"/>
    <w:rsid w:val="00C76A6B"/>
    <w:rsid w:val="00C8505A"/>
    <w:rsid w:val="00C86038"/>
    <w:rsid w:val="00C86EE5"/>
    <w:rsid w:val="00C9050C"/>
    <w:rsid w:val="00C9331E"/>
    <w:rsid w:val="00C94EAF"/>
    <w:rsid w:val="00C9559B"/>
    <w:rsid w:val="00C966F8"/>
    <w:rsid w:val="00C9748B"/>
    <w:rsid w:val="00CA2EAD"/>
    <w:rsid w:val="00CA7503"/>
    <w:rsid w:val="00CB20D5"/>
    <w:rsid w:val="00CB3145"/>
    <w:rsid w:val="00CB4B97"/>
    <w:rsid w:val="00CC04F6"/>
    <w:rsid w:val="00CC43E4"/>
    <w:rsid w:val="00CC451E"/>
    <w:rsid w:val="00CC5270"/>
    <w:rsid w:val="00CD31E0"/>
    <w:rsid w:val="00CE1197"/>
    <w:rsid w:val="00CE1AD3"/>
    <w:rsid w:val="00CE49E2"/>
    <w:rsid w:val="00CE4B77"/>
    <w:rsid w:val="00CE5080"/>
    <w:rsid w:val="00CE5BAD"/>
    <w:rsid w:val="00CE726E"/>
    <w:rsid w:val="00CE7A35"/>
    <w:rsid w:val="00CF0EAD"/>
    <w:rsid w:val="00CF2171"/>
    <w:rsid w:val="00CF2F5E"/>
    <w:rsid w:val="00CF3660"/>
    <w:rsid w:val="00CF739C"/>
    <w:rsid w:val="00D00C9F"/>
    <w:rsid w:val="00D02790"/>
    <w:rsid w:val="00D048AC"/>
    <w:rsid w:val="00D2374F"/>
    <w:rsid w:val="00D25B1E"/>
    <w:rsid w:val="00D25F20"/>
    <w:rsid w:val="00D307EB"/>
    <w:rsid w:val="00D3186B"/>
    <w:rsid w:val="00D33C4A"/>
    <w:rsid w:val="00D42036"/>
    <w:rsid w:val="00D44F46"/>
    <w:rsid w:val="00D47DEA"/>
    <w:rsid w:val="00D50864"/>
    <w:rsid w:val="00D5374A"/>
    <w:rsid w:val="00D53B36"/>
    <w:rsid w:val="00D54BBB"/>
    <w:rsid w:val="00D562BF"/>
    <w:rsid w:val="00D60095"/>
    <w:rsid w:val="00D65389"/>
    <w:rsid w:val="00D704F3"/>
    <w:rsid w:val="00D734BF"/>
    <w:rsid w:val="00D73DAF"/>
    <w:rsid w:val="00D759CE"/>
    <w:rsid w:val="00D766EA"/>
    <w:rsid w:val="00D77F59"/>
    <w:rsid w:val="00D813CF"/>
    <w:rsid w:val="00D90024"/>
    <w:rsid w:val="00D91722"/>
    <w:rsid w:val="00D91B3F"/>
    <w:rsid w:val="00D92383"/>
    <w:rsid w:val="00D92B04"/>
    <w:rsid w:val="00D95FFF"/>
    <w:rsid w:val="00D96514"/>
    <w:rsid w:val="00DA045C"/>
    <w:rsid w:val="00DA0532"/>
    <w:rsid w:val="00DA1B6F"/>
    <w:rsid w:val="00DA5B67"/>
    <w:rsid w:val="00DB072E"/>
    <w:rsid w:val="00DB42B1"/>
    <w:rsid w:val="00DB5ED4"/>
    <w:rsid w:val="00DC1904"/>
    <w:rsid w:val="00DC2130"/>
    <w:rsid w:val="00DC30D5"/>
    <w:rsid w:val="00DD02B0"/>
    <w:rsid w:val="00DD0F4E"/>
    <w:rsid w:val="00DD3D6B"/>
    <w:rsid w:val="00DD4AC6"/>
    <w:rsid w:val="00DD5D9A"/>
    <w:rsid w:val="00DD60C6"/>
    <w:rsid w:val="00DD66FF"/>
    <w:rsid w:val="00DD7D3B"/>
    <w:rsid w:val="00DE06E5"/>
    <w:rsid w:val="00DE3AA8"/>
    <w:rsid w:val="00DE62D7"/>
    <w:rsid w:val="00E017AE"/>
    <w:rsid w:val="00E02438"/>
    <w:rsid w:val="00E06F52"/>
    <w:rsid w:val="00E06FDF"/>
    <w:rsid w:val="00E107F7"/>
    <w:rsid w:val="00E11611"/>
    <w:rsid w:val="00E1353F"/>
    <w:rsid w:val="00E15B41"/>
    <w:rsid w:val="00E15FC9"/>
    <w:rsid w:val="00E213AC"/>
    <w:rsid w:val="00E2371A"/>
    <w:rsid w:val="00E247DE"/>
    <w:rsid w:val="00E24E87"/>
    <w:rsid w:val="00E423C3"/>
    <w:rsid w:val="00E47640"/>
    <w:rsid w:val="00E5176B"/>
    <w:rsid w:val="00E521DD"/>
    <w:rsid w:val="00E522E2"/>
    <w:rsid w:val="00E56BD6"/>
    <w:rsid w:val="00E65D52"/>
    <w:rsid w:val="00E70EEF"/>
    <w:rsid w:val="00E721FD"/>
    <w:rsid w:val="00E727C6"/>
    <w:rsid w:val="00E72E60"/>
    <w:rsid w:val="00E75716"/>
    <w:rsid w:val="00E76E61"/>
    <w:rsid w:val="00E77B5E"/>
    <w:rsid w:val="00E80507"/>
    <w:rsid w:val="00E83437"/>
    <w:rsid w:val="00E84BA2"/>
    <w:rsid w:val="00E8633A"/>
    <w:rsid w:val="00E91558"/>
    <w:rsid w:val="00E925E8"/>
    <w:rsid w:val="00EA02CD"/>
    <w:rsid w:val="00EA0420"/>
    <w:rsid w:val="00EA42AB"/>
    <w:rsid w:val="00EA46D9"/>
    <w:rsid w:val="00EA5886"/>
    <w:rsid w:val="00EB19A1"/>
    <w:rsid w:val="00EB2D48"/>
    <w:rsid w:val="00EB7AEE"/>
    <w:rsid w:val="00EC75F5"/>
    <w:rsid w:val="00ED0F7B"/>
    <w:rsid w:val="00ED21FF"/>
    <w:rsid w:val="00ED49BA"/>
    <w:rsid w:val="00EE1730"/>
    <w:rsid w:val="00EE2BFF"/>
    <w:rsid w:val="00EE35D5"/>
    <w:rsid w:val="00EE47B9"/>
    <w:rsid w:val="00EE52CA"/>
    <w:rsid w:val="00EF39E8"/>
    <w:rsid w:val="00EF6AA0"/>
    <w:rsid w:val="00EF736B"/>
    <w:rsid w:val="00F03270"/>
    <w:rsid w:val="00F04A2C"/>
    <w:rsid w:val="00F05D96"/>
    <w:rsid w:val="00F108EF"/>
    <w:rsid w:val="00F10A13"/>
    <w:rsid w:val="00F152FD"/>
    <w:rsid w:val="00F17E5A"/>
    <w:rsid w:val="00F24CE4"/>
    <w:rsid w:val="00F31A0E"/>
    <w:rsid w:val="00F3586A"/>
    <w:rsid w:val="00F37FA8"/>
    <w:rsid w:val="00F411C7"/>
    <w:rsid w:val="00F41677"/>
    <w:rsid w:val="00F511E4"/>
    <w:rsid w:val="00F531AF"/>
    <w:rsid w:val="00F60AA7"/>
    <w:rsid w:val="00F62DDB"/>
    <w:rsid w:val="00F63863"/>
    <w:rsid w:val="00F67216"/>
    <w:rsid w:val="00F67297"/>
    <w:rsid w:val="00F73CD7"/>
    <w:rsid w:val="00F754CF"/>
    <w:rsid w:val="00F83B44"/>
    <w:rsid w:val="00F8412C"/>
    <w:rsid w:val="00F8576E"/>
    <w:rsid w:val="00F86F06"/>
    <w:rsid w:val="00F91C05"/>
    <w:rsid w:val="00F9412C"/>
    <w:rsid w:val="00F9597B"/>
    <w:rsid w:val="00F962CF"/>
    <w:rsid w:val="00FA159A"/>
    <w:rsid w:val="00FA2B27"/>
    <w:rsid w:val="00FA3861"/>
    <w:rsid w:val="00FA500C"/>
    <w:rsid w:val="00FA635C"/>
    <w:rsid w:val="00FA7CDB"/>
    <w:rsid w:val="00FB04EA"/>
    <w:rsid w:val="00FB0A10"/>
    <w:rsid w:val="00FB0ACE"/>
    <w:rsid w:val="00FB0F63"/>
    <w:rsid w:val="00FB703F"/>
    <w:rsid w:val="00FB78AF"/>
    <w:rsid w:val="00FC1A9A"/>
    <w:rsid w:val="00FC1E6C"/>
    <w:rsid w:val="00FC31D3"/>
    <w:rsid w:val="00FC42F9"/>
    <w:rsid w:val="00FC4710"/>
    <w:rsid w:val="00FD3F9F"/>
    <w:rsid w:val="00FD66A8"/>
    <w:rsid w:val="00FE4049"/>
    <w:rsid w:val="00FE4EC9"/>
    <w:rsid w:val="00FF1122"/>
    <w:rsid w:val="00FF2C4E"/>
    <w:rsid w:val="00FF3766"/>
    <w:rsid w:val="00FF4F2A"/>
    <w:rsid w:val="00FF5975"/>
    <w:rsid w:val="00FF6FA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02b61,#443f3d,#334c98,#f2f7f9"/>
    </o:shapedefaults>
    <o:shapelayout v:ext="edit">
      <o:idmap v:ext="edit" data="1"/>
    </o:shapelayout>
  </w:shapeDefaults>
  <w:decimalSymbol w:val=","/>
  <w:listSeparator w:val=";"/>
  <w14:docId w14:val="4973CF00"/>
  <w15:docId w15:val="{D22D1900-BC06-4083-92E2-723D2CD6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mintika"/>
    <w:qFormat/>
    <w:rsid w:val="005D5A22"/>
    <w:pPr>
      <w:jc w:val="both"/>
    </w:pPr>
    <w:rPr>
      <w:sz w:val="24"/>
      <w:szCs w:val="24"/>
    </w:rPr>
  </w:style>
  <w:style w:type="paragraph" w:styleId="Titre1">
    <w:name w:val="heading 1"/>
    <w:basedOn w:val="Normal"/>
    <w:next w:val="Normal"/>
    <w:link w:val="Titre1Car"/>
    <w:uiPriority w:val="9"/>
    <w:qFormat/>
    <w:rsid w:val="00E56BD6"/>
    <w:pPr>
      <w:keepNext/>
      <w:keepLines/>
      <w:numPr>
        <w:numId w:val="3"/>
      </w:numPr>
      <w:tabs>
        <w:tab w:val="left" w:pos="851"/>
      </w:tabs>
      <w:spacing w:before="240" w:after="120"/>
      <w:outlineLvl w:val="0"/>
    </w:pPr>
    <w:rPr>
      <w:rFonts w:ascii="Calibri" w:eastAsia="MS Gothic" w:hAnsi="Calibri"/>
      <w:b/>
      <w:bCs/>
      <w:caps/>
      <w:color w:val="334C98"/>
      <w:sz w:val="32"/>
      <w:szCs w:val="32"/>
    </w:rPr>
  </w:style>
  <w:style w:type="paragraph" w:styleId="Titre2">
    <w:name w:val="heading 2"/>
    <w:aliases w:val="Titre 2 Car1 Car,Titre 2 Car Car Car,2 headline Car Car Car,h Car Car Car,orderpara1 Car Car Car Car,orderpara1 Car Car Car Car Car Car Car Car,orderpara1 Car Car Car Car Car Car Car Car Car Car Car Car,h"/>
    <w:basedOn w:val="Normal"/>
    <w:next w:val="Normal"/>
    <w:link w:val="Titre2Car"/>
    <w:uiPriority w:val="9"/>
    <w:qFormat/>
    <w:rsid w:val="00E56BD6"/>
    <w:pPr>
      <w:keepNext/>
      <w:keepLines/>
      <w:numPr>
        <w:ilvl w:val="1"/>
        <w:numId w:val="3"/>
      </w:numPr>
      <w:spacing w:before="360" w:after="120"/>
      <w:ind w:hanging="934"/>
      <w:outlineLvl w:val="1"/>
    </w:pPr>
    <w:rPr>
      <w:rFonts w:ascii="Calibri" w:eastAsia="MS Gothic" w:hAnsi="Calibri"/>
      <w:b/>
      <w:bCs/>
      <w:color w:val="4A80C0"/>
      <w:sz w:val="30"/>
      <w:szCs w:val="30"/>
    </w:rPr>
  </w:style>
  <w:style w:type="paragraph" w:styleId="Titre3">
    <w:name w:val="heading 3"/>
    <w:aliases w:val="Car5"/>
    <w:basedOn w:val="Normal"/>
    <w:next w:val="Normal"/>
    <w:link w:val="Titre3Car"/>
    <w:uiPriority w:val="9"/>
    <w:qFormat/>
    <w:rsid w:val="00B53A46"/>
    <w:pPr>
      <w:keepNext/>
      <w:keepLines/>
      <w:numPr>
        <w:ilvl w:val="2"/>
        <w:numId w:val="3"/>
      </w:numPr>
      <w:tabs>
        <w:tab w:val="left" w:pos="993"/>
        <w:tab w:val="left" w:pos="1134"/>
      </w:tabs>
      <w:spacing w:before="240"/>
      <w:ind w:left="993" w:hanging="993"/>
      <w:outlineLvl w:val="2"/>
    </w:pPr>
    <w:rPr>
      <w:rFonts w:ascii="Calibri" w:eastAsia="MS Gothic" w:hAnsi="Calibri"/>
      <w:b/>
      <w:bCs/>
      <w:color w:val="605F5F"/>
      <w:szCs w:val="32"/>
    </w:rPr>
  </w:style>
  <w:style w:type="paragraph" w:styleId="Titre4">
    <w:name w:val="heading 4"/>
    <w:basedOn w:val="Normal"/>
    <w:next w:val="Normal"/>
    <w:link w:val="Titre4Car"/>
    <w:qFormat/>
    <w:rsid w:val="009F7874"/>
    <w:pPr>
      <w:keepNext/>
      <w:keepLines/>
      <w:spacing w:before="240"/>
      <w:ind w:left="142" w:firstLine="284"/>
      <w:outlineLvl w:val="3"/>
    </w:pPr>
    <w:rPr>
      <w:rFonts w:ascii="Calibri" w:eastAsia="MS Gothic" w:hAnsi="Calibri"/>
      <w:b/>
      <w:bCs/>
      <w:iCs/>
      <w:color w:val="7F7F7F"/>
    </w:rPr>
  </w:style>
  <w:style w:type="paragraph" w:styleId="Titre5">
    <w:name w:val="heading 5"/>
    <w:aliases w:val=" Car3"/>
    <w:basedOn w:val="Normal"/>
    <w:next w:val="Normal"/>
    <w:link w:val="Titre5Car"/>
    <w:qFormat/>
    <w:rsid w:val="00B53A46"/>
    <w:pPr>
      <w:spacing w:before="240" w:after="60"/>
      <w:ind w:firstLine="993"/>
      <w:outlineLvl w:val="4"/>
    </w:pPr>
    <w:rPr>
      <w:rFonts w:ascii="Calibri" w:hAnsi="Calibri"/>
      <w:bCs/>
      <w:iCs/>
      <w:color w:val="345A8A"/>
      <w:sz w:val="22"/>
    </w:rPr>
  </w:style>
  <w:style w:type="paragraph" w:styleId="Titre6">
    <w:name w:val="heading 6"/>
    <w:basedOn w:val="Normal"/>
    <w:next w:val="Normal"/>
    <w:link w:val="Titre6Car"/>
    <w:qFormat/>
    <w:rsid w:val="0061720C"/>
    <w:pPr>
      <w:spacing w:before="240" w:after="60" w:line="276" w:lineRule="auto"/>
      <w:outlineLvl w:val="5"/>
    </w:pPr>
    <w:rPr>
      <w:rFonts w:ascii="Arial" w:eastAsia="Times New Roman" w:hAnsi="Arial"/>
      <w:b/>
      <w:bCs/>
      <w:sz w:val="22"/>
      <w:szCs w:val="22"/>
    </w:rPr>
  </w:style>
  <w:style w:type="paragraph" w:styleId="Titre7">
    <w:name w:val="heading 7"/>
    <w:basedOn w:val="Normal"/>
    <w:next w:val="Normal"/>
    <w:link w:val="Titre7Car"/>
    <w:uiPriority w:val="9"/>
    <w:unhideWhenUsed/>
    <w:qFormat/>
    <w:rsid w:val="00F03270"/>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qFormat/>
    <w:rsid w:val="00E76E61"/>
    <w:pPr>
      <w:spacing w:before="240" w:after="60" w:line="276" w:lineRule="auto"/>
      <w:outlineLvl w:val="7"/>
    </w:pPr>
    <w:rPr>
      <w:rFonts w:ascii="Times New Roman" w:eastAsia="Times New Roman" w:hAnsi="Times New Roman"/>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Listecouleurmintika"/>
    <w:uiPriority w:val="99"/>
    <w:qFormat/>
    <w:rsid w:val="003933F9"/>
    <w:pPr>
      <w:numPr>
        <w:numId w:val="0"/>
      </w:numPr>
      <w:spacing w:before="200" w:after="200"/>
      <w:ind w:left="142"/>
      <w:contextualSpacing w:val="0"/>
    </w:pPr>
  </w:style>
  <w:style w:type="paragraph" w:customStyle="1" w:styleId="Listecouleurmintika">
    <w:name w:val="Liste couleur mintika"/>
    <w:basedOn w:val="Normal"/>
    <w:uiPriority w:val="34"/>
    <w:qFormat/>
    <w:rsid w:val="002373D6"/>
    <w:pPr>
      <w:numPr>
        <w:numId w:val="2"/>
      </w:numPr>
      <w:spacing w:before="120"/>
      <w:contextualSpacing/>
    </w:pPr>
    <w:rPr>
      <w:rFonts w:ascii="Calibri" w:hAnsi="Calibri"/>
    </w:rPr>
  </w:style>
  <w:style w:type="paragraph" w:styleId="En-tte">
    <w:name w:val="header"/>
    <w:basedOn w:val="Normal"/>
    <w:link w:val="En-tteCar"/>
    <w:uiPriority w:val="99"/>
    <w:unhideWhenUsed/>
    <w:rsid w:val="003B3B70"/>
    <w:pPr>
      <w:tabs>
        <w:tab w:val="center" w:pos="4536"/>
        <w:tab w:val="right" w:pos="9072"/>
      </w:tabs>
    </w:pPr>
  </w:style>
  <w:style w:type="character" w:customStyle="1" w:styleId="En-tteCar">
    <w:name w:val="En-tête Car"/>
    <w:basedOn w:val="Policepardfaut"/>
    <w:link w:val="En-tte"/>
    <w:uiPriority w:val="99"/>
    <w:rsid w:val="003B3B70"/>
  </w:style>
  <w:style w:type="paragraph" w:styleId="Pieddepage">
    <w:name w:val="footer"/>
    <w:basedOn w:val="Normal"/>
    <w:link w:val="PieddepageCar"/>
    <w:uiPriority w:val="99"/>
    <w:unhideWhenUsed/>
    <w:rsid w:val="003B3B70"/>
    <w:pPr>
      <w:tabs>
        <w:tab w:val="center" w:pos="4536"/>
        <w:tab w:val="right" w:pos="9072"/>
      </w:tabs>
    </w:pPr>
  </w:style>
  <w:style w:type="character" w:customStyle="1" w:styleId="PieddepageCar">
    <w:name w:val="Pied de page Car"/>
    <w:basedOn w:val="Policepardfaut"/>
    <w:link w:val="Pieddepage"/>
    <w:uiPriority w:val="99"/>
    <w:rsid w:val="003B3B70"/>
  </w:style>
  <w:style w:type="character" w:styleId="Numrodepage">
    <w:name w:val="page number"/>
    <w:basedOn w:val="Policepardfaut"/>
    <w:uiPriority w:val="99"/>
    <w:unhideWhenUsed/>
    <w:rsid w:val="006634A7"/>
  </w:style>
  <w:style w:type="character" w:customStyle="1" w:styleId="Titre1Car">
    <w:name w:val="Titre 1 Car"/>
    <w:link w:val="Titre1"/>
    <w:uiPriority w:val="9"/>
    <w:rsid w:val="00E56BD6"/>
    <w:rPr>
      <w:rFonts w:ascii="Calibri" w:eastAsia="MS Gothic" w:hAnsi="Calibri"/>
      <w:b/>
      <w:bCs/>
      <w:caps/>
      <w:color w:val="334C98"/>
      <w:sz w:val="32"/>
      <w:szCs w:val="32"/>
    </w:rPr>
  </w:style>
  <w:style w:type="character" w:customStyle="1" w:styleId="Titre2Car">
    <w:name w:val="Titre 2 Car"/>
    <w:aliases w:val="Titre 2 Car1 Car Car,Titre 2 Car Car Car Car,2 headline Car Car Car Car,h Car Car Car Car,orderpara1 Car Car Car Car Car,orderpara1 Car Car Car Car Car Car Car Car Car,orderpara1 Car Car Car Car Car Car Car Car Car Car Car Car Car,h Car"/>
    <w:link w:val="Titre2"/>
    <w:uiPriority w:val="9"/>
    <w:rsid w:val="00E56BD6"/>
    <w:rPr>
      <w:rFonts w:ascii="Calibri" w:eastAsia="MS Gothic" w:hAnsi="Calibri"/>
      <w:b/>
      <w:bCs/>
      <w:color w:val="4A80C0"/>
      <w:sz w:val="30"/>
      <w:szCs w:val="30"/>
    </w:rPr>
  </w:style>
  <w:style w:type="character" w:customStyle="1" w:styleId="Titre3Car">
    <w:name w:val="Titre 3 Car"/>
    <w:aliases w:val="Car5 Car"/>
    <w:link w:val="Titre3"/>
    <w:uiPriority w:val="9"/>
    <w:rsid w:val="00B53A46"/>
    <w:rPr>
      <w:rFonts w:ascii="Calibri" w:eastAsia="MS Gothic" w:hAnsi="Calibri"/>
      <w:b/>
      <w:bCs/>
      <w:color w:val="605F5F"/>
      <w:sz w:val="24"/>
      <w:szCs w:val="32"/>
    </w:rPr>
  </w:style>
  <w:style w:type="character" w:customStyle="1" w:styleId="Titre4Car">
    <w:name w:val="Titre 4 Car"/>
    <w:link w:val="Titre4"/>
    <w:rsid w:val="009F7874"/>
    <w:rPr>
      <w:rFonts w:ascii="Calibri" w:eastAsia="MS Gothic" w:hAnsi="Calibri"/>
      <w:b/>
      <w:bCs/>
      <w:iCs/>
      <w:color w:val="7F7F7F"/>
      <w:sz w:val="24"/>
      <w:szCs w:val="24"/>
    </w:rPr>
  </w:style>
  <w:style w:type="character" w:styleId="Accentuation">
    <w:name w:val="Emphasis"/>
    <w:uiPriority w:val="20"/>
    <w:qFormat/>
    <w:rsid w:val="00B62D46"/>
    <w:rPr>
      <w:i/>
      <w:iCs/>
    </w:rPr>
  </w:style>
  <w:style w:type="paragraph" w:customStyle="1" w:styleId="En-ttedetabledesmatires1">
    <w:name w:val="En-tête de table des matières1"/>
    <w:basedOn w:val="Titre1"/>
    <w:next w:val="Normal"/>
    <w:uiPriority w:val="39"/>
    <w:unhideWhenUsed/>
    <w:qFormat/>
    <w:rsid w:val="00730D2F"/>
    <w:pPr>
      <w:spacing w:before="480" w:line="276" w:lineRule="auto"/>
      <w:outlineLvl w:val="9"/>
    </w:pPr>
    <w:rPr>
      <w:caps w:val="0"/>
      <w:color w:val="365F91"/>
      <w:sz w:val="28"/>
      <w:szCs w:val="28"/>
    </w:rPr>
  </w:style>
  <w:style w:type="paragraph" w:styleId="TM1">
    <w:name w:val="toc 1"/>
    <w:basedOn w:val="Titre1"/>
    <w:next w:val="Normal"/>
    <w:autoRedefine/>
    <w:uiPriority w:val="39"/>
    <w:unhideWhenUsed/>
    <w:rsid w:val="00B53A46"/>
    <w:pPr>
      <w:keepNext w:val="0"/>
      <w:keepLines w:val="0"/>
      <w:numPr>
        <w:numId w:val="0"/>
      </w:numPr>
      <w:tabs>
        <w:tab w:val="clear" w:pos="851"/>
      </w:tabs>
      <w:outlineLvl w:val="9"/>
    </w:pPr>
    <w:rPr>
      <w:rFonts w:eastAsia="MS Mincho"/>
      <w:sz w:val="24"/>
      <w:szCs w:val="24"/>
    </w:rPr>
  </w:style>
  <w:style w:type="paragraph" w:styleId="TM2">
    <w:name w:val="toc 2"/>
    <w:basedOn w:val="Titre2"/>
    <w:next w:val="Normal"/>
    <w:uiPriority w:val="39"/>
    <w:unhideWhenUsed/>
    <w:rsid w:val="00B53A46"/>
    <w:pPr>
      <w:keepNext w:val="0"/>
      <w:keepLines w:val="0"/>
      <w:numPr>
        <w:ilvl w:val="0"/>
        <w:numId w:val="0"/>
      </w:numPr>
      <w:spacing w:before="0" w:after="0"/>
      <w:outlineLvl w:val="9"/>
    </w:pPr>
    <w:rPr>
      <w:rFonts w:eastAsia="MS Mincho"/>
      <w:bCs w:val="0"/>
      <w:smallCaps/>
      <w:sz w:val="24"/>
      <w:szCs w:val="22"/>
    </w:rPr>
  </w:style>
  <w:style w:type="paragraph" w:styleId="TM3">
    <w:name w:val="toc 3"/>
    <w:basedOn w:val="Titre3"/>
    <w:next w:val="Normal"/>
    <w:autoRedefine/>
    <w:uiPriority w:val="39"/>
    <w:unhideWhenUsed/>
    <w:rsid w:val="00B53A46"/>
    <w:pPr>
      <w:keepNext w:val="0"/>
      <w:keepLines w:val="0"/>
      <w:numPr>
        <w:ilvl w:val="0"/>
        <w:numId w:val="0"/>
      </w:numPr>
      <w:tabs>
        <w:tab w:val="clear" w:pos="993"/>
        <w:tab w:val="clear" w:pos="1134"/>
      </w:tabs>
      <w:spacing w:before="0"/>
      <w:outlineLvl w:val="9"/>
    </w:pPr>
    <w:rPr>
      <w:rFonts w:eastAsia="MS Mincho"/>
      <w:bCs w:val="0"/>
      <w:smallCaps/>
      <w:sz w:val="22"/>
      <w:szCs w:val="22"/>
    </w:rPr>
  </w:style>
  <w:style w:type="paragraph" w:styleId="Textedebulles">
    <w:name w:val="Balloon Text"/>
    <w:basedOn w:val="Normal"/>
    <w:link w:val="TextedebullesCar"/>
    <w:semiHidden/>
    <w:unhideWhenUsed/>
    <w:rsid w:val="00730D2F"/>
    <w:rPr>
      <w:rFonts w:ascii="Lucida Grande" w:hAnsi="Lucida Grande" w:cs="Lucida Grande"/>
      <w:sz w:val="18"/>
      <w:szCs w:val="18"/>
    </w:rPr>
  </w:style>
  <w:style w:type="character" w:customStyle="1" w:styleId="TextedebullesCar">
    <w:name w:val="Texte de bulles Car"/>
    <w:link w:val="Textedebulles"/>
    <w:uiPriority w:val="99"/>
    <w:semiHidden/>
    <w:rsid w:val="00730D2F"/>
    <w:rPr>
      <w:rFonts w:ascii="Lucida Grande" w:hAnsi="Lucida Grande" w:cs="Lucida Grande"/>
      <w:sz w:val="18"/>
      <w:szCs w:val="18"/>
    </w:rPr>
  </w:style>
  <w:style w:type="paragraph" w:styleId="TM4">
    <w:name w:val="toc 4"/>
    <w:basedOn w:val="Titre4"/>
    <w:next w:val="Normal"/>
    <w:autoRedefine/>
    <w:uiPriority w:val="39"/>
    <w:unhideWhenUsed/>
    <w:rsid w:val="00B53A46"/>
    <w:pPr>
      <w:keepNext w:val="0"/>
      <w:keepLines w:val="0"/>
      <w:spacing w:before="0"/>
      <w:ind w:left="1416" w:firstLine="0"/>
      <w:outlineLvl w:val="9"/>
    </w:pPr>
    <w:rPr>
      <w:rFonts w:eastAsia="MS Mincho"/>
      <w:b w:val="0"/>
      <w:bCs w:val="0"/>
      <w:iCs w:val="0"/>
      <w:szCs w:val="22"/>
    </w:rPr>
  </w:style>
  <w:style w:type="paragraph" w:styleId="TM5">
    <w:name w:val="toc 5"/>
    <w:basedOn w:val="Normal"/>
    <w:next w:val="Normal"/>
    <w:autoRedefine/>
    <w:uiPriority w:val="39"/>
    <w:unhideWhenUsed/>
    <w:rsid w:val="00B53A46"/>
    <w:rPr>
      <w:rFonts w:ascii="Calibri" w:hAnsi="Calibri"/>
      <w:color w:val="345A8A"/>
      <w:sz w:val="22"/>
      <w:szCs w:val="22"/>
    </w:rPr>
  </w:style>
  <w:style w:type="paragraph" w:styleId="TM6">
    <w:name w:val="toc 6"/>
    <w:basedOn w:val="Normal"/>
    <w:next w:val="Normal"/>
    <w:autoRedefine/>
    <w:uiPriority w:val="39"/>
    <w:unhideWhenUsed/>
    <w:rsid w:val="00730D2F"/>
    <w:rPr>
      <w:sz w:val="22"/>
      <w:szCs w:val="22"/>
    </w:rPr>
  </w:style>
  <w:style w:type="paragraph" w:styleId="TM7">
    <w:name w:val="toc 7"/>
    <w:basedOn w:val="Normal"/>
    <w:next w:val="Normal"/>
    <w:autoRedefine/>
    <w:uiPriority w:val="39"/>
    <w:unhideWhenUsed/>
    <w:rsid w:val="00730D2F"/>
    <w:rPr>
      <w:sz w:val="22"/>
      <w:szCs w:val="22"/>
    </w:rPr>
  </w:style>
  <w:style w:type="paragraph" w:styleId="TM8">
    <w:name w:val="toc 8"/>
    <w:basedOn w:val="Normal"/>
    <w:next w:val="Normal"/>
    <w:autoRedefine/>
    <w:uiPriority w:val="39"/>
    <w:unhideWhenUsed/>
    <w:rsid w:val="00730D2F"/>
    <w:rPr>
      <w:sz w:val="22"/>
      <w:szCs w:val="22"/>
    </w:rPr>
  </w:style>
  <w:style w:type="paragraph" w:styleId="TM9">
    <w:name w:val="toc 9"/>
    <w:basedOn w:val="Normal"/>
    <w:next w:val="Normal"/>
    <w:autoRedefine/>
    <w:uiPriority w:val="39"/>
    <w:unhideWhenUsed/>
    <w:rsid w:val="00730D2F"/>
    <w:rPr>
      <w:sz w:val="22"/>
      <w:szCs w:val="22"/>
    </w:rPr>
  </w:style>
  <w:style w:type="paragraph" w:styleId="Lgende">
    <w:name w:val="caption"/>
    <w:aliases w:val="Légende Car"/>
    <w:basedOn w:val="Normal"/>
    <w:next w:val="Normal"/>
    <w:qFormat/>
    <w:rsid w:val="00B01ACE"/>
    <w:pPr>
      <w:spacing w:after="200"/>
      <w:jc w:val="center"/>
    </w:pPr>
    <w:rPr>
      <w:rFonts w:ascii="Calibri" w:hAnsi="Calibri"/>
      <w:b/>
      <w:bCs/>
      <w:noProof/>
      <w:color w:val="404040"/>
      <w:sz w:val="18"/>
      <w:szCs w:val="18"/>
    </w:rPr>
  </w:style>
  <w:style w:type="character" w:customStyle="1" w:styleId="Titre5Car">
    <w:name w:val="Titre 5 Car"/>
    <w:aliases w:val=" Car3 Car"/>
    <w:link w:val="Titre5"/>
    <w:rsid w:val="00B53A46"/>
    <w:rPr>
      <w:rFonts w:ascii="Calibri" w:hAnsi="Calibri"/>
      <w:bCs/>
      <w:iCs/>
      <w:color w:val="345A8A"/>
      <w:sz w:val="22"/>
      <w:szCs w:val="24"/>
    </w:rPr>
  </w:style>
  <w:style w:type="table" w:styleId="Grilledutableau">
    <w:name w:val="Table Grid"/>
    <w:basedOn w:val="TableauNormal"/>
    <w:uiPriority w:val="59"/>
    <w:rsid w:val="00AF3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itationintense1">
    <w:name w:val="Citation intense1"/>
    <w:basedOn w:val="TableauNormal"/>
    <w:uiPriority w:val="60"/>
    <w:qFormat/>
    <w:rsid w:val="00AF32C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Grillemoyenne1-Accent1">
    <w:name w:val="Medium Grid 1 Accent 1"/>
    <w:basedOn w:val="TableauNormal"/>
    <w:uiPriority w:val="62"/>
    <w:rsid w:val="00AF32CE"/>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Symbol" w:eastAsia="New York" w:hAnsi="Symbol"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Symbol" w:eastAsia="New York" w:hAnsi="Symbol"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mbol" w:eastAsia="New York" w:hAnsi="Symbol" w:cs="Times New Roman"/>
        <w:b/>
        <w:bCs/>
      </w:rPr>
    </w:tblStylePr>
    <w:tblStylePr w:type="lastCol">
      <w:rPr>
        <w:rFonts w:ascii="Symbol" w:eastAsia="New York" w:hAnsi="Symbol"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moyenne2-Accent1">
    <w:name w:val="Medium Grid 2 Accent 1"/>
    <w:basedOn w:val="TableauNormal"/>
    <w:uiPriority w:val="63"/>
    <w:rsid w:val="00AF32C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NormalWeb">
    <w:name w:val="Normal (Web)"/>
    <w:basedOn w:val="Normal"/>
    <w:uiPriority w:val="99"/>
    <w:unhideWhenUsed/>
    <w:rsid w:val="008F5D7C"/>
    <w:pPr>
      <w:spacing w:before="100" w:beforeAutospacing="1" w:after="100" w:afterAutospacing="1"/>
    </w:pPr>
    <w:rPr>
      <w:rFonts w:ascii="Times" w:hAnsi="Times"/>
      <w:sz w:val="20"/>
      <w:szCs w:val="20"/>
    </w:rPr>
  </w:style>
  <w:style w:type="character" w:styleId="Lienhypertexte">
    <w:name w:val="Hyperlink"/>
    <w:basedOn w:val="Policepardfaut"/>
    <w:rsid w:val="00ED21FF"/>
    <w:rPr>
      <w:rFonts w:ascii="Arial" w:hAnsi="Arial"/>
      <w:color w:val="0000FF"/>
      <w:u w:val="single"/>
      <w:lang w:val="en-US" w:eastAsia="en-US" w:bidi="ar-SA"/>
    </w:rPr>
  </w:style>
  <w:style w:type="paragraph" w:styleId="Corpsdetexte2">
    <w:name w:val="Body Text 2"/>
    <w:aliases w:val=" Car4"/>
    <w:basedOn w:val="Normal"/>
    <w:link w:val="Corpsdetexte2Car"/>
    <w:rsid w:val="00ED21FF"/>
    <w:rPr>
      <w:rFonts w:ascii="Arial" w:eastAsia="Times New Roman" w:hAnsi="Arial"/>
      <w:sz w:val="22"/>
      <w:szCs w:val="20"/>
    </w:rPr>
  </w:style>
  <w:style w:type="character" w:customStyle="1" w:styleId="Corpsdetexte2Car">
    <w:name w:val="Corps de texte 2 Car"/>
    <w:aliases w:val=" Car4 Car"/>
    <w:basedOn w:val="Policepardfaut"/>
    <w:link w:val="Corpsdetexte2"/>
    <w:rsid w:val="00ED21FF"/>
    <w:rPr>
      <w:rFonts w:ascii="Arial" w:eastAsia="Times New Roman" w:hAnsi="Arial"/>
      <w:sz w:val="22"/>
    </w:rPr>
  </w:style>
  <w:style w:type="paragraph" w:styleId="Notedebasdepage">
    <w:name w:val="footnote text"/>
    <w:aliases w:val=" Car1 Car,Car1 Car, Car1"/>
    <w:basedOn w:val="Normal"/>
    <w:link w:val="NotedebasdepageCar"/>
    <w:rsid w:val="00ED21FF"/>
    <w:pPr>
      <w:spacing w:line="276" w:lineRule="auto"/>
    </w:pPr>
    <w:rPr>
      <w:rFonts w:ascii="Arial" w:eastAsia="Times New Roman" w:hAnsi="Arial"/>
      <w:sz w:val="20"/>
      <w:szCs w:val="20"/>
    </w:rPr>
  </w:style>
  <w:style w:type="character" w:customStyle="1" w:styleId="NotedebasdepageCar">
    <w:name w:val="Note de bas de page Car"/>
    <w:aliases w:val=" Car1 Car Car,Car1 Car Car, Car1 Car1"/>
    <w:basedOn w:val="Policepardfaut"/>
    <w:link w:val="Notedebasdepage"/>
    <w:uiPriority w:val="99"/>
    <w:rsid w:val="00ED21FF"/>
    <w:rPr>
      <w:rFonts w:ascii="Arial" w:eastAsia="Times New Roman" w:hAnsi="Arial"/>
    </w:rPr>
  </w:style>
  <w:style w:type="character" w:styleId="Appelnotedebasdep">
    <w:name w:val="footnote reference"/>
    <w:basedOn w:val="Policepardfaut"/>
    <w:rsid w:val="00ED21FF"/>
    <w:rPr>
      <w:rFonts w:ascii="Arial" w:hAnsi="Arial"/>
      <w:vertAlign w:val="superscript"/>
      <w:lang w:val="en-US" w:eastAsia="en-US" w:bidi="ar-SA"/>
    </w:rPr>
  </w:style>
  <w:style w:type="paragraph" w:customStyle="1" w:styleId="ParagrapheCar">
    <w:name w:val="Paragraphe Car"/>
    <w:link w:val="ParagrapheCarCar"/>
    <w:rsid w:val="00ED21FF"/>
    <w:pPr>
      <w:spacing w:line="360" w:lineRule="auto"/>
      <w:jc w:val="both"/>
    </w:pPr>
    <w:rPr>
      <w:rFonts w:ascii="Arial" w:eastAsia="Times New Roman" w:hAnsi="Arial" w:cs="Arial"/>
      <w:sz w:val="22"/>
      <w:szCs w:val="22"/>
    </w:rPr>
  </w:style>
  <w:style w:type="character" w:customStyle="1" w:styleId="ParagrapheCarCar">
    <w:name w:val="Paragraphe Car Car"/>
    <w:basedOn w:val="Policepardfaut"/>
    <w:link w:val="ParagrapheCar"/>
    <w:rsid w:val="00ED21FF"/>
    <w:rPr>
      <w:rFonts w:ascii="Arial" w:eastAsia="Times New Roman" w:hAnsi="Arial" w:cs="Arial"/>
      <w:sz w:val="22"/>
      <w:szCs w:val="22"/>
    </w:rPr>
  </w:style>
  <w:style w:type="paragraph" w:styleId="Listepuces">
    <w:name w:val="List Bullet"/>
    <w:aliases w:val="Liste à puces Car,Liste à puces Car1,Liste à puces Car Car"/>
    <w:basedOn w:val="Normal"/>
    <w:rsid w:val="00ED21FF"/>
    <w:pPr>
      <w:numPr>
        <w:numId w:val="4"/>
      </w:numPr>
      <w:tabs>
        <w:tab w:val="clear" w:pos="737"/>
        <w:tab w:val="num" w:pos="540"/>
      </w:tabs>
      <w:spacing w:line="360" w:lineRule="auto"/>
      <w:ind w:left="540" w:hanging="540"/>
    </w:pPr>
    <w:rPr>
      <w:rFonts w:ascii="Arial" w:eastAsia="Times New Roman" w:hAnsi="Arial"/>
      <w:sz w:val="22"/>
      <w:szCs w:val="20"/>
    </w:rPr>
  </w:style>
  <w:style w:type="paragraph" w:styleId="Corpsdetexte">
    <w:name w:val="Body Text"/>
    <w:aliases w:val="Corps de texte Car2 Car,Corps de texte Car1 Car Car,Corps de texte Car Car Car Car,Corps de texte Car Car1 Car"/>
    <w:basedOn w:val="Normal"/>
    <w:link w:val="CorpsdetexteCar"/>
    <w:uiPriority w:val="99"/>
    <w:unhideWhenUsed/>
    <w:rsid w:val="0061720C"/>
    <w:pPr>
      <w:spacing w:after="120"/>
    </w:pPr>
  </w:style>
  <w:style w:type="character" w:customStyle="1" w:styleId="CorpsdetexteCar">
    <w:name w:val="Corps de texte Car"/>
    <w:aliases w:val="Corps de texte Car2 Car Car,Corps de texte Car1 Car Car Car,Corps de texte Car Car Car Car Car,Corps de texte Car Car1 Car Car"/>
    <w:basedOn w:val="Policepardfaut"/>
    <w:link w:val="Corpsdetexte"/>
    <w:uiPriority w:val="99"/>
    <w:rsid w:val="0061720C"/>
    <w:rPr>
      <w:sz w:val="24"/>
      <w:szCs w:val="24"/>
    </w:rPr>
  </w:style>
  <w:style w:type="character" w:customStyle="1" w:styleId="Titre6Car">
    <w:name w:val="Titre 6 Car"/>
    <w:basedOn w:val="Policepardfaut"/>
    <w:link w:val="Titre6"/>
    <w:rsid w:val="0061720C"/>
    <w:rPr>
      <w:rFonts w:ascii="Arial" w:eastAsia="Times New Roman" w:hAnsi="Arial"/>
      <w:b/>
      <w:bCs/>
      <w:sz w:val="22"/>
      <w:szCs w:val="22"/>
    </w:rPr>
  </w:style>
  <w:style w:type="character" w:customStyle="1" w:styleId="CorpsdetexteCar1">
    <w:name w:val="Corps de texte Car1"/>
    <w:aliases w:val="Corps de texte Car Car"/>
    <w:basedOn w:val="Policepardfaut"/>
    <w:rsid w:val="0061720C"/>
    <w:rPr>
      <w:rFonts w:ascii="Verdana" w:hAnsi="Verdana" w:cs="Arial"/>
      <w:sz w:val="22"/>
      <w:lang w:val="fr-FR" w:eastAsia="fr-FR" w:bidi="ar-SA"/>
    </w:rPr>
  </w:style>
  <w:style w:type="paragraph" w:customStyle="1" w:styleId="Paragraphestandard">
    <w:name w:val="[Paragraphe standard]"/>
    <w:basedOn w:val="Normal"/>
    <w:link w:val="ParagraphestandardCar1"/>
    <w:rsid w:val="0061720C"/>
    <w:pPr>
      <w:autoSpaceDE w:val="0"/>
      <w:autoSpaceDN w:val="0"/>
      <w:adjustRightInd w:val="0"/>
      <w:spacing w:after="120" w:line="360" w:lineRule="auto"/>
      <w:textAlignment w:val="center"/>
    </w:pPr>
    <w:rPr>
      <w:rFonts w:ascii="Times Regular" w:eastAsia="Times New Roman" w:hAnsi="Times Regular" w:cs="Times Regular"/>
      <w:color w:val="000000"/>
      <w:sz w:val="22"/>
      <w:szCs w:val="20"/>
      <w:lang w:val="en-US"/>
    </w:rPr>
  </w:style>
  <w:style w:type="character" w:customStyle="1" w:styleId="ParagraphestandardCar1">
    <w:name w:val="[Paragraphe standard] Car1"/>
    <w:basedOn w:val="Policepardfaut"/>
    <w:link w:val="Paragraphestandard"/>
    <w:rsid w:val="0061720C"/>
    <w:rPr>
      <w:rFonts w:ascii="Times Regular" w:eastAsia="Times New Roman" w:hAnsi="Times Regular" w:cs="Times Regular"/>
      <w:color w:val="000000"/>
      <w:sz w:val="22"/>
      <w:lang w:val="en-US"/>
    </w:rPr>
  </w:style>
  <w:style w:type="character" w:styleId="lev">
    <w:name w:val="Strong"/>
    <w:basedOn w:val="Policepardfaut"/>
    <w:uiPriority w:val="22"/>
    <w:qFormat/>
    <w:rsid w:val="0029610E"/>
    <w:rPr>
      <w:b/>
      <w:bCs/>
    </w:rPr>
  </w:style>
  <w:style w:type="paragraph" w:customStyle="1" w:styleId="imagelgende">
    <w:name w:val="image_légende"/>
    <w:link w:val="imagelgendeCar"/>
    <w:rsid w:val="00D307EB"/>
    <w:rPr>
      <w:rFonts w:ascii="Arial" w:eastAsia="Times New Roman" w:hAnsi="Arial"/>
      <w:color w:val="5F5F5F"/>
      <w:sz w:val="16"/>
      <w:szCs w:val="16"/>
    </w:rPr>
  </w:style>
  <w:style w:type="character" w:customStyle="1" w:styleId="imagelgendeCar">
    <w:name w:val="image_légende Car"/>
    <w:link w:val="imagelgende"/>
    <w:rsid w:val="00D307EB"/>
    <w:rPr>
      <w:rFonts w:ascii="Arial" w:eastAsia="Times New Roman" w:hAnsi="Arial"/>
      <w:color w:val="5F5F5F"/>
      <w:sz w:val="16"/>
      <w:szCs w:val="16"/>
    </w:rPr>
  </w:style>
  <w:style w:type="paragraph" w:customStyle="1" w:styleId="ParagraphestandardCar">
    <w:name w:val="[Paragraphe standard] Car"/>
    <w:basedOn w:val="Normal"/>
    <w:link w:val="ParagraphestandardCarCar1"/>
    <w:rsid w:val="00D307EB"/>
    <w:pPr>
      <w:autoSpaceDE w:val="0"/>
      <w:autoSpaceDN w:val="0"/>
      <w:adjustRightInd w:val="0"/>
      <w:spacing w:line="288" w:lineRule="auto"/>
      <w:textAlignment w:val="center"/>
    </w:pPr>
    <w:rPr>
      <w:rFonts w:ascii="Times Regular" w:eastAsia="Times New Roman" w:hAnsi="Times Regular" w:cs="Times Regular"/>
      <w:color w:val="000000"/>
      <w:sz w:val="22"/>
      <w:szCs w:val="20"/>
      <w:lang w:val="en-US" w:eastAsia="en-US"/>
    </w:rPr>
  </w:style>
  <w:style w:type="character" w:customStyle="1" w:styleId="ParagraphestandardCarCar1">
    <w:name w:val="[Paragraphe standard] Car Car1"/>
    <w:link w:val="ParagraphestandardCar"/>
    <w:rsid w:val="00D307EB"/>
    <w:rPr>
      <w:rFonts w:ascii="Times Regular" w:eastAsia="Times New Roman" w:hAnsi="Times Regular" w:cs="Times Regular"/>
      <w:color w:val="000000"/>
      <w:sz w:val="22"/>
      <w:lang w:val="en-US" w:eastAsia="en-US"/>
    </w:rPr>
  </w:style>
  <w:style w:type="paragraph" w:customStyle="1" w:styleId="StyleimagelgendeCentr">
    <w:name w:val="Style image_légende + Centré"/>
    <w:basedOn w:val="imagelgende"/>
    <w:rsid w:val="00D307EB"/>
    <w:pPr>
      <w:spacing w:before="120"/>
      <w:jc w:val="center"/>
    </w:pPr>
    <w:rPr>
      <w:b/>
      <w:bCs/>
      <w:lang w:val="en-US" w:eastAsia="en-US"/>
    </w:rPr>
  </w:style>
  <w:style w:type="paragraph" w:customStyle="1" w:styleId="ParagraphestandardCarCarCarCar">
    <w:name w:val="[Paragraphe standard] Car Car Car Car"/>
    <w:basedOn w:val="Normal"/>
    <w:link w:val="ParagraphestandardCarCarCarCarCar"/>
    <w:rsid w:val="00D307EB"/>
    <w:pPr>
      <w:autoSpaceDE w:val="0"/>
      <w:autoSpaceDN w:val="0"/>
      <w:adjustRightInd w:val="0"/>
      <w:spacing w:line="288" w:lineRule="auto"/>
      <w:textAlignment w:val="center"/>
    </w:pPr>
    <w:rPr>
      <w:rFonts w:ascii="Times Regular" w:eastAsia="Times New Roman" w:hAnsi="Times Regular" w:cs="Times Regular"/>
      <w:color w:val="000000"/>
      <w:sz w:val="22"/>
      <w:szCs w:val="20"/>
      <w:lang w:val="en-US" w:eastAsia="en-US"/>
    </w:rPr>
  </w:style>
  <w:style w:type="character" w:customStyle="1" w:styleId="ParagraphestandardCarCarCarCarCar">
    <w:name w:val="[Paragraphe standard] Car Car Car Car Car"/>
    <w:link w:val="ParagraphestandardCarCarCarCar"/>
    <w:rsid w:val="00D307EB"/>
    <w:rPr>
      <w:rFonts w:ascii="Times Regular" w:eastAsia="Times New Roman" w:hAnsi="Times Regular" w:cs="Times Regular"/>
      <w:color w:val="000000"/>
      <w:sz w:val="22"/>
      <w:lang w:val="en-US" w:eastAsia="en-US"/>
    </w:rPr>
  </w:style>
  <w:style w:type="paragraph" w:customStyle="1" w:styleId="imagelgendeCarCarCarCarCar">
    <w:name w:val="image_légende Car Car Car Car Car"/>
    <w:link w:val="imagelgendeCarCarCarCarCarCar"/>
    <w:rsid w:val="00D307EB"/>
    <w:rPr>
      <w:rFonts w:ascii="Arial" w:eastAsia="Times New Roman" w:hAnsi="Arial"/>
      <w:color w:val="5F5F5F"/>
      <w:sz w:val="16"/>
      <w:szCs w:val="16"/>
      <w:lang w:val="en-US" w:eastAsia="en-US"/>
    </w:rPr>
  </w:style>
  <w:style w:type="character" w:customStyle="1" w:styleId="imagelgendeCarCarCarCarCarCar">
    <w:name w:val="image_légende Car Car Car Car Car Car"/>
    <w:link w:val="imagelgendeCarCarCarCarCar"/>
    <w:rsid w:val="00D307EB"/>
    <w:rPr>
      <w:rFonts w:ascii="Arial" w:eastAsia="Times New Roman" w:hAnsi="Arial"/>
      <w:color w:val="5F5F5F"/>
      <w:sz w:val="16"/>
      <w:szCs w:val="16"/>
      <w:lang w:val="en-US" w:eastAsia="en-US"/>
    </w:rPr>
  </w:style>
  <w:style w:type="character" w:customStyle="1" w:styleId="CorpsdetexteCar2CarCarCar">
    <w:name w:val="Corps de texte Car2 Car Car Car"/>
    <w:aliases w:val="Corps de texte Car1 Car Car Car Car,Corps de texte Car Car Car Car Car Car,Corps de texte Car Car1 Car Car Car"/>
    <w:rsid w:val="00D307EB"/>
    <w:rPr>
      <w:rFonts w:ascii="Verdana" w:hAnsi="Verdana" w:cs="Arial"/>
      <w:sz w:val="22"/>
      <w:lang w:val="fr-FR" w:eastAsia="fr-FR" w:bidi="ar-SA"/>
    </w:rPr>
  </w:style>
  <w:style w:type="paragraph" w:styleId="Corpsdetexte3">
    <w:name w:val="Body Text 3"/>
    <w:aliases w:val=" Car"/>
    <w:basedOn w:val="Normal"/>
    <w:link w:val="Corpsdetexte3Car"/>
    <w:uiPriority w:val="99"/>
    <w:unhideWhenUsed/>
    <w:rsid w:val="00D307EB"/>
    <w:pPr>
      <w:spacing w:after="120"/>
    </w:pPr>
    <w:rPr>
      <w:sz w:val="16"/>
      <w:szCs w:val="16"/>
    </w:rPr>
  </w:style>
  <w:style w:type="character" w:customStyle="1" w:styleId="Corpsdetexte3Car">
    <w:name w:val="Corps de texte 3 Car"/>
    <w:aliases w:val=" Car Car"/>
    <w:basedOn w:val="Policepardfaut"/>
    <w:link w:val="Corpsdetexte3"/>
    <w:uiPriority w:val="99"/>
    <w:rsid w:val="00D307EB"/>
    <w:rPr>
      <w:sz w:val="16"/>
      <w:szCs w:val="16"/>
    </w:rPr>
  </w:style>
  <w:style w:type="character" w:customStyle="1" w:styleId="apple-style-span">
    <w:name w:val="apple-style-span"/>
    <w:basedOn w:val="Policepardfaut"/>
    <w:rsid w:val="00D307EB"/>
    <w:rPr>
      <w:rFonts w:ascii="Arial" w:hAnsi="Arial"/>
      <w:lang w:val="en-US" w:eastAsia="en-US" w:bidi="ar-SA"/>
    </w:rPr>
  </w:style>
  <w:style w:type="paragraph" w:customStyle="1" w:styleId="Retraitettab1">
    <w:name w:val="Retrait et tab 1"/>
    <w:basedOn w:val="Normal"/>
    <w:rsid w:val="00956939"/>
    <w:pPr>
      <w:tabs>
        <w:tab w:val="left" w:pos="2280"/>
      </w:tabs>
      <w:suppressAutoHyphens/>
      <w:spacing w:before="300"/>
      <w:ind w:left="2260" w:hanging="540"/>
    </w:pPr>
    <w:rPr>
      <w:rFonts w:ascii="Times" w:eastAsia="Times New Roman" w:hAnsi="Times"/>
      <w:szCs w:val="20"/>
      <w:lang w:eastAsia="ar-SA"/>
    </w:rPr>
  </w:style>
  <w:style w:type="paragraph" w:styleId="Commentaire">
    <w:name w:val="annotation text"/>
    <w:basedOn w:val="Normal"/>
    <w:link w:val="CommentaireCar"/>
    <w:semiHidden/>
    <w:rsid w:val="00956939"/>
    <w:pPr>
      <w:overflowPunct w:val="0"/>
      <w:autoSpaceDE w:val="0"/>
      <w:autoSpaceDN w:val="0"/>
      <w:adjustRightInd w:val="0"/>
      <w:textAlignment w:val="baseline"/>
    </w:pPr>
    <w:rPr>
      <w:rFonts w:ascii="Times New Roman" w:eastAsia="Times New Roman" w:hAnsi="Times New Roman"/>
      <w:sz w:val="20"/>
      <w:szCs w:val="20"/>
    </w:rPr>
  </w:style>
  <w:style w:type="character" w:customStyle="1" w:styleId="CommentaireCar">
    <w:name w:val="Commentaire Car"/>
    <w:basedOn w:val="Policepardfaut"/>
    <w:link w:val="Commentaire"/>
    <w:semiHidden/>
    <w:rsid w:val="00956939"/>
    <w:rPr>
      <w:rFonts w:ascii="Times New Roman" w:eastAsia="Times New Roman" w:hAnsi="Times New Roman"/>
    </w:rPr>
  </w:style>
  <w:style w:type="paragraph" w:styleId="Paragraphedeliste">
    <w:name w:val="List Paragraph"/>
    <w:basedOn w:val="Normal"/>
    <w:uiPriority w:val="72"/>
    <w:qFormat/>
    <w:rsid w:val="0095693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Paragraphe0">
    <w:name w:val="Paragraphe"/>
    <w:link w:val="ParagrapheCar1"/>
    <w:autoRedefine/>
    <w:rsid w:val="00956939"/>
    <w:pPr>
      <w:spacing w:line="360" w:lineRule="auto"/>
      <w:jc w:val="both"/>
    </w:pPr>
    <w:rPr>
      <w:rFonts w:ascii="Arial" w:eastAsia="Times New Roman" w:hAnsi="Arial" w:cs="Arial"/>
      <w:sz w:val="22"/>
      <w:szCs w:val="22"/>
    </w:rPr>
  </w:style>
  <w:style w:type="paragraph" w:customStyle="1" w:styleId="effacerCarCarCar1">
    <w:name w:val="effacer Car Car Car1"/>
    <w:basedOn w:val="Normal"/>
    <w:autoRedefine/>
    <w:semiHidden/>
    <w:rsid w:val="00956939"/>
    <w:pPr>
      <w:spacing w:line="360" w:lineRule="auto"/>
      <w:ind w:left="539" w:firstLine="578"/>
    </w:pPr>
    <w:rPr>
      <w:rFonts w:ascii="Arial" w:eastAsia="Times New Roman" w:hAnsi="Arial"/>
      <w:sz w:val="22"/>
      <w:szCs w:val="20"/>
      <w:lang w:val="en-US" w:eastAsia="en-US"/>
    </w:rPr>
  </w:style>
  <w:style w:type="character" w:customStyle="1" w:styleId="ParagrapheCar1">
    <w:name w:val="Paragraphe Car1"/>
    <w:basedOn w:val="Policepardfaut"/>
    <w:link w:val="Paragraphe0"/>
    <w:rsid w:val="00956939"/>
    <w:rPr>
      <w:rFonts w:ascii="Arial" w:eastAsia="Times New Roman" w:hAnsi="Arial" w:cs="Arial"/>
      <w:sz w:val="22"/>
      <w:szCs w:val="22"/>
    </w:rPr>
  </w:style>
  <w:style w:type="paragraph" w:customStyle="1" w:styleId="effacerCar">
    <w:name w:val="effacer Car"/>
    <w:basedOn w:val="Normal"/>
    <w:autoRedefine/>
    <w:semiHidden/>
    <w:rsid w:val="00956939"/>
    <w:pPr>
      <w:spacing w:after="160" w:line="240" w:lineRule="exact"/>
      <w:ind w:left="539" w:firstLine="578"/>
    </w:pPr>
    <w:rPr>
      <w:rFonts w:ascii="Arial" w:eastAsia="Times New Roman" w:hAnsi="Arial"/>
      <w:sz w:val="22"/>
      <w:szCs w:val="20"/>
      <w:lang w:val="en-US" w:eastAsia="en-US"/>
    </w:rPr>
  </w:style>
  <w:style w:type="paragraph" w:styleId="Sous-titre">
    <w:name w:val="Subtitle"/>
    <w:basedOn w:val="Normal"/>
    <w:next w:val="Normal"/>
    <w:link w:val="Sous-titreCar"/>
    <w:uiPriority w:val="11"/>
    <w:qFormat/>
    <w:rsid w:val="00956939"/>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956939"/>
    <w:rPr>
      <w:rFonts w:asciiTheme="majorHAnsi" w:eastAsiaTheme="majorEastAsia" w:hAnsiTheme="majorHAnsi" w:cstheme="majorBidi"/>
      <w:i/>
      <w:iCs/>
      <w:color w:val="4F81BD" w:themeColor="accent1"/>
      <w:spacing w:val="15"/>
      <w:sz w:val="24"/>
      <w:szCs w:val="24"/>
    </w:rPr>
  </w:style>
  <w:style w:type="paragraph" w:customStyle="1" w:styleId="StyleTitre4Gauche0cm">
    <w:name w:val="Style Titre 4 + Gauche :  0 cm"/>
    <w:basedOn w:val="Titre4"/>
    <w:rsid w:val="00956939"/>
    <w:pPr>
      <w:keepLines w:val="0"/>
      <w:spacing w:after="60" w:line="276" w:lineRule="auto"/>
      <w:ind w:left="0" w:firstLine="0"/>
    </w:pPr>
    <w:rPr>
      <w:rFonts w:ascii="Arial" w:eastAsia="Times New Roman" w:hAnsi="Arial"/>
      <w:iCs w:val="0"/>
      <w:caps/>
      <w:color w:val="666699"/>
      <w:sz w:val="22"/>
      <w:szCs w:val="20"/>
    </w:rPr>
  </w:style>
  <w:style w:type="paragraph" w:customStyle="1" w:styleId="imagelgendeCarCar">
    <w:name w:val="image_légende Car Car"/>
    <w:rsid w:val="00956939"/>
    <w:rPr>
      <w:rFonts w:ascii="Arial" w:eastAsia="Times New Roman" w:hAnsi="Arial"/>
      <w:color w:val="5F5F5F"/>
      <w:sz w:val="16"/>
      <w:szCs w:val="16"/>
    </w:rPr>
  </w:style>
  <w:style w:type="paragraph" w:styleId="Listepuces2">
    <w:name w:val="List Bullet 2"/>
    <w:aliases w:val="Liste à puces 2 Car2,Liste à puces 2 Car Car1,Liste à puces 2 Car1 Car1,Liste à puces 2 Car Car Car1,Liste à puces 2 Car1 Car Car,Liste à puces 2 Car Car Car Car,Liste à puces 2 Car1,Liste à puces 2 Car Car,Liste à puces 2 Car1 Car"/>
    <w:basedOn w:val="Normal"/>
    <w:link w:val="Listepuces2Car"/>
    <w:unhideWhenUsed/>
    <w:rsid w:val="00E76E61"/>
    <w:pPr>
      <w:numPr>
        <w:numId w:val="5"/>
      </w:numPr>
      <w:contextualSpacing/>
    </w:pPr>
  </w:style>
  <w:style w:type="character" w:customStyle="1" w:styleId="Titre8Car">
    <w:name w:val="Titre 8 Car"/>
    <w:basedOn w:val="Policepardfaut"/>
    <w:link w:val="Titre8"/>
    <w:rsid w:val="00E76E61"/>
    <w:rPr>
      <w:rFonts w:ascii="Times New Roman" w:eastAsia="Times New Roman" w:hAnsi="Times New Roman"/>
      <w:i/>
      <w:iCs/>
      <w:sz w:val="24"/>
      <w:szCs w:val="24"/>
    </w:rPr>
  </w:style>
  <w:style w:type="paragraph" w:styleId="Listepuces5">
    <w:name w:val="List Bullet 5"/>
    <w:basedOn w:val="Normal"/>
    <w:autoRedefine/>
    <w:rsid w:val="00E76E61"/>
    <w:pPr>
      <w:numPr>
        <w:numId w:val="7"/>
      </w:numPr>
      <w:tabs>
        <w:tab w:val="clear" w:pos="1492"/>
      </w:tabs>
      <w:spacing w:line="276" w:lineRule="auto"/>
      <w:ind w:left="0" w:firstLine="0"/>
    </w:pPr>
    <w:rPr>
      <w:rFonts w:ascii="Arial" w:eastAsia="Times New Roman" w:hAnsi="Arial"/>
      <w:sz w:val="22"/>
      <w:szCs w:val="20"/>
    </w:rPr>
  </w:style>
  <w:style w:type="character" w:customStyle="1" w:styleId="Listepuces2Car">
    <w:name w:val="Liste à puces 2 Car"/>
    <w:aliases w:val="Liste à puces 2 Car2 Car,Liste à puces 2 Car Car1 Car,Liste à puces 2 Car1 Car1 Car,Liste à puces 2 Car Car Car1 Car,Liste à puces 2 Car1 Car Car Car,Liste à puces 2 Car Car Car Car Car,Liste à puces 2 Car1 Car2"/>
    <w:link w:val="Listepuces2"/>
    <w:rsid w:val="00E76E61"/>
    <w:rPr>
      <w:sz w:val="24"/>
      <w:szCs w:val="24"/>
    </w:rPr>
  </w:style>
  <w:style w:type="paragraph" w:customStyle="1" w:styleId="CarCar1CarCarCar">
    <w:name w:val="Car Car1 Car Car Car"/>
    <w:basedOn w:val="Normal"/>
    <w:semiHidden/>
    <w:rsid w:val="00E76E61"/>
    <w:pPr>
      <w:spacing w:after="160" w:line="240" w:lineRule="exact"/>
      <w:ind w:left="539" w:firstLine="578"/>
    </w:pPr>
    <w:rPr>
      <w:rFonts w:ascii="Verdana" w:eastAsia="Times New Roman" w:hAnsi="Verdana"/>
      <w:sz w:val="20"/>
      <w:szCs w:val="20"/>
      <w:lang w:val="en-US" w:eastAsia="en-US"/>
    </w:rPr>
  </w:style>
  <w:style w:type="paragraph" w:customStyle="1" w:styleId="CarCar1CarCarCarCarCarCarCarCarCarCarCarCar">
    <w:name w:val="Car Car1 Car Car Car Car Car Car Car Car Car Car Car Car"/>
    <w:basedOn w:val="Normal"/>
    <w:semiHidden/>
    <w:rsid w:val="00E76E61"/>
    <w:pPr>
      <w:spacing w:after="120" w:line="240" w:lineRule="exact"/>
      <w:ind w:left="539" w:firstLine="578"/>
    </w:pPr>
    <w:rPr>
      <w:rFonts w:ascii="Verdana" w:eastAsia="Times New Roman" w:hAnsi="Verdana"/>
      <w:sz w:val="20"/>
      <w:szCs w:val="20"/>
      <w:lang w:val="en-US" w:eastAsia="en-US"/>
    </w:rPr>
  </w:style>
  <w:style w:type="paragraph" w:customStyle="1" w:styleId="StyleimagelgendeAutomatiqueCentr">
    <w:name w:val="Style image_légende + Automatique Centré"/>
    <w:basedOn w:val="imagelgende"/>
    <w:rsid w:val="00E76E61"/>
    <w:pPr>
      <w:numPr>
        <w:numId w:val="6"/>
      </w:numPr>
      <w:tabs>
        <w:tab w:val="clear" w:pos="926"/>
      </w:tabs>
      <w:spacing w:before="120"/>
      <w:ind w:left="0" w:firstLine="0"/>
      <w:jc w:val="center"/>
    </w:pPr>
    <w:rPr>
      <w:b/>
      <w:color w:val="auto"/>
      <w:sz w:val="18"/>
      <w:szCs w:val="20"/>
      <w:lang w:val="en-US" w:eastAsia="en-US"/>
    </w:rPr>
  </w:style>
  <w:style w:type="paragraph" w:styleId="Listepuces3">
    <w:name w:val="List Bullet 3"/>
    <w:basedOn w:val="Normal"/>
    <w:link w:val="Listepuces3Car"/>
    <w:rsid w:val="00E76E61"/>
    <w:pPr>
      <w:numPr>
        <w:numId w:val="1"/>
      </w:numPr>
      <w:spacing w:line="276" w:lineRule="auto"/>
      <w:contextualSpacing/>
    </w:pPr>
    <w:rPr>
      <w:rFonts w:ascii="Arial" w:eastAsia="Times New Roman" w:hAnsi="Arial"/>
      <w:sz w:val="22"/>
      <w:szCs w:val="20"/>
    </w:rPr>
  </w:style>
  <w:style w:type="paragraph" w:customStyle="1" w:styleId="imagelgendeCarCarCar">
    <w:name w:val="image_légende Car Car Car"/>
    <w:link w:val="imagelgendeCarCarCarCar"/>
    <w:rsid w:val="00E76E61"/>
    <w:rPr>
      <w:rFonts w:ascii="Arial" w:eastAsia="Times New Roman" w:hAnsi="Arial"/>
      <w:color w:val="5F5F5F"/>
      <w:sz w:val="16"/>
      <w:szCs w:val="16"/>
      <w:lang w:val="en-US" w:eastAsia="en-US"/>
    </w:rPr>
  </w:style>
  <w:style w:type="character" w:customStyle="1" w:styleId="imagelgendeCarCarCarCar">
    <w:name w:val="image_légende Car Car Car Car"/>
    <w:link w:val="imagelgendeCarCarCar"/>
    <w:rsid w:val="00E76E61"/>
    <w:rPr>
      <w:rFonts w:ascii="Arial" w:eastAsia="Times New Roman" w:hAnsi="Arial"/>
      <w:color w:val="5F5F5F"/>
      <w:sz w:val="16"/>
      <w:szCs w:val="16"/>
      <w:lang w:val="en-US" w:eastAsia="en-US"/>
    </w:rPr>
  </w:style>
  <w:style w:type="paragraph" w:customStyle="1" w:styleId="ParagraphestandardCarCar">
    <w:name w:val="[Paragraphe standard] Car Car"/>
    <w:basedOn w:val="Normal"/>
    <w:rsid w:val="00E76E61"/>
    <w:pPr>
      <w:autoSpaceDE w:val="0"/>
      <w:autoSpaceDN w:val="0"/>
      <w:adjustRightInd w:val="0"/>
      <w:spacing w:line="288" w:lineRule="auto"/>
      <w:textAlignment w:val="center"/>
    </w:pPr>
    <w:rPr>
      <w:rFonts w:ascii="Times Regular" w:eastAsia="Times New Roman" w:hAnsi="Times Regular" w:cs="Times Regular"/>
      <w:color w:val="000000"/>
      <w:sz w:val="22"/>
      <w:szCs w:val="20"/>
      <w:lang w:val="en-US"/>
    </w:rPr>
  </w:style>
  <w:style w:type="paragraph" w:customStyle="1" w:styleId="StyleTitre2Gauche08cmPremireligne0cm">
    <w:name w:val="Style Titre 2 + Gauche :  08 cm Première ligne : 0 cm"/>
    <w:basedOn w:val="Titre2"/>
    <w:rsid w:val="00E76E61"/>
    <w:pPr>
      <w:keepLines w:val="0"/>
      <w:tabs>
        <w:tab w:val="num" w:pos="1174"/>
      </w:tabs>
      <w:spacing w:before="240" w:after="60" w:line="276" w:lineRule="auto"/>
      <w:ind w:left="680" w:hanging="226"/>
    </w:pPr>
    <w:rPr>
      <w:rFonts w:ascii="Arial Narrow" w:eastAsia="Times New Roman" w:hAnsi="Arial Narrow"/>
      <w:color w:val="008000"/>
      <w:sz w:val="32"/>
      <w:szCs w:val="20"/>
    </w:rPr>
  </w:style>
  <w:style w:type="paragraph" w:customStyle="1" w:styleId="CarCar1CarCarCar0">
    <w:name w:val="Car Car1 Car Car Car"/>
    <w:basedOn w:val="Normal"/>
    <w:semiHidden/>
    <w:rsid w:val="00A45F68"/>
    <w:pPr>
      <w:spacing w:after="160" w:line="276" w:lineRule="auto"/>
      <w:ind w:left="539" w:firstLine="578"/>
    </w:pPr>
    <w:rPr>
      <w:rFonts w:ascii="Arial" w:eastAsia="Times New Roman" w:hAnsi="Arial"/>
      <w:sz w:val="22"/>
      <w:szCs w:val="20"/>
      <w:lang w:val="en-US" w:eastAsia="en-US"/>
    </w:rPr>
  </w:style>
  <w:style w:type="character" w:customStyle="1" w:styleId="imagelgendeCarCarCarCar1">
    <w:name w:val="image_légende Car Car Car Car1"/>
    <w:rsid w:val="00E76E61"/>
    <w:rPr>
      <w:rFonts w:ascii="Arial" w:hAnsi="Arial"/>
      <w:color w:val="5F5F5F"/>
      <w:sz w:val="16"/>
      <w:szCs w:val="16"/>
      <w:lang w:val="en-US" w:eastAsia="en-US" w:bidi="ar-SA"/>
    </w:rPr>
  </w:style>
  <w:style w:type="paragraph" w:styleId="Titre">
    <w:name w:val="Title"/>
    <w:basedOn w:val="Normal"/>
    <w:next w:val="Normal"/>
    <w:link w:val="TitreCar"/>
    <w:uiPriority w:val="10"/>
    <w:qFormat/>
    <w:rsid w:val="00E76E61"/>
    <w:pPr>
      <w:spacing w:before="240" w:after="60" w:line="276" w:lineRule="auto"/>
      <w:jc w:val="center"/>
      <w:outlineLvl w:val="0"/>
    </w:pPr>
    <w:rPr>
      <w:rFonts w:eastAsia="Times New Roman"/>
      <w:b/>
      <w:bCs/>
      <w:kern w:val="28"/>
      <w:sz w:val="32"/>
      <w:szCs w:val="32"/>
    </w:rPr>
  </w:style>
  <w:style w:type="character" w:customStyle="1" w:styleId="TitreCar">
    <w:name w:val="Titre Car"/>
    <w:basedOn w:val="Policepardfaut"/>
    <w:link w:val="Titre"/>
    <w:uiPriority w:val="10"/>
    <w:rsid w:val="00E76E61"/>
    <w:rPr>
      <w:rFonts w:eastAsia="Times New Roman"/>
      <w:b/>
      <w:bCs/>
      <w:kern w:val="28"/>
      <w:sz w:val="32"/>
      <w:szCs w:val="32"/>
    </w:rPr>
  </w:style>
  <w:style w:type="character" w:styleId="Lienhypertextesuivivisit">
    <w:name w:val="FollowedHyperlink"/>
    <w:basedOn w:val="Policepardfaut"/>
    <w:uiPriority w:val="99"/>
    <w:semiHidden/>
    <w:unhideWhenUsed/>
    <w:rsid w:val="00E76E61"/>
    <w:rPr>
      <w:rFonts w:ascii="Arial" w:hAnsi="Arial"/>
      <w:color w:val="800080"/>
      <w:u w:val="single"/>
      <w:lang w:val="en-US" w:eastAsia="en-US" w:bidi="ar-SA"/>
    </w:rPr>
  </w:style>
  <w:style w:type="character" w:customStyle="1" w:styleId="imagelgendeCarCar2">
    <w:name w:val="image_légende Car Car2"/>
    <w:rsid w:val="00E76E61"/>
    <w:rPr>
      <w:rFonts w:ascii="Arial" w:hAnsi="Arial"/>
      <w:color w:val="5F5F5F"/>
      <w:sz w:val="16"/>
      <w:szCs w:val="16"/>
      <w:lang w:val="en-US" w:eastAsia="en-US" w:bidi="ar-SA"/>
    </w:rPr>
  </w:style>
  <w:style w:type="character" w:customStyle="1" w:styleId="imagelgendeCarCarCarCarCarCarCar">
    <w:name w:val="image_légende Car Car Car Car Car Car Car"/>
    <w:rsid w:val="00E76E61"/>
    <w:rPr>
      <w:rFonts w:ascii="Arial" w:hAnsi="Arial"/>
      <w:color w:val="5F5F5F"/>
      <w:sz w:val="16"/>
      <w:szCs w:val="16"/>
      <w:lang w:val="en-US" w:eastAsia="en-US" w:bidi="ar-SA"/>
    </w:rPr>
  </w:style>
  <w:style w:type="paragraph" w:customStyle="1" w:styleId="CarCar1CarCarCarCar">
    <w:name w:val="Car Car1 Car Car Car Car"/>
    <w:basedOn w:val="Normal"/>
    <w:semiHidden/>
    <w:rsid w:val="00E76E61"/>
    <w:pPr>
      <w:spacing w:after="160" w:line="240" w:lineRule="exact"/>
      <w:ind w:left="539" w:firstLine="578"/>
    </w:pPr>
    <w:rPr>
      <w:rFonts w:ascii="Verdana" w:eastAsia="Times New Roman" w:hAnsi="Verdana"/>
      <w:sz w:val="20"/>
      <w:szCs w:val="20"/>
      <w:lang w:val="en-US" w:eastAsia="en-US"/>
    </w:rPr>
  </w:style>
  <w:style w:type="paragraph" w:customStyle="1" w:styleId="CarCar1CarCarCarCarCarCarCarCarCarCarCarCarCar">
    <w:name w:val="Car Car1 Car Car Car Car Car Car Car Car Car Car Car Car Car"/>
    <w:basedOn w:val="Normal"/>
    <w:semiHidden/>
    <w:rsid w:val="00E76E61"/>
    <w:pPr>
      <w:spacing w:after="160" w:line="240" w:lineRule="exact"/>
      <w:ind w:left="539" w:firstLine="578"/>
    </w:pPr>
    <w:rPr>
      <w:rFonts w:ascii="Verdana" w:eastAsia="Times New Roman" w:hAnsi="Verdana"/>
      <w:sz w:val="20"/>
      <w:szCs w:val="20"/>
      <w:lang w:val="en-US" w:eastAsia="en-US"/>
    </w:rPr>
  </w:style>
  <w:style w:type="character" w:customStyle="1" w:styleId="Titre4Car1">
    <w:name w:val="Titre 4 Car1"/>
    <w:aliases w:val="Titre 4 Car Car"/>
    <w:basedOn w:val="Policepardfaut"/>
    <w:rsid w:val="00E76E61"/>
    <w:rPr>
      <w:rFonts w:ascii="Arial" w:hAnsi="Arial"/>
      <w:b/>
      <w:bCs/>
      <w:caps/>
      <w:color w:val="666699"/>
      <w:sz w:val="22"/>
      <w:szCs w:val="22"/>
      <w:lang w:val="en-US" w:eastAsia="en-US" w:bidi="ar-SA"/>
    </w:rPr>
  </w:style>
  <w:style w:type="character" w:customStyle="1" w:styleId="Listepuces3Car">
    <w:name w:val="Liste à puces 3 Car"/>
    <w:basedOn w:val="Policepardfaut"/>
    <w:link w:val="Listepuces3"/>
    <w:rsid w:val="00E76E61"/>
    <w:rPr>
      <w:rFonts w:ascii="Arial" w:eastAsia="Times New Roman" w:hAnsi="Arial"/>
      <w:sz w:val="22"/>
    </w:rPr>
  </w:style>
  <w:style w:type="paragraph" w:styleId="Explorateurdedocuments">
    <w:name w:val="Document Map"/>
    <w:basedOn w:val="Normal"/>
    <w:link w:val="ExplorateurdedocumentsCar"/>
    <w:uiPriority w:val="99"/>
    <w:semiHidden/>
    <w:unhideWhenUsed/>
    <w:rsid w:val="00B76F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76F01"/>
    <w:rPr>
      <w:rFonts w:ascii="Tahoma" w:hAnsi="Tahoma" w:cs="Tahoma"/>
      <w:sz w:val="16"/>
      <w:szCs w:val="16"/>
    </w:rPr>
  </w:style>
  <w:style w:type="character" w:styleId="Marquedecommentaire">
    <w:name w:val="annotation reference"/>
    <w:basedOn w:val="Policepardfaut"/>
    <w:uiPriority w:val="99"/>
    <w:semiHidden/>
    <w:unhideWhenUsed/>
    <w:rsid w:val="00C76A6B"/>
    <w:rPr>
      <w:sz w:val="16"/>
      <w:szCs w:val="16"/>
    </w:rPr>
  </w:style>
  <w:style w:type="paragraph" w:styleId="Objetducommentaire">
    <w:name w:val="annotation subject"/>
    <w:basedOn w:val="Commentaire"/>
    <w:next w:val="Commentaire"/>
    <w:link w:val="ObjetducommentaireCar"/>
    <w:uiPriority w:val="99"/>
    <w:semiHidden/>
    <w:unhideWhenUsed/>
    <w:rsid w:val="00C76A6B"/>
    <w:pPr>
      <w:overflowPunct/>
      <w:autoSpaceDE/>
      <w:autoSpaceDN/>
      <w:adjustRightInd/>
      <w:textAlignment w:val="auto"/>
    </w:pPr>
    <w:rPr>
      <w:rFonts w:ascii="Cambria" w:eastAsia="MS Mincho" w:hAnsi="Cambria"/>
      <w:b/>
      <w:bCs/>
    </w:rPr>
  </w:style>
  <w:style w:type="character" w:customStyle="1" w:styleId="ObjetducommentaireCar">
    <w:name w:val="Objet du commentaire Car"/>
    <w:basedOn w:val="CommentaireCar"/>
    <w:link w:val="Objetducommentaire"/>
    <w:uiPriority w:val="99"/>
    <w:semiHidden/>
    <w:rsid w:val="00C76A6B"/>
    <w:rPr>
      <w:rFonts w:ascii="Times New Roman" w:eastAsia="Times New Roman" w:hAnsi="Times New Roman"/>
      <w:b/>
      <w:bCs/>
    </w:rPr>
  </w:style>
  <w:style w:type="character" w:customStyle="1" w:styleId="LienInternet">
    <w:name w:val="Lien Internet"/>
    <w:rsid w:val="00E06FDF"/>
    <w:rPr>
      <w:color w:val="000080"/>
      <w:u w:val="single"/>
    </w:rPr>
  </w:style>
  <w:style w:type="character" w:customStyle="1" w:styleId="Ancredenotedebasdepage">
    <w:name w:val="Ancre de note de bas de page"/>
    <w:rsid w:val="00E06FDF"/>
    <w:rPr>
      <w:vertAlign w:val="superscript"/>
    </w:rPr>
  </w:style>
  <w:style w:type="paragraph" w:customStyle="1" w:styleId="Notedebasdepage1">
    <w:name w:val="Note de bas de page1"/>
    <w:basedOn w:val="Normal"/>
    <w:rsid w:val="00E06FDF"/>
    <w:pPr>
      <w:widowControl w:val="0"/>
      <w:suppressLineNumbers/>
      <w:ind w:left="339" w:hanging="339"/>
    </w:pPr>
    <w:rPr>
      <w:rFonts w:ascii="Liberation Serif" w:eastAsia="SimSun" w:hAnsi="Liberation Serif" w:cs="Mangal"/>
      <w:sz w:val="20"/>
      <w:szCs w:val="20"/>
      <w:lang w:eastAsia="zh-CN" w:bidi="hi-IN"/>
    </w:rPr>
  </w:style>
  <w:style w:type="paragraph" w:customStyle="1" w:styleId="Contenudetableau">
    <w:name w:val="Contenu de tableau"/>
    <w:basedOn w:val="Normal"/>
    <w:qFormat/>
    <w:rsid w:val="008B229C"/>
    <w:pPr>
      <w:widowControl w:val="0"/>
      <w:suppressLineNumbers/>
    </w:pPr>
    <w:rPr>
      <w:rFonts w:ascii="Liberation Serif" w:eastAsia="SimSun" w:hAnsi="Liberation Serif" w:cs="Mangal"/>
      <w:lang w:eastAsia="zh-CN" w:bidi="hi-IN"/>
    </w:rPr>
  </w:style>
  <w:style w:type="paragraph" w:styleId="Citationintense">
    <w:name w:val="Intense Quote"/>
    <w:basedOn w:val="Normal"/>
    <w:next w:val="Normal"/>
    <w:link w:val="CitationintenseCar"/>
    <w:uiPriority w:val="60"/>
    <w:qFormat/>
    <w:rsid w:val="00C905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60"/>
    <w:rsid w:val="00C9050C"/>
    <w:rPr>
      <w:i/>
      <w:iCs/>
      <w:color w:val="4F81BD" w:themeColor="accent1"/>
      <w:sz w:val="24"/>
      <w:szCs w:val="24"/>
    </w:rPr>
  </w:style>
  <w:style w:type="character" w:styleId="Mentionnonrsolue">
    <w:name w:val="Unresolved Mention"/>
    <w:basedOn w:val="Policepardfaut"/>
    <w:uiPriority w:val="99"/>
    <w:semiHidden/>
    <w:unhideWhenUsed/>
    <w:rsid w:val="005D6A9F"/>
    <w:rPr>
      <w:color w:val="808080"/>
      <w:shd w:val="clear" w:color="auto" w:fill="E6E6E6"/>
    </w:rPr>
  </w:style>
  <w:style w:type="paragraph" w:customStyle="1" w:styleId="Titregnralemintika">
    <w:name w:val="Titre générale mintika"/>
    <w:basedOn w:val="Normal"/>
    <w:link w:val="TitregnralemintikaCar"/>
    <w:qFormat/>
    <w:rsid w:val="00A67B1E"/>
    <w:rPr>
      <w:rFonts w:asciiTheme="minorHAnsi" w:hAnsiTheme="minorHAnsi"/>
      <w:color w:val="1F2F3C"/>
      <w:sz w:val="56"/>
    </w:rPr>
  </w:style>
  <w:style w:type="paragraph" w:customStyle="1" w:styleId="Sous-titregnralmintika">
    <w:name w:val="Sous-titre général mintika"/>
    <w:basedOn w:val="Titregnralemintika"/>
    <w:link w:val="Sous-titregnralmintikaCar"/>
    <w:qFormat/>
    <w:rsid w:val="00A67B1E"/>
    <w:rPr>
      <w:color w:val="4C617E"/>
      <w:sz w:val="40"/>
    </w:rPr>
  </w:style>
  <w:style w:type="character" w:customStyle="1" w:styleId="TitregnralemintikaCar">
    <w:name w:val="Titre générale mintika Car"/>
    <w:basedOn w:val="Policepardfaut"/>
    <w:link w:val="Titregnralemintika"/>
    <w:rsid w:val="00A67B1E"/>
    <w:rPr>
      <w:rFonts w:asciiTheme="minorHAnsi" w:hAnsiTheme="minorHAnsi"/>
      <w:color w:val="1F2F3C"/>
      <w:sz w:val="56"/>
      <w:szCs w:val="24"/>
    </w:rPr>
  </w:style>
  <w:style w:type="paragraph" w:customStyle="1" w:styleId="Puces">
    <w:name w:val="Puces"/>
    <w:basedOn w:val="Listepuces"/>
    <w:next w:val="Listepuces"/>
    <w:link w:val="PucesCar"/>
    <w:qFormat/>
    <w:rsid w:val="00701648"/>
    <w:rPr>
      <w:rFonts w:asciiTheme="minorHAnsi" w:hAnsiTheme="minorHAnsi" w:cs="Arial"/>
      <w:bCs/>
    </w:rPr>
  </w:style>
  <w:style w:type="character" w:customStyle="1" w:styleId="Sous-titregnralmintikaCar">
    <w:name w:val="Sous-titre général mintika Car"/>
    <w:basedOn w:val="TitregnralemintikaCar"/>
    <w:link w:val="Sous-titregnralmintika"/>
    <w:rsid w:val="00A67B1E"/>
    <w:rPr>
      <w:rFonts w:asciiTheme="minorHAnsi" w:hAnsiTheme="minorHAnsi"/>
      <w:color w:val="4C617E"/>
      <w:sz w:val="40"/>
      <w:szCs w:val="24"/>
    </w:rPr>
  </w:style>
  <w:style w:type="character" w:customStyle="1" w:styleId="PucesCar">
    <w:name w:val="Puces Car"/>
    <w:basedOn w:val="Policepardfaut"/>
    <w:link w:val="Puces"/>
    <w:rsid w:val="00701648"/>
    <w:rPr>
      <w:rFonts w:asciiTheme="minorHAnsi" w:eastAsia="Times New Roman" w:hAnsiTheme="minorHAnsi" w:cs="Arial"/>
      <w:bCs/>
      <w:sz w:val="22"/>
    </w:rPr>
  </w:style>
  <w:style w:type="character" w:customStyle="1" w:styleId="Titre7Car">
    <w:name w:val="Titre 7 Car"/>
    <w:basedOn w:val="Policepardfaut"/>
    <w:link w:val="Titre7"/>
    <w:uiPriority w:val="9"/>
    <w:rsid w:val="00F03270"/>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67341">
      <w:bodyDiv w:val="1"/>
      <w:marLeft w:val="0"/>
      <w:marRight w:val="0"/>
      <w:marTop w:val="0"/>
      <w:marBottom w:val="0"/>
      <w:divBdr>
        <w:top w:val="none" w:sz="0" w:space="0" w:color="auto"/>
        <w:left w:val="none" w:sz="0" w:space="0" w:color="auto"/>
        <w:bottom w:val="none" w:sz="0" w:space="0" w:color="auto"/>
        <w:right w:val="none" w:sz="0" w:space="0" w:color="auto"/>
      </w:divBdr>
      <w:divsChild>
        <w:div w:id="958490308">
          <w:marLeft w:val="0"/>
          <w:marRight w:val="0"/>
          <w:marTop w:val="90"/>
          <w:marBottom w:val="0"/>
          <w:divBdr>
            <w:top w:val="single" w:sz="6" w:space="5" w:color="666666"/>
            <w:left w:val="none" w:sz="0" w:space="0" w:color="auto"/>
            <w:bottom w:val="none" w:sz="0" w:space="0" w:color="auto"/>
            <w:right w:val="none" w:sz="0" w:space="0" w:color="auto"/>
          </w:divBdr>
        </w:div>
      </w:divsChild>
    </w:div>
    <w:div w:id="426584047">
      <w:bodyDiv w:val="1"/>
      <w:marLeft w:val="0"/>
      <w:marRight w:val="0"/>
      <w:marTop w:val="0"/>
      <w:marBottom w:val="0"/>
      <w:divBdr>
        <w:top w:val="none" w:sz="0" w:space="0" w:color="auto"/>
        <w:left w:val="none" w:sz="0" w:space="0" w:color="auto"/>
        <w:bottom w:val="none" w:sz="0" w:space="0" w:color="auto"/>
        <w:right w:val="none" w:sz="0" w:space="0" w:color="auto"/>
      </w:divBdr>
      <w:divsChild>
        <w:div w:id="396169308">
          <w:marLeft w:val="0"/>
          <w:marRight w:val="0"/>
          <w:marTop w:val="90"/>
          <w:marBottom w:val="0"/>
          <w:divBdr>
            <w:top w:val="single" w:sz="6" w:space="5" w:color="666666"/>
            <w:left w:val="none" w:sz="0" w:space="0" w:color="auto"/>
            <w:bottom w:val="none" w:sz="0" w:space="0" w:color="auto"/>
            <w:right w:val="none" w:sz="0" w:space="0" w:color="auto"/>
          </w:divBdr>
        </w:div>
      </w:divsChild>
    </w:div>
    <w:div w:id="638463516">
      <w:bodyDiv w:val="1"/>
      <w:marLeft w:val="0"/>
      <w:marRight w:val="0"/>
      <w:marTop w:val="0"/>
      <w:marBottom w:val="0"/>
      <w:divBdr>
        <w:top w:val="none" w:sz="0" w:space="0" w:color="auto"/>
        <w:left w:val="none" w:sz="0" w:space="0" w:color="auto"/>
        <w:bottom w:val="none" w:sz="0" w:space="0" w:color="auto"/>
        <w:right w:val="none" w:sz="0" w:space="0" w:color="auto"/>
      </w:divBdr>
    </w:div>
    <w:div w:id="686054862">
      <w:bodyDiv w:val="1"/>
      <w:marLeft w:val="0"/>
      <w:marRight w:val="0"/>
      <w:marTop w:val="0"/>
      <w:marBottom w:val="0"/>
      <w:divBdr>
        <w:top w:val="none" w:sz="0" w:space="0" w:color="auto"/>
        <w:left w:val="none" w:sz="0" w:space="0" w:color="auto"/>
        <w:bottom w:val="none" w:sz="0" w:space="0" w:color="auto"/>
        <w:right w:val="none" w:sz="0" w:space="0" w:color="auto"/>
      </w:divBdr>
      <w:divsChild>
        <w:div w:id="2005083116">
          <w:marLeft w:val="0"/>
          <w:marRight w:val="0"/>
          <w:marTop w:val="90"/>
          <w:marBottom w:val="0"/>
          <w:divBdr>
            <w:top w:val="single" w:sz="6" w:space="5" w:color="666666"/>
            <w:left w:val="none" w:sz="0" w:space="0" w:color="auto"/>
            <w:bottom w:val="none" w:sz="0" w:space="0" w:color="auto"/>
            <w:right w:val="none" w:sz="0" w:space="0" w:color="auto"/>
          </w:divBdr>
        </w:div>
      </w:divsChild>
    </w:div>
    <w:div w:id="853347357">
      <w:bodyDiv w:val="1"/>
      <w:marLeft w:val="0"/>
      <w:marRight w:val="0"/>
      <w:marTop w:val="0"/>
      <w:marBottom w:val="0"/>
      <w:divBdr>
        <w:top w:val="none" w:sz="0" w:space="0" w:color="auto"/>
        <w:left w:val="none" w:sz="0" w:space="0" w:color="auto"/>
        <w:bottom w:val="none" w:sz="0" w:space="0" w:color="auto"/>
        <w:right w:val="none" w:sz="0" w:space="0" w:color="auto"/>
      </w:divBdr>
      <w:divsChild>
        <w:div w:id="1936016780">
          <w:marLeft w:val="0"/>
          <w:marRight w:val="0"/>
          <w:marTop w:val="90"/>
          <w:marBottom w:val="0"/>
          <w:divBdr>
            <w:top w:val="single" w:sz="6" w:space="5" w:color="666666"/>
            <w:left w:val="none" w:sz="0" w:space="0" w:color="auto"/>
            <w:bottom w:val="none" w:sz="0" w:space="0" w:color="auto"/>
            <w:right w:val="none" w:sz="0" w:space="0" w:color="auto"/>
          </w:divBdr>
        </w:div>
      </w:divsChild>
    </w:div>
    <w:div w:id="991713054">
      <w:bodyDiv w:val="1"/>
      <w:marLeft w:val="0"/>
      <w:marRight w:val="0"/>
      <w:marTop w:val="0"/>
      <w:marBottom w:val="0"/>
      <w:divBdr>
        <w:top w:val="none" w:sz="0" w:space="0" w:color="auto"/>
        <w:left w:val="none" w:sz="0" w:space="0" w:color="auto"/>
        <w:bottom w:val="none" w:sz="0" w:space="0" w:color="auto"/>
        <w:right w:val="none" w:sz="0" w:space="0" w:color="auto"/>
      </w:divBdr>
      <w:divsChild>
        <w:div w:id="1715959714">
          <w:marLeft w:val="0"/>
          <w:marRight w:val="0"/>
          <w:marTop w:val="90"/>
          <w:marBottom w:val="0"/>
          <w:divBdr>
            <w:top w:val="single" w:sz="6" w:space="5" w:color="666666"/>
            <w:left w:val="none" w:sz="0" w:space="0" w:color="auto"/>
            <w:bottom w:val="none" w:sz="0" w:space="0" w:color="auto"/>
            <w:right w:val="none" w:sz="0" w:space="0" w:color="auto"/>
          </w:divBdr>
        </w:div>
      </w:divsChild>
    </w:div>
    <w:div w:id="1108427302">
      <w:bodyDiv w:val="1"/>
      <w:marLeft w:val="0"/>
      <w:marRight w:val="0"/>
      <w:marTop w:val="0"/>
      <w:marBottom w:val="0"/>
      <w:divBdr>
        <w:top w:val="none" w:sz="0" w:space="0" w:color="auto"/>
        <w:left w:val="none" w:sz="0" w:space="0" w:color="auto"/>
        <w:bottom w:val="none" w:sz="0" w:space="0" w:color="auto"/>
        <w:right w:val="none" w:sz="0" w:space="0" w:color="auto"/>
      </w:divBdr>
      <w:divsChild>
        <w:div w:id="160121355">
          <w:marLeft w:val="0"/>
          <w:marRight w:val="0"/>
          <w:marTop w:val="90"/>
          <w:marBottom w:val="0"/>
          <w:divBdr>
            <w:top w:val="single" w:sz="6" w:space="5" w:color="666666"/>
            <w:left w:val="none" w:sz="0" w:space="0" w:color="auto"/>
            <w:bottom w:val="none" w:sz="0" w:space="0" w:color="auto"/>
            <w:right w:val="none" w:sz="0" w:space="0" w:color="auto"/>
          </w:divBdr>
        </w:div>
      </w:divsChild>
    </w:div>
    <w:div w:id="1242135898">
      <w:bodyDiv w:val="1"/>
      <w:marLeft w:val="0"/>
      <w:marRight w:val="0"/>
      <w:marTop w:val="0"/>
      <w:marBottom w:val="0"/>
      <w:divBdr>
        <w:top w:val="none" w:sz="0" w:space="0" w:color="auto"/>
        <w:left w:val="none" w:sz="0" w:space="0" w:color="auto"/>
        <w:bottom w:val="none" w:sz="0" w:space="0" w:color="auto"/>
        <w:right w:val="none" w:sz="0" w:space="0" w:color="auto"/>
      </w:divBdr>
      <w:divsChild>
        <w:div w:id="69887142">
          <w:marLeft w:val="0"/>
          <w:marRight w:val="0"/>
          <w:marTop w:val="90"/>
          <w:marBottom w:val="0"/>
          <w:divBdr>
            <w:top w:val="single" w:sz="6" w:space="5" w:color="666666"/>
            <w:left w:val="none" w:sz="0" w:space="0" w:color="auto"/>
            <w:bottom w:val="none" w:sz="0" w:space="0" w:color="auto"/>
            <w:right w:val="none" w:sz="0" w:space="0" w:color="auto"/>
          </w:divBdr>
        </w:div>
      </w:divsChild>
    </w:div>
    <w:div w:id="1377239123">
      <w:bodyDiv w:val="1"/>
      <w:marLeft w:val="0"/>
      <w:marRight w:val="0"/>
      <w:marTop w:val="0"/>
      <w:marBottom w:val="0"/>
      <w:divBdr>
        <w:top w:val="none" w:sz="0" w:space="0" w:color="auto"/>
        <w:left w:val="none" w:sz="0" w:space="0" w:color="auto"/>
        <w:bottom w:val="none" w:sz="0" w:space="0" w:color="auto"/>
        <w:right w:val="none" w:sz="0" w:space="0" w:color="auto"/>
      </w:divBdr>
      <w:divsChild>
        <w:div w:id="600648038">
          <w:marLeft w:val="0"/>
          <w:marRight w:val="0"/>
          <w:marTop w:val="90"/>
          <w:marBottom w:val="0"/>
          <w:divBdr>
            <w:top w:val="single" w:sz="6" w:space="5" w:color="666666"/>
            <w:left w:val="none" w:sz="0" w:space="0" w:color="auto"/>
            <w:bottom w:val="none" w:sz="0" w:space="0" w:color="auto"/>
            <w:right w:val="none" w:sz="0" w:space="0" w:color="auto"/>
          </w:divBdr>
        </w:div>
      </w:divsChild>
    </w:div>
    <w:div w:id="1420785545">
      <w:bodyDiv w:val="1"/>
      <w:marLeft w:val="0"/>
      <w:marRight w:val="0"/>
      <w:marTop w:val="0"/>
      <w:marBottom w:val="0"/>
      <w:divBdr>
        <w:top w:val="none" w:sz="0" w:space="0" w:color="auto"/>
        <w:left w:val="none" w:sz="0" w:space="0" w:color="auto"/>
        <w:bottom w:val="none" w:sz="0" w:space="0" w:color="auto"/>
        <w:right w:val="none" w:sz="0" w:space="0" w:color="auto"/>
      </w:divBdr>
      <w:divsChild>
        <w:div w:id="762990756">
          <w:marLeft w:val="0"/>
          <w:marRight w:val="0"/>
          <w:marTop w:val="90"/>
          <w:marBottom w:val="0"/>
          <w:divBdr>
            <w:top w:val="single" w:sz="6" w:space="5" w:color="666666"/>
            <w:left w:val="none" w:sz="0" w:space="0" w:color="auto"/>
            <w:bottom w:val="none" w:sz="0" w:space="0" w:color="auto"/>
            <w:right w:val="none" w:sz="0" w:space="0" w:color="auto"/>
          </w:divBdr>
        </w:div>
      </w:divsChild>
    </w:div>
    <w:div w:id="1445492771">
      <w:bodyDiv w:val="1"/>
      <w:marLeft w:val="0"/>
      <w:marRight w:val="0"/>
      <w:marTop w:val="0"/>
      <w:marBottom w:val="0"/>
      <w:divBdr>
        <w:top w:val="none" w:sz="0" w:space="0" w:color="auto"/>
        <w:left w:val="none" w:sz="0" w:space="0" w:color="auto"/>
        <w:bottom w:val="none" w:sz="0" w:space="0" w:color="auto"/>
        <w:right w:val="none" w:sz="0" w:space="0" w:color="auto"/>
      </w:divBdr>
      <w:divsChild>
        <w:div w:id="1920676496">
          <w:marLeft w:val="0"/>
          <w:marRight w:val="0"/>
          <w:marTop w:val="90"/>
          <w:marBottom w:val="0"/>
          <w:divBdr>
            <w:top w:val="single" w:sz="6" w:space="5" w:color="666666"/>
            <w:left w:val="none" w:sz="0" w:space="0" w:color="auto"/>
            <w:bottom w:val="none" w:sz="0" w:space="0" w:color="auto"/>
            <w:right w:val="none" w:sz="0" w:space="0" w:color="auto"/>
          </w:divBdr>
        </w:div>
      </w:divsChild>
    </w:div>
    <w:div w:id="1455834200">
      <w:bodyDiv w:val="1"/>
      <w:marLeft w:val="0"/>
      <w:marRight w:val="0"/>
      <w:marTop w:val="0"/>
      <w:marBottom w:val="0"/>
      <w:divBdr>
        <w:top w:val="none" w:sz="0" w:space="0" w:color="auto"/>
        <w:left w:val="none" w:sz="0" w:space="0" w:color="auto"/>
        <w:bottom w:val="none" w:sz="0" w:space="0" w:color="auto"/>
        <w:right w:val="none" w:sz="0" w:space="0" w:color="auto"/>
      </w:divBdr>
      <w:divsChild>
        <w:div w:id="313335949">
          <w:marLeft w:val="0"/>
          <w:marRight w:val="0"/>
          <w:marTop w:val="0"/>
          <w:marBottom w:val="0"/>
          <w:divBdr>
            <w:top w:val="none" w:sz="0" w:space="0" w:color="auto"/>
            <w:left w:val="none" w:sz="0" w:space="0" w:color="auto"/>
            <w:bottom w:val="none" w:sz="0" w:space="0" w:color="auto"/>
            <w:right w:val="none" w:sz="0" w:space="0" w:color="auto"/>
          </w:divBdr>
        </w:div>
      </w:divsChild>
    </w:div>
    <w:div w:id="1874881504">
      <w:bodyDiv w:val="1"/>
      <w:marLeft w:val="0"/>
      <w:marRight w:val="0"/>
      <w:marTop w:val="0"/>
      <w:marBottom w:val="0"/>
      <w:divBdr>
        <w:top w:val="none" w:sz="0" w:space="0" w:color="auto"/>
        <w:left w:val="none" w:sz="0" w:space="0" w:color="auto"/>
        <w:bottom w:val="none" w:sz="0" w:space="0" w:color="auto"/>
        <w:right w:val="none" w:sz="0" w:space="0" w:color="auto"/>
      </w:divBdr>
      <w:divsChild>
        <w:div w:id="1072971533">
          <w:marLeft w:val="0"/>
          <w:marRight w:val="0"/>
          <w:marTop w:val="90"/>
          <w:marBottom w:val="0"/>
          <w:divBdr>
            <w:top w:val="single" w:sz="6" w:space="5" w:color="666666"/>
            <w:left w:val="none" w:sz="0" w:space="0" w:color="auto"/>
            <w:bottom w:val="none" w:sz="0" w:space="0" w:color="auto"/>
            <w:right w:val="none" w:sz="0" w:space="0" w:color="auto"/>
          </w:divBdr>
        </w:div>
      </w:divsChild>
    </w:div>
    <w:div w:id="1920171006">
      <w:bodyDiv w:val="1"/>
      <w:marLeft w:val="0"/>
      <w:marRight w:val="0"/>
      <w:marTop w:val="0"/>
      <w:marBottom w:val="0"/>
      <w:divBdr>
        <w:top w:val="none" w:sz="0" w:space="0" w:color="auto"/>
        <w:left w:val="none" w:sz="0" w:space="0" w:color="auto"/>
        <w:bottom w:val="none" w:sz="0" w:space="0" w:color="auto"/>
        <w:right w:val="none" w:sz="0" w:space="0" w:color="auto"/>
      </w:divBdr>
      <w:divsChild>
        <w:div w:id="1970700040">
          <w:marLeft w:val="0"/>
          <w:marRight w:val="0"/>
          <w:marTop w:val="90"/>
          <w:marBottom w:val="0"/>
          <w:divBdr>
            <w:top w:val="single" w:sz="6" w:space="5" w:color="666666"/>
            <w:left w:val="none" w:sz="0" w:space="0" w:color="auto"/>
            <w:bottom w:val="none" w:sz="0" w:space="0" w:color="auto"/>
            <w:right w:val="none" w:sz="0" w:space="0" w:color="auto"/>
          </w:divBdr>
        </w:div>
      </w:divsChild>
    </w:div>
    <w:div w:id="2100783448">
      <w:bodyDiv w:val="1"/>
      <w:marLeft w:val="0"/>
      <w:marRight w:val="0"/>
      <w:marTop w:val="0"/>
      <w:marBottom w:val="0"/>
      <w:divBdr>
        <w:top w:val="none" w:sz="0" w:space="0" w:color="auto"/>
        <w:left w:val="none" w:sz="0" w:space="0" w:color="auto"/>
        <w:bottom w:val="none" w:sz="0" w:space="0" w:color="auto"/>
        <w:right w:val="none" w:sz="0" w:space="0" w:color="auto"/>
      </w:divBdr>
      <w:divsChild>
        <w:div w:id="1153716516">
          <w:marLeft w:val="0"/>
          <w:marRight w:val="0"/>
          <w:marTop w:val="90"/>
          <w:marBottom w:val="0"/>
          <w:divBdr>
            <w:top w:val="single" w:sz="6" w:space="5" w:color="666666"/>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5.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4.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41"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hyperlink" Target="https://outlook.live.com" TargetMode="External"/><Relationship Id="rId40" Type="http://schemas.openxmlformats.org/officeDocument/2006/relationships/image" Target="media/image26.png"/><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3.png"/><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hyperlink" Target="https://github.com/ProgrammeVitam/mailextract" TargetMode="External"/><Relationship Id="rId43"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8.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ptiste%20nichele\OneDrive%20-%20mintika\III%20-%20Support\Communication%20_%20Graphisme_%2314\Model_document_mintika\mod&#232;le_mintika.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CEFB0A038DCA40BBFCB67A7330F235" ma:contentTypeVersion="17" ma:contentTypeDescription="Crée un document." ma:contentTypeScope="" ma:versionID="5c756cf122230b123cf236d1dc599f2f">
  <xsd:schema xmlns:xsd="http://www.w3.org/2001/XMLSchema" xmlns:xs="http://www.w3.org/2001/XMLSchema" xmlns:p="http://schemas.microsoft.com/office/2006/metadata/properties" xmlns:ns2="fc878ab7-c379-4ffc-bbdf-003bdd3f0f1f" xmlns:ns3="ae06e1eb-5f74-4369-b4cd-96bb5de2012c" targetNamespace="http://schemas.microsoft.com/office/2006/metadata/properties" ma:root="true" ma:fieldsID="274689c01720517c3bca16c680d81e86" ns2:_="" ns3:_="">
    <xsd:import namespace="fc878ab7-c379-4ffc-bbdf-003bdd3f0f1f"/>
    <xsd:import namespace="ae06e1eb-5f74-4369-b4cd-96bb5de201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878ab7-c379-4ffc-bbdf-003bdd3f0f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901571a-02df-4227-b993-9b1d0655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06e1eb-5f74-4369-b4cd-96bb5de2012c"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eac77d-47ff-4584-9767-bdc05c18d563}" ma:internalName="TaxCatchAll" ma:showField="CatchAllData" ma:web="ae06e1eb-5f74-4369-b4cd-96bb5de201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878ab7-c379-4ffc-bbdf-003bdd3f0f1f">
      <Terms xmlns="http://schemas.microsoft.com/office/infopath/2007/PartnerControls"/>
    </lcf76f155ced4ddcb4097134ff3c332f>
    <TaxCatchAll xmlns="ae06e1eb-5f74-4369-b4cd-96bb5de201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BE865-9C44-41E8-8835-F5F8AC77A773}"/>
</file>

<file path=customXml/itemProps2.xml><?xml version="1.0" encoding="utf-8"?>
<ds:datastoreItem xmlns:ds="http://schemas.openxmlformats.org/officeDocument/2006/customXml" ds:itemID="{4069D889-0BA5-4920-9590-77652ED76D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43B453-2C08-437F-B5AD-6252708CCC2F}">
  <ds:schemaRefs>
    <ds:schemaRef ds:uri="http://schemas.microsoft.com/sharepoint/v3/contenttype/forms"/>
  </ds:schemaRefs>
</ds:datastoreItem>
</file>

<file path=customXml/itemProps4.xml><?xml version="1.0" encoding="utf-8"?>
<ds:datastoreItem xmlns:ds="http://schemas.openxmlformats.org/officeDocument/2006/customXml" ds:itemID="{97546360-659B-4711-B05D-2B9E692A3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modèle_mintika.dotx</Template>
  <TotalTime>222</TotalTime>
  <Pages>9</Pages>
  <Words>852</Words>
  <Characters>4692</Characters>
  <Application>Microsoft Office Word</Application>
  <DocSecurity>0</DocSecurity>
  <Lines>39</Lines>
  <Paragraphs>11</Paragraphs>
  <ScaleCrop>false</ScaleCrop>
  <HeadingPairs>
    <vt:vector size="4" baseType="variant">
      <vt:variant>
        <vt:lpstr>Titre</vt:lpstr>
      </vt:variant>
      <vt:variant>
        <vt:i4>1</vt:i4>
      </vt:variant>
      <vt:variant>
        <vt:lpstr>Headings</vt:lpstr>
      </vt:variant>
      <vt:variant>
        <vt:i4>3</vt:i4>
      </vt:variant>
    </vt:vector>
  </HeadingPairs>
  <TitlesOfParts>
    <vt:vector size="4" baseType="lpstr">
      <vt:lpstr/>
      <vt:lpstr>Titre 1</vt:lpstr>
      <vt:lpstr>    Titre 2</vt:lpstr>
      <vt:lpstr>        Titre 3</vt:lpstr>
    </vt:vector>
  </TitlesOfParts>
  <Company>V-technologie</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baptiste nichele</dc:creator>
  <cp:lastModifiedBy>baptiste nichele</cp:lastModifiedBy>
  <cp:revision>186</cp:revision>
  <cp:lastPrinted>2019-05-23T20:28:00Z</cp:lastPrinted>
  <dcterms:created xsi:type="dcterms:W3CDTF">2018-04-01T06:17:00Z</dcterms:created>
  <dcterms:modified xsi:type="dcterms:W3CDTF">2019-05-23T20:28:00Z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0x01010000CEFB0A038DCA40BBFCB67A7330F235</vt:lpwstr>
  </property>
  <property fmtid="{D5CDD505-2E9C-101B-9397-08002B2CF9AE}" pid="3" name="Order">
    <vt:r8>43300</vt:r8>
  </property>
  <property fmtid="{D5CDD505-2E9C-101B-9397-08002B2CF9AE}" pid="4" name="ComplianceAssetId">
    <vt:lpwstr/>
  </property>
</Properties>
</file>